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BC" w:rsidRDefault="008747BC" w:rsidP="00AB332C">
      <w:pPr>
        <w:spacing w:line="120" w:lineRule="exact"/>
        <w:sectPr w:rsidR="008747BC" w:rsidSect="00AB4E2F">
          <w:headerReference w:type="default" r:id="rId8"/>
          <w:headerReference w:type="first" r:id="rId9"/>
          <w:pgSz w:w="11906" w:h="16838" w:code="9"/>
          <w:pgMar w:top="567" w:right="1247" w:bottom="1134" w:left="907" w:header="567" w:footer="403" w:gutter="0"/>
          <w:pgBorders w:offsetFrom="page">
            <w:top w:val="single" w:sz="4" w:space="24" w:color="F2F2F2" w:themeColor="background1" w:themeShade="F2"/>
            <w:left w:val="single" w:sz="4" w:space="24" w:color="F2F2F2" w:themeColor="background1" w:themeShade="F2"/>
            <w:bottom w:val="single" w:sz="4" w:space="24" w:color="F2F2F2" w:themeColor="background1" w:themeShade="F2"/>
            <w:right w:val="single" w:sz="4" w:space="24" w:color="F2F2F2" w:themeColor="background1" w:themeShade="F2"/>
          </w:pgBorders>
          <w:cols w:space="708"/>
          <w:titlePg/>
          <w:docGrid w:linePitch="360"/>
        </w:sectPr>
      </w:pPr>
    </w:p>
    <w:p w:rsidR="009F6B71" w:rsidRPr="004363E5" w:rsidRDefault="009F6B71" w:rsidP="0041175B">
      <w:pPr>
        <w:rPr>
          <w:sz w:val="16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3"/>
        <w:gridCol w:w="1698"/>
        <w:gridCol w:w="3117"/>
      </w:tblGrid>
      <w:tr w:rsidR="00F02CE6" w:rsidRPr="00000105" w:rsidTr="00F02CE6">
        <w:tc>
          <w:tcPr>
            <w:tcW w:w="2502" w:type="pct"/>
          </w:tcPr>
          <w:p w:rsidR="00F02CE6" w:rsidRPr="00522750" w:rsidRDefault="00F02CE6" w:rsidP="009F6B71">
            <w:pPr>
              <w:widowControl w:val="0"/>
              <w:jc w:val="both"/>
              <w:rPr>
                <w:i/>
                <w:szCs w:val="20"/>
              </w:rPr>
            </w:pPr>
          </w:p>
        </w:tc>
        <w:tc>
          <w:tcPr>
            <w:tcW w:w="881" w:type="pct"/>
          </w:tcPr>
          <w:p w:rsidR="00F02CE6" w:rsidRPr="00000105" w:rsidRDefault="00000105" w:rsidP="00000105">
            <w:pPr>
              <w:widowControl w:val="0"/>
              <w:jc w:val="right"/>
              <w:rPr>
                <w:b/>
              </w:rPr>
            </w:pPr>
            <w:r w:rsidRPr="00000105">
              <w:t xml:space="preserve">, </w:t>
            </w:r>
            <w:r w:rsidR="00F02CE6" w:rsidRPr="00000105">
              <w:t>lì</w:t>
            </w:r>
          </w:p>
        </w:tc>
        <w:tc>
          <w:tcPr>
            <w:tcW w:w="1617" w:type="pct"/>
          </w:tcPr>
          <w:p w:rsidR="00F02CE6" w:rsidRPr="00000105" w:rsidRDefault="00DD544A" w:rsidP="00F02CE6">
            <w:pPr>
              <w:widowControl w:val="0"/>
              <w:jc w:val="center"/>
            </w:pPr>
            <w:r>
              <w:t>___________________</w:t>
            </w:r>
          </w:p>
        </w:tc>
      </w:tr>
    </w:tbl>
    <w:p w:rsidR="00C92518" w:rsidRPr="00522750" w:rsidRDefault="00C92518">
      <w:pPr>
        <w:rPr>
          <w:sz w:val="12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1"/>
        <w:gridCol w:w="2830"/>
        <w:gridCol w:w="568"/>
        <w:gridCol w:w="609"/>
        <w:gridCol w:w="4498"/>
      </w:tblGrid>
      <w:tr w:rsidR="00E26EC9" w:rsidRPr="00AA7353" w:rsidTr="007A3C3B">
        <w:tc>
          <w:tcPr>
            <w:tcW w:w="655" w:type="pct"/>
          </w:tcPr>
          <w:p w:rsidR="00E26EC9" w:rsidRPr="00AA7353" w:rsidRDefault="00E26EC9" w:rsidP="00E26EC9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Riferimento:</w:t>
            </w:r>
          </w:p>
        </w:tc>
        <w:tc>
          <w:tcPr>
            <w:tcW w:w="1446" w:type="pct"/>
          </w:tcPr>
          <w:p w:rsidR="00E26EC9" w:rsidRDefault="00E26EC9" w:rsidP="00E26EC9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 w:rsidRPr="00A77FD5">
              <w:rPr>
                <w:b/>
                <w:i/>
                <w:sz w:val="16"/>
                <w:szCs w:val="16"/>
              </w:rPr>
              <w:t xml:space="preserve">Prot. n. </w:t>
            </w:r>
            <w:r>
              <w:rPr>
                <w:b/>
                <w:i/>
                <w:sz w:val="16"/>
                <w:szCs w:val="16"/>
              </w:rPr>
              <w:t xml:space="preserve">238387 </w:t>
            </w:r>
            <w:r w:rsidRPr="00A77FD5">
              <w:rPr>
                <w:b/>
                <w:i/>
                <w:sz w:val="16"/>
                <w:szCs w:val="16"/>
              </w:rPr>
              <w:t>del</w:t>
            </w:r>
            <w:r>
              <w:rPr>
                <w:b/>
                <w:i/>
                <w:sz w:val="16"/>
                <w:szCs w:val="16"/>
              </w:rPr>
              <w:t xml:space="preserve"> 05</w:t>
            </w:r>
            <w:r w:rsidRPr="00A77FD5">
              <w:rPr>
                <w:b/>
                <w:i/>
                <w:sz w:val="16"/>
                <w:szCs w:val="16"/>
              </w:rPr>
              <w:t>/08/2020</w:t>
            </w:r>
          </w:p>
          <w:p w:rsidR="00E26EC9" w:rsidRPr="00AA7353" w:rsidRDefault="00E26EC9" w:rsidP="00E26EC9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8734B6">
              <w:rPr>
                <w:b/>
                <w:i/>
                <w:sz w:val="16"/>
                <w:szCs w:val="16"/>
              </w:rPr>
              <w:t>rot.</w:t>
            </w:r>
            <w:r>
              <w:rPr>
                <w:b/>
                <w:i/>
                <w:sz w:val="16"/>
                <w:szCs w:val="16"/>
              </w:rPr>
              <w:t xml:space="preserve"> n. </w:t>
            </w:r>
            <w:r w:rsidRPr="008734B6">
              <w:rPr>
                <w:b/>
                <w:i/>
                <w:sz w:val="16"/>
                <w:szCs w:val="16"/>
              </w:rPr>
              <w:t>304495 del 19/10/2020</w:t>
            </w:r>
          </w:p>
        </w:tc>
        <w:tc>
          <w:tcPr>
            <w:tcW w:w="290" w:type="pct"/>
          </w:tcPr>
          <w:p w:rsidR="00E26EC9" w:rsidRPr="00AA7353" w:rsidRDefault="00E26EC9" w:rsidP="00E26EC9">
            <w:pPr>
              <w:widowControl w:val="0"/>
              <w:spacing w:before="20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11" w:type="pct"/>
          </w:tcPr>
          <w:p w:rsidR="00E26EC9" w:rsidRPr="00AA7353" w:rsidRDefault="00E26EC9" w:rsidP="00E26EC9">
            <w:pPr>
              <w:widowControl w:val="0"/>
              <w:rPr>
                <w:b/>
                <w:i/>
              </w:rPr>
            </w:pPr>
          </w:p>
        </w:tc>
        <w:tc>
          <w:tcPr>
            <w:tcW w:w="2298" w:type="pct"/>
          </w:tcPr>
          <w:p w:rsidR="00E26EC9" w:rsidRPr="00AA7353" w:rsidRDefault="00E26EC9" w:rsidP="00E26EC9">
            <w:pPr>
              <w:widowControl w:val="0"/>
              <w:rPr>
                <w:rFonts w:eastAsia="Calibri"/>
                <w:b/>
                <w:i/>
              </w:rPr>
            </w:pPr>
          </w:p>
        </w:tc>
      </w:tr>
      <w:tr w:rsidR="00781D7D" w:rsidRPr="00AA7353" w:rsidTr="007A3C3B">
        <w:tc>
          <w:tcPr>
            <w:tcW w:w="655" w:type="pct"/>
          </w:tcPr>
          <w:p w:rsidR="00781D7D" w:rsidRPr="00AA7353" w:rsidRDefault="00781D7D" w:rsidP="007A3C3B">
            <w:pPr>
              <w:widowControl w:val="0"/>
              <w:jc w:val="both"/>
              <w:rPr>
                <w:b/>
                <w:i/>
                <w:spacing w:val="-10"/>
                <w:sz w:val="18"/>
              </w:rPr>
            </w:pPr>
            <w:r w:rsidRPr="00AA7353">
              <w:rPr>
                <w:b/>
                <w:i/>
                <w:spacing w:val="-10"/>
                <w:sz w:val="18"/>
              </w:rPr>
              <w:t>Codice pratica:</w:t>
            </w:r>
          </w:p>
        </w:tc>
        <w:tc>
          <w:tcPr>
            <w:tcW w:w="4345" w:type="pct"/>
            <w:gridSpan w:val="4"/>
          </w:tcPr>
          <w:p w:rsidR="00E26EC9" w:rsidRPr="006E04E2" w:rsidRDefault="00E26EC9" w:rsidP="007A3C3B">
            <w:pPr>
              <w:widowControl w:val="0"/>
              <w:spacing w:before="20"/>
              <w:ind w:left="1416"/>
              <w:rPr>
                <w:b/>
                <w:sz w:val="20"/>
                <w:szCs w:val="16"/>
              </w:rPr>
            </w:pPr>
            <w:r w:rsidRPr="00E26EC9">
              <w:rPr>
                <w:b/>
                <w:i/>
                <w:sz w:val="20"/>
                <w:szCs w:val="16"/>
              </w:rPr>
              <w:t>20/57971</w:t>
            </w:r>
          </w:p>
          <w:p w:rsidR="00781D7D" w:rsidRPr="00313758" w:rsidRDefault="00781D7D" w:rsidP="007A3C3B">
            <w:pPr>
              <w:widowControl w:val="0"/>
              <w:rPr>
                <w:rFonts w:eastAsia="Calibri"/>
                <w:b/>
                <w:i/>
                <w:sz w:val="16"/>
                <w:szCs w:val="16"/>
              </w:rPr>
            </w:pPr>
            <w:r w:rsidRPr="00313758">
              <w:rPr>
                <w:i/>
                <w:sz w:val="16"/>
                <w:szCs w:val="16"/>
              </w:rPr>
              <w:t>(Codice da riportare in ogni comunicazione successiva)</w:t>
            </w:r>
          </w:p>
        </w:tc>
      </w:tr>
    </w:tbl>
    <w:p w:rsidR="00781D7D" w:rsidRPr="00781D7D" w:rsidRDefault="00781D7D">
      <w:pPr>
        <w:rPr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117"/>
        <w:gridCol w:w="679"/>
        <w:gridCol w:w="4740"/>
      </w:tblGrid>
      <w:tr w:rsidR="00F02CE6" w:rsidRPr="00095AD6" w:rsidTr="00F02CE6">
        <w:tc>
          <w:tcPr>
            <w:tcW w:w="57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1617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352" w:type="pct"/>
          </w:tcPr>
          <w:p w:rsidR="00F02CE6" w:rsidRPr="00095AD6" w:rsidRDefault="00F02CE6" w:rsidP="00973886">
            <w:pPr>
              <w:keepNext/>
              <w:widowControl w:val="0"/>
              <w:jc w:val="both"/>
              <w:outlineLvl w:val="3"/>
              <w:rPr>
                <w:b/>
              </w:rPr>
            </w:pPr>
          </w:p>
        </w:tc>
        <w:tc>
          <w:tcPr>
            <w:tcW w:w="2459" w:type="pct"/>
            <w:vAlign w:val="center"/>
          </w:tcPr>
          <w:p w:rsidR="00F02CE6" w:rsidRPr="00095AD6" w:rsidRDefault="00095AD6" w:rsidP="00973886">
            <w:pPr>
              <w:widowControl w:val="0"/>
              <w:jc w:val="both"/>
              <w:rPr>
                <w:b/>
                <w:spacing w:val="-10"/>
              </w:rPr>
            </w:pPr>
            <w:r w:rsidRPr="00095AD6">
              <w:rPr>
                <w:b/>
                <w:spacing w:val="-10"/>
              </w:rPr>
              <w:t>All’Autorità Competente per il PAUR</w:t>
            </w:r>
          </w:p>
          <w:p w:rsidR="00F02CE6" w:rsidRPr="00F04655" w:rsidRDefault="00F02CE6" w:rsidP="00973886">
            <w:pPr>
              <w:widowControl w:val="0"/>
              <w:jc w:val="both"/>
              <w:rPr>
                <w:rStyle w:val="Collegamentoipertestuale"/>
                <w:b/>
                <w:color w:val="auto"/>
                <w:spacing w:val="-10"/>
                <w:u w:val="none"/>
              </w:rPr>
            </w:pPr>
            <w:r w:rsidRPr="00095AD6">
              <w:rPr>
                <w:b/>
                <w:spacing w:val="-10"/>
              </w:rPr>
              <w:t>Servizio Valutazioni Ambientali– DPC002</w:t>
            </w:r>
          </w:p>
        </w:tc>
      </w:tr>
      <w:tr w:rsidR="00F04655" w:rsidRPr="00095AD6" w:rsidTr="00F02CE6">
        <w:tc>
          <w:tcPr>
            <w:tcW w:w="57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F04655" w:rsidRPr="00095AD6" w:rsidRDefault="00F04655" w:rsidP="00F04655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F04655" w:rsidRPr="00095AD6" w:rsidRDefault="005F55BF" w:rsidP="00F04655">
            <w:pPr>
              <w:widowControl w:val="0"/>
              <w:jc w:val="both"/>
              <w:rPr>
                <w:i/>
                <w:spacing w:val="-10"/>
              </w:rPr>
            </w:pPr>
            <w:hyperlink r:id="rId10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dpc002@regione.abruzzo.it</w:t>
              </w:r>
            </w:hyperlink>
          </w:p>
        </w:tc>
      </w:tr>
      <w:tr w:rsidR="00584A00" w:rsidRPr="00095AD6" w:rsidTr="00F02CE6">
        <w:tc>
          <w:tcPr>
            <w:tcW w:w="57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1617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352" w:type="pct"/>
          </w:tcPr>
          <w:p w:rsidR="00584A00" w:rsidRPr="00095AD6" w:rsidRDefault="00584A00" w:rsidP="00973886">
            <w:pPr>
              <w:keepNext/>
              <w:widowControl w:val="0"/>
              <w:jc w:val="both"/>
              <w:outlineLvl w:val="3"/>
              <w:rPr>
                <w:i/>
              </w:rPr>
            </w:pPr>
          </w:p>
        </w:tc>
        <w:tc>
          <w:tcPr>
            <w:tcW w:w="2459" w:type="pct"/>
            <w:vAlign w:val="center"/>
          </w:tcPr>
          <w:p w:rsidR="00584A00" w:rsidRPr="00095AD6" w:rsidRDefault="005F55BF" w:rsidP="00973886">
            <w:pPr>
              <w:widowControl w:val="0"/>
              <w:jc w:val="both"/>
              <w:rPr>
                <w:i/>
                <w:spacing w:val="-10"/>
              </w:rPr>
            </w:pPr>
            <w:hyperlink r:id="rId11" w:history="1">
              <w:r w:rsidR="00F04655" w:rsidRPr="00763611">
                <w:rPr>
                  <w:rStyle w:val="Collegamentoipertestuale"/>
                  <w:i/>
                  <w:spacing w:val="-10"/>
                </w:rPr>
                <w:t>dpc002@pec.regione.abruzzo.it</w:t>
              </w:r>
            </w:hyperlink>
          </w:p>
        </w:tc>
      </w:tr>
    </w:tbl>
    <w:p w:rsidR="003A544F" w:rsidRPr="00B75546" w:rsidRDefault="003A544F" w:rsidP="00525505">
      <w:pPr>
        <w:jc w:val="both"/>
        <w:rPr>
          <w:sz w:val="16"/>
          <w:szCs w:val="16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631"/>
        <w:gridCol w:w="6732"/>
      </w:tblGrid>
      <w:tr w:rsidR="00937FB8" w:rsidRPr="00197C80" w:rsidTr="00937FB8">
        <w:trPr>
          <w:trHeight w:val="290"/>
        </w:trPr>
        <w:tc>
          <w:tcPr>
            <w:tcW w:w="1488" w:type="dxa"/>
            <w:vMerge w:val="restart"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r w:rsidRPr="00C34876">
              <w:rPr>
                <w:b/>
                <w:i/>
                <w:sz w:val="20"/>
                <w:szCs w:val="20"/>
              </w:rPr>
              <w:t>OGGETTO:</w:t>
            </w:r>
          </w:p>
        </w:tc>
        <w:tc>
          <w:tcPr>
            <w:tcW w:w="8363" w:type="dxa"/>
            <w:gridSpan w:val="2"/>
          </w:tcPr>
          <w:p w:rsidR="00937FB8" w:rsidRPr="00937FB8" w:rsidRDefault="00937FB8" w:rsidP="00B15BE3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>DELEGA per l</w:t>
            </w:r>
            <w:r w:rsidR="00095AD6">
              <w:rPr>
                <w:b/>
                <w:sz w:val="22"/>
                <w:szCs w:val="20"/>
              </w:rPr>
              <w:t>a</w:t>
            </w:r>
            <w:r w:rsidRPr="00937FB8">
              <w:rPr>
                <w:b/>
                <w:sz w:val="22"/>
                <w:szCs w:val="20"/>
              </w:rPr>
              <w:t xml:space="preserve"> partecipazione all’incontro istruttorio in videoconferenza per il giorno 29/10/2020, alle ore </w:t>
            </w:r>
            <w:r w:rsidR="00B15BE3">
              <w:rPr>
                <w:b/>
                <w:sz w:val="22"/>
                <w:szCs w:val="20"/>
              </w:rPr>
              <w:t>9</w:t>
            </w:r>
            <w:r w:rsidRPr="00937FB8">
              <w:rPr>
                <w:b/>
                <w:sz w:val="22"/>
                <w:szCs w:val="20"/>
              </w:rPr>
              <w:t>.</w:t>
            </w:r>
            <w:r w:rsidR="00B15BE3">
              <w:rPr>
                <w:b/>
                <w:sz w:val="22"/>
                <w:szCs w:val="20"/>
              </w:rPr>
              <w:t>3</w:t>
            </w:r>
            <w:r w:rsidRPr="00937FB8">
              <w:rPr>
                <w:b/>
                <w:sz w:val="22"/>
                <w:szCs w:val="20"/>
              </w:rPr>
              <w:t>0</w:t>
            </w:r>
            <w:r w:rsidR="00C34876">
              <w:rPr>
                <w:b/>
                <w:sz w:val="22"/>
                <w:szCs w:val="20"/>
              </w:rPr>
              <w:t xml:space="preserve">. </w:t>
            </w:r>
            <w:r w:rsidR="00C34876" w:rsidRPr="00C34876">
              <w:rPr>
                <w:b/>
                <w:sz w:val="22"/>
                <w:szCs w:val="20"/>
              </w:rPr>
              <w:t>(Art. 27 bis c</w:t>
            </w:r>
            <w:r w:rsidR="00C34876">
              <w:rPr>
                <w:b/>
                <w:sz w:val="22"/>
                <w:szCs w:val="20"/>
              </w:rPr>
              <w:t>omma</w:t>
            </w:r>
            <w:r w:rsidR="00C34876" w:rsidRPr="00C34876">
              <w:rPr>
                <w:b/>
                <w:sz w:val="22"/>
                <w:szCs w:val="20"/>
              </w:rPr>
              <w:t xml:space="preserve"> 5 del D.</w:t>
            </w:r>
            <w:r w:rsidR="00F5275D">
              <w:rPr>
                <w:b/>
                <w:sz w:val="22"/>
                <w:szCs w:val="20"/>
              </w:rPr>
              <w:t xml:space="preserve"> </w:t>
            </w:r>
            <w:r w:rsidR="00C34876" w:rsidRPr="00C34876">
              <w:rPr>
                <w:b/>
                <w:sz w:val="22"/>
                <w:szCs w:val="20"/>
              </w:rPr>
              <w:t>Lgs. 152/06 e ss.mm.ii.)</w:t>
            </w:r>
          </w:p>
        </w:tc>
      </w:tr>
      <w:tr w:rsidR="00937FB8" w:rsidRPr="003008F1" w:rsidTr="00937FB8">
        <w:trPr>
          <w:trHeight w:val="290"/>
        </w:trPr>
        <w:tc>
          <w:tcPr>
            <w:tcW w:w="1488" w:type="dxa"/>
            <w:vMerge/>
          </w:tcPr>
          <w:p w:rsidR="00937FB8" w:rsidRPr="00C34876" w:rsidRDefault="00937FB8" w:rsidP="007A3C3B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8363" w:type="dxa"/>
            <w:gridSpan w:val="2"/>
          </w:tcPr>
          <w:p w:rsidR="00937FB8" w:rsidRPr="00937FB8" w:rsidRDefault="00937FB8" w:rsidP="00937FB8">
            <w:pPr>
              <w:keepNext/>
              <w:spacing w:after="60"/>
              <w:jc w:val="both"/>
              <w:outlineLvl w:val="6"/>
              <w:rPr>
                <w:b/>
                <w:sz w:val="22"/>
                <w:szCs w:val="20"/>
              </w:rPr>
            </w:pPr>
            <w:r w:rsidRPr="00937FB8">
              <w:rPr>
                <w:b/>
                <w:sz w:val="22"/>
                <w:szCs w:val="20"/>
              </w:rPr>
              <w:t xml:space="preserve">Provvedimento Autorizzatorio Unico Regionale (P.A.U.R.) </w:t>
            </w:r>
          </w:p>
        </w:tc>
      </w:tr>
      <w:tr w:rsidR="00B84B4C" w:rsidRPr="003008F1" w:rsidTr="00B84B4C">
        <w:trPr>
          <w:trHeight w:val="220"/>
        </w:trPr>
        <w:tc>
          <w:tcPr>
            <w:tcW w:w="1488" w:type="dxa"/>
            <w:vMerge/>
          </w:tcPr>
          <w:p w:rsidR="00B84B4C" w:rsidRPr="00C34876" w:rsidRDefault="00B84B4C" w:rsidP="00B84B4C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6732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20/57971</w:t>
            </w:r>
          </w:p>
        </w:tc>
      </w:tr>
      <w:tr w:rsidR="00B84B4C" w:rsidRPr="003008F1" w:rsidTr="00B84B4C">
        <w:trPr>
          <w:trHeight w:val="220"/>
        </w:trPr>
        <w:tc>
          <w:tcPr>
            <w:tcW w:w="1488" w:type="dxa"/>
            <w:vMerge/>
          </w:tcPr>
          <w:p w:rsidR="00B84B4C" w:rsidRPr="00C34876" w:rsidRDefault="00B84B4C" w:rsidP="00B84B4C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6732" w:type="dxa"/>
          </w:tcPr>
          <w:p w:rsidR="00B84B4C" w:rsidRPr="00B84B4C" w:rsidRDefault="00B84B4C" w:rsidP="00B84B4C">
            <w:pPr>
              <w:jc w:val="both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Cava di inerti</w:t>
            </w:r>
          </w:p>
        </w:tc>
      </w:tr>
      <w:tr w:rsidR="00B84B4C" w:rsidRPr="003008F1" w:rsidTr="00B84B4C">
        <w:trPr>
          <w:trHeight w:val="280"/>
        </w:trPr>
        <w:tc>
          <w:tcPr>
            <w:tcW w:w="1488" w:type="dxa"/>
            <w:vMerge/>
          </w:tcPr>
          <w:p w:rsidR="00B84B4C" w:rsidRPr="00C34876" w:rsidRDefault="00B84B4C" w:rsidP="00B84B4C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6732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rFonts w:eastAsia="Calibri"/>
                <w:b/>
                <w:sz w:val="22"/>
              </w:rPr>
              <w:t>Di Carlo Mario S.r.l.</w:t>
            </w:r>
          </w:p>
        </w:tc>
      </w:tr>
      <w:tr w:rsidR="00B84B4C" w:rsidRPr="003008F1" w:rsidTr="00B84B4C">
        <w:trPr>
          <w:trHeight w:val="280"/>
        </w:trPr>
        <w:tc>
          <w:tcPr>
            <w:tcW w:w="1488" w:type="dxa"/>
            <w:vMerge/>
          </w:tcPr>
          <w:p w:rsidR="00B84B4C" w:rsidRPr="00C34876" w:rsidRDefault="00B84B4C" w:rsidP="00B84B4C">
            <w:pPr>
              <w:keepNext/>
              <w:widowControl w:val="0"/>
              <w:jc w:val="both"/>
              <w:outlineLvl w:val="3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31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6732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Capestrano (AQ)</w:t>
            </w:r>
          </w:p>
        </w:tc>
      </w:tr>
      <w:bookmarkEnd w:id="0"/>
    </w:tbl>
    <w:p w:rsidR="003A544F" w:rsidRPr="00B75546" w:rsidRDefault="003A544F" w:rsidP="00525505">
      <w:pPr>
        <w:jc w:val="both"/>
        <w:rPr>
          <w:sz w:val="16"/>
          <w:szCs w:val="16"/>
        </w:rPr>
      </w:pPr>
    </w:p>
    <w:p w:rsidR="00675AA0" w:rsidRDefault="00584A00" w:rsidP="002C4C90">
      <w:pPr>
        <w:rPr>
          <w:sz w:val="22"/>
          <w:szCs w:val="20"/>
        </w:rPr>
      </w:pPr>
      <w:r w:rsidRPr="00937FB8">
        <w:rPr>
          <w:sz w:val="22"/>
          <w:szCs w:val="20"/>
        </w:rPr>
        <w:t xml:space="preserve">Il sottoscritto/a </w:t>
      </w:r>
      <w:r w:rsidRPr="00937FB8">
        <w:rPr>
          <w:sz w:val="22"/>
          <w:szCs w:val="20"/>
          <w:u w:val="single"/>
        </w:rPr>
        <w:t xml:space="preserve">                           </w:t>
      </w:r>
      <w:r w:rsidR="00937FB8" w:rsidRPr="00937FB8">
        <w:rPr>
          <w:sz w:val="22"/>
          <w:szCs w:val="20"/>
          <w:u w:val="single"/>
        </w:rPr>
        <w:t xml:space="preserve">                       </w:t>
      </w:r>
      <w:r w:rsidR="00675AA0">
        <w:rPr>
          <w:sz w:val="22"/>
          <w:szCs w:val="20"/>
          <w:u w:val="single"/>
        </w:rPr>
        <w:t xml:space="preserve">     </w:t>
      </w:r>
      <w:r w:rsidR="00937FB8" w:rsidRPr="00937FB8">
        <w:rPr>
          <w:sz w:val="22"/>
          <w:szCs w:val="20"/>
          <w:u w:val="single"/>
        </w:rPr>
        <w:t xml:space="preserve">      </w:t>
      </w:r>
      <w:r w:rsidR="00000105" w:rsidRPr="00937FB8">
        <w:rPr>
          <w:sz w:val="22"/>
          <w:szCs w:val="20"/>
          <w:u w:val="single"/>
        </w:rPr>
        <w:t xml:space="preserve">             </w:t>
      </w:r>
      <w:r w:rsidR="00781D7D" w:rsidRPr="00937FB8">
        <w:rPr>
          <w:sz w:val="22"/>
          <w:szCs w:val="20"/>
        </w:rPr>
        <w:t>in qualità di</w:t>
      </w:r>
      <w:r w:rsidR="00000105" w:rsidRPr="00937FB8">
        <w:rPr>
          <w:sz w:val="22"/>
          <w:szCs w:val="20"/>
        </w:rPr>
        <w:t xml:space="preserve"> </w:t>
      </w:r>
      <w:r w:rsidRPr="00937FB8">
        <w:rPr>
          <w:sz w:val="22"/>
          <w:szCs w:val="20"/>
          <w:u w:val="single"/>
        </w:rPr>
        <w:t xml:space="preserve">                                                     </w:t>
      </w:r>
      <w:proofErr w:type="gramStart"/>
      <w:r w:rsidRPr="00937FB8">
        <w:rPr>
          <w:sz w:val="22"/>
          <w:szCs w:val="20"/>
          <w:u w:val="single"/>
        </w:rPr>
        <w:t xml:space="preserve"> 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</w:p>
    <w:p w:rsidR="002C4C90" w:rsidRPr="000D6B3A" w:rsidRDefault="002C4C90" w:rsidP="002C4C90">
      <w:pPr>
        <w:ind w:left="1440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 xml:space="preserve"> </w:t>
      </w:r>
      <w:r>
        <w:rPr>
          <w:color w:val="A6A6A6" w:themeColor="background1" w:themeShade="A6"/>
          <w:sz w:val="20"/>
          <w:szCs w:val="20"/>
        </w:rPr>
        <w:t xml:space="preserve">       </w:t>
      </w:r>
      <w:r w:rsidRPr="000D6B3A">
        <w:rPr>
          <w:color w:val="A6A6A6" w:themeColor="background1" w:themeShade="A6"/>
          <w:sz w:val="20"/>
          <w:szCs w:val="20"/>
        </w:rPr>
        <w:t xml:space="preserve">    (indicare il nome e </w:t>
      </w:r>
      <w:proofErr w:type="gramStart"/>
      <w:r w:rsidRPr="000D6B3A">
        <w:rPr>
          <w:color w:val="A6A6A6" w:themeColor="background1" w:themeShade="A6"/>
          <w:sz w:val="20"/>
          <w:szCs w:val="20"/>
        </w:rPr>
        <w:t>cognome)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                  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r w:rsidR="00034A08"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      </w:t>
      </w:r>
    </w:p>
    <w:p w:rsidR="002C4C90" w:rsidRPr="000D6B3A" w:rsidRDefault="002C4C90" w:rsidP="002C4C90">
      <w:pPr>
        <w:spacing w:before="180"/>
        <w:rPr>
          <w:sz w:val="20"/>
          <w:szCs w:val="20"/>
        </w:rPr>
      </w:pPr>
      <w:r>
        <w:rPr>
          <w:sz w:val="20"/>
          <w:szCs w:val="20"/>
        </w:rPr>
        <w:t xml:space="preserve">del </w:t>
      </w:r>
      <w:r w:rsidRPr="000D6B3A">
        <w:rPr>
          <w:sz w:val="20"/>
          <w:szCs w:val="20"/>
        </w:rPr>
        <w:t xml:space="preserve"> </w:t>
      </w:r>
      <w:r w:rsidRPr="000D6B3A">
        <w:rPr>
          <w:sz w:val="20"/>
          <w:szCs w:val="20"/>
          <w:u w:val="single" w:color="000000"/>
        </w:rPr>
        <w:t xml:space="preserve">                                     </w:t>
      </w:r>
      <w:r w:rsidR="00034A08">
        <w:rPr>
          <w:sz w:val="20"/>
          <w:szCs w:val="20"/>
          <w:u w:val="single" w:color="000000"/>
        </w:rPr>
        <w:t xml:space="preserve">                                                                           </w:t>
      </w:r>
      <w:r w:rsidRPr="000D6B3A">
        <w:rPr>
          <w:sz w:val="20"/>
          <w:szCs w:val="20"/>
          <w:u w:val="single" w:color="000000"/>
        </w:rPr>
        <w:t xml:space="preserve">                                                    </w:t>
      </w:r>
      <w:r w:rsidRPr="000D6B3A">
        <w:rPr>
          <w:sz w:val="20"/>
          <w:szCs w:val="20"/>
        </w:rPr>
        <w:t xml:space="preserve"> </w:t>
      </w:r>
      <w:r w:rsidRPr="00937FB8">
        <w:rPr>
          <w:sz w:val="22"/>
          <w:szCs w:val="20"/>
        </w:rPr>
        <w:t xml:space="preserve">in relazione </w:t>
      </w:r>
    </w:p>
    <w:p w:rsidR="002C4C90" w:rsidRPr="000D6B3A" w:rsidRDefault="002C4C90" w:rsidP="002C4C90">
      <w:pPr>
        <w:ind w:left="567"/>
        <w:rPr>
          <w:color w:val="A6A6A6" w:themeColor="background1" w:themeShade="A6"/>
          <w:sz w:val="20"/>
          <w:szCs w:val="20"/>
        </w:rPr>
      </w:pPr>
      <w:r w:rsidRPr="000D6B3A">
        <w:rPr>
          <w:color w:val="A6A6A6" w:themeColor="background1" w:themeShade="A6"/>
          <w:sz w:val="20"/>
          <w:szCs w:val="20"/>
        </w:rPr>
        <w:t>(indicare la struttura di appartenenza)</w:t>
      </w:r>
    </w:p>
    <w:p w:rsidR="00F02CE6" w:rsidRPr="00937FB8" w:rsidRDefault="002C4C90" w:rsidP="002C4C90">
      <w:pPr>
        <w:widowControl w:val="0"/>
        <w:autoSpaceDE w:val="0"/>
        <w:autoSpaceDN w:val="0"/>
        <w:adjustRightInd w:val="0"/>
        <w:spacing w:before="120" w:after="360" w:line="276" w:lineRule="auto"/>
        <w:jc w:val="both"/>
        <w:rPr>
          <w:sz w:val="22"/>
          <w:szCs w:val="20"/>
        </w:rPr>
      </w:pPr>
      <w:r w:rsidRPr="00937FB8">
        <w:rPr>
          <w:sz w:val="22"/>
          <w:szCs w:val="20"/>
        </w:rPr>
        <w:t xml:space="preserve">videoconferenza </w:t>
      </w:r>
      <w:r w:rsidR="00584A00" w:rsidRPr="00937FB8">
        <w:rPr>
          <w:sz w:val="22"/>
          <w:szCs w:val="20"/>
        </w:rPr>
        <w:t xml:space="preserve">in </w:t>
      </w:r>
      <w:r w:rsidR="001164FD" w:rsidRPr="00937FB8">
        <w:rPr>
          <w:sz w:val="22"/>
          <w:szCs w:val="20"/>
        </w:rPr>
        <w:t>relazione all</w:t>
      </w:r>
      <w:r w:rsidR="00937FB8">
        <w:rPr>
          <w:sz w:val="22"/>
          <w:szCs w:val="20"/>
        </w:rPr>
        <w:t xml:space="preserve">a </w:t>
      </w:r>
      <w:r w:rsidR="00937FB8" w:rsidRPr="00937FB8">
        <w:rPr>
          <w:sz w:val="22"/>
          <w:szCs w:val="20"/>
        </w:rPr>
        <w:t xml:space="preserve">Convocazione incontro istruttorio in videoconferenza </w:t>
      </w:r>
      <w:r w:rsidR="00675AA0">
        <w:rPr>
          <w:sz w:val="22"/>
          <w:szCs w:val="20"/>
        </w:rPr>
        <w:t>del</w:t>
      </w:r>
      <w:r w:rsidR="00937FB8" w:rsidRPr="00937FB8">
        <w:rPr>
          <w:sz w:val="22"/>
          <w:szCs w:val="20"/>
        </w:rPr>
        <w:t xml:space="preserve"> </w:t>
      </w:r>
      <w:r w:rsidR="00937FB8" w:rsidRPr="00675AA0">
        <w:rPr>
          <w:b/>
          <w:sz w:val="22"/>
          <w:szCs w:val="20"/>
        </w:rPr>
        <w:t>29/10/2020</w:t>
      </w:r>
      <w:r w:rsidR="00937FB8" w:rsidRPr="00937FB8">
        <w:rPr>
          <w:sz w:val="22"/>
          <w:szCs w:val="20"/>
        </w:rPr>
        <w:t xml:space="preserve">, alle ore </w:t>
      </w:r>
      <w:r w:rsidR="00E26EC9">
        <w:rPr>
          <w:b/>
          <w:sz w:val="22"/>
          <w:szCs w:val="20"/>
        </w:rPr>
        <w:t>9</w:t>
      </w:r>
      <w:r w:rsidR="00937FB8" w:rsidRPr="00675AA0">
        <w:rPr>
          <w:b/>
          <w:sz w:val="22"/>
          <w:szCs w:val="20"/>
        </w:rPr>
        <w:t>.</w:t>
      </w:r>
      <w:r w:rsidR="00E26EC9">
        <w:rPr>
          <w:b/>
          <w:sz w:val="22"/>
          <w:szCs w:val="20"/>
        </w:rPr>
        <w:t>3</w:t>
      </w:r>
      <w:r w:rsidR="00937FB8" w:rsidRPr="00675AA0">
        <w:rPr>
          <w:b/>
          <w:sz w:val="22"/>
          <w:szCs w:val="20"/>
        </w:rPr>
        <w:t>0</w:t>
      </w:r>
      <w:r w:rsidR="00937FB8">
        <w:rPr>
          <w:sz w:val="22"/>
          <w:szCs w:val="20"/>
        </w:rPr>
        <w:t xml:space="preserve"> </w:t>
      </w:r>
      <w:r w:rsidR="00DA3FF9" w:rsidRPr="00937FB8">
        <w:rPr>
          <w:sz w:val="22"/>
          <w:szCs w:val="20"/>
        </w:rPr>
        <w:t>di cui in oggetto</w:t>
      </w:r>
      <w:r w:rsidR="00063FCD" w:rsidRPr="00937FB8">
        <w:rPr>
          <w:sz w:val="22"/>
          <w:szCs w:val="20"/>
        </w:rPr>
        <w:t xml:space="preserve">, per la discussione </w:t>
      </w:r>
      <w:r w:rsidR="00675AA0">
        <w:rPr>
          <w:sz w:val="22"/>
          <w:szCs w:val="20"/>
        </w:rPr>
        <w:t>della seguente procedimento</w:t>
      </w:r>
      <w:r w:rsidR="00584A00" w:rsidRPr="00937FB8">
        <w:rPr>
          <w:sz w:val="22"/>
          <w:szCs w:val="20"/>
        </w:rPr>
        <w:t>: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866"/>
      </w:tblGrid>
      <w:tr w:rsidR="00675AA0" w:rsidRPr="00937FB8" w:rsidTr="00675AA0">
        <w:trPr>
          <w:trHeight w:val="220"/>
        </w:trPr>
        <w:tc>
          <w:tcPr>
            <w:tcW w:w="9851" w:type="dxa"/>
            <w:gridSpan w:val="2"/>
          </w:tcPr>
          <w:p w:rsidR="00675AA0" w:rsidRPr="00937FB8" w:rsidRDefault="00675AA0" w:rsidP="00675AA0">
            <w:pPr>
              <w:keepNext/>
              <w:spacing w:line="259" w:lineRule="auto"/>
              <w:jc w:val="center"/>
              <w:outlineLvl w:val="6"/>
              <w:rPr>
                <w:b/>
                <w:sz w:val="22"/>
                <w:szCs w:val="20"/>
              </w:rPr>
            </w:pPr>
            <w:r w:rsidRPr="00C34876">
              <w:rPr>
                <w:b/>
                <w:sz w:val="22"/>
                <w:szCs w:val="20"/>
              </w:rPr>
              <w:t>Provvedimento Autorizzatorio Unico Regionale (P.A.U.R.)</w:t>
            </w:r>
          </w:p>
        </w:tc>
      </w:tr>
      <w:tr w:rsidR="00B84B4C" w:rsidRPr="00937FB8" w:rsidTr="00B84B4C">
        <w:trPr>
          <w:trHeight w:val="220"/>
        </w:trPr>
        <w:tc>
          <w:tcPr>
            <w:tcW w:w="1985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Codice Pratica</w:t>
            </w:r>
          </w:p>
        </w:tc>
        <w:tc>
          <w:tcPr>
            <w:tcW w:w="7866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20/57971</w:t>
            </w:r>
          </w:p>
        </w:tc>
      </w:tr>
      <w:tr w:rsidR="00B84B4C" w:rsidRPr="00937FB8" w:rsidTr="00B84B4C">
        <w:trPr>
          <w:trHeight w:val="220"/>
        </w:trPr>
        <w:tc>
          <w:tcPr>
            <w:tcW w:w="1985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Progetto </w:t>
            </w:r>
          </w:p>
        </w:tc>
        <w:tc>
          <w:tcPr>
            <w:tcW w:w="7866" w:type="dxa"/>
          </w:tcPr>
          <w:p w:rsidR="00B84B4C" w:rsidRPr="00B84B4C" w:rsidRDefault="00B84B4C" w:rsidP="00B84B4C">
            <w:pPr>
              <w:jc w:val="both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Cava di inerti</w:t>
            </w:r>
          </w:p>
        </w:tc>
      </w:tr>
      <w:tr w:rsidR="00B84B4C" w:rsidRPr="00937FB8" w:rsidTr="00B84B4C">
        <w:trPr>
          <w:trHeight w:val="280"/>
        </w:trPr>
        <w:tc>
          <w:tcPr>
            <w:tcW w:w="1985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 xml:space="preserve">Richiedente </w:t>
            </w:r>
          </w:p>
        </w:tc>
        <w:tc>
          <w:tcPr>
            <w:tcW w:w="7866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rFonts w:eastAsia="Calibri"/>
                <w:b/>
                <w:sz w:val="22"/>
              </w:rPr>
              <w:t>Di Carlo Mario S.r.l.</w:t>
            </w:r>
          </w:p>
        </w:tc>
      </w:tr>
      <w:tr w:rsidR="00B84B4C" w:rsidRPr="00937FB8" w:rsidTr="00B84B4C">
        <w:trPr>
          <w:trHeight w:val="280"/>
        </w:trPr>
        <w:tc>
          <w:tcPr>
            <w:tcW w:w="1985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Comune</w:t>
            </w:r>
          </w:p>
        </w:tc>
        <w:tc>
          <w:tcPr>
            <w:tcW w:w="7866" w:type="dxa"/>
          </w:tcPr>
          <w:p w:rsidR="00B84B4C" w:rsidRPr="00B84B4C" w:rsidRDefault="00B84B4C" w:rsidP="00B84B4C">
            <w:pPr>
              <w:keepNext/>
              <w:jc w:val="both"/>
              <w:outlineLvl w:val="6"/>
              <w:rPr>
                <w:b/>
                <w:sz w:val="22"/>
              </w:rPr>
            </w:pPr>
            <w:r w:rsidRPr="00B84B4C">
              <w:rPr>
                <w:b/>
                <w:sz w:val="22"/>
              </w:rPr>
              <w:t>Capestrano (AQ)</w:t>
            </w:r>
          </w:p>
        </w:tc>
      </w:tr>
    </w:tbl>
    <w:p w:rsidR="00F02CE6" w:rsidRPr="00095AD6" w:rsidRDefault="00F02CE6" w:rsidP="00584A00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b/>
          <w:i/>
          <w:sz w:val="28"/>
        </w:rPr>
      </w:pPr>
      <w:r w:rsidRPr="00095AD6">
        <w:rPr>
          <w:b/>
          <w:i/>
          <w:sz w:val="28"/>
        </w:rPr>
        <w:t>delega</w:t>
      </w:r>
    </w:p>
    <w:p w:rsidR="00675AA0" w:rsidRPr="00095AD6" w:rsidRDefault="00584A00" w:rsidP="003B06E2">
      <w:pPr>
        <w:spacing w:before="180"/>
        <w:rPr>
          <w:szCs w:val="20"/>
        </w:rPr>
      </w:pPr>
      <w:r w:rsidRPr="00095AD6">
        <w:rPr>
          <w:szCs w:val="20"/>
        </w:rPr>
        <w:t xml:space="preserve">alla partecipazione </w:t>
      </w:r>
      <w:r w:rsidR="00675AA0" w:rsidRPr="00095AD6">
        <w:rPr>
          <w:szCs w:val="20"/>
        </w:rPr>
        <w:t>all’Incontro Istruttorio</w:t>
      </w:r>
      <w:r w:rsidRPr="00095AD6">
        <w:rPr>
          <w:szCs w:val="20"/>
        </w:rPr>
        <w:t xml:space="preserve"> </w:t>
      </w:r>
      <w:r w:rsidR="008841D6" w:rsidRPr="00095AD6">
        <w:rPr>
          <w:szCs w:val="20"/>
        </w:rPr>
        <w:t xml:space="preserve">in oggetto </w:t>
      </w:r>
      <w:r w:rsidR="00000105" w:rsidRPr="00095AD6">
        <w:rPr>
          <w:szCs w:val="20"/>
        </w:rPr>
        <w:t>_____________________________________</w:t>
      </w:r>
    </w:p>
    <w:p w:rsidR="003B06E2" w:rsidRPr="00095AD6" w:rsidRDefault="003B06E2" w:rsidP="00095AD6">
      <w:pPr>
        <w:ind w:left="6237"/>
        <w:rPr>
          <w:color w:val="A6A6A6" w:themeColor="background1" w:themeShade="A6"/>
          <w:szCs w:val="20"/>
        </w:rPr>
      </w:pPr>
      <w:r w:rsidRPr="00095AD6">
        <w:rPr>
          <w:color w:val="A6A6A6" w:themeColor="background1" w:themeShade="A6"/>
          <w:szCs w:val="20"/>
        </w:rPr>
        <w:t>(indicare il nome e cognome)</w:t>
      </w:r>
    </w:p>
    <w:p w:rsidR="00B75546" w:rsidRDefault="00B75546" w:rsidP="00B75546">
      <w:pPr>
        <w:spacing w:before="240"/>
        <w:rPr>
          <w:sz w:val="22"/>
          <w:szCs w:val="20"/>
        </w:rPr>
      </w:pPr>
      <w:r w:rsidRPr="00937FB8">
        <w:rPr>
          <w:sz w:val="22"/>
          <w:szCs w:val="20"/>
        </w:rPr>
        <w:t xml:space="preserve">in qualità di </w:t>
      </w:r>
      <w:r w:rsidRPr="00937FB8">
        <w:rPr>
          <w:sz w:val="22"/>
          <w:szCs w:val="20"/>
          <w:u w:val="single"/>
        </w:rPr>
        <w:t xml:space="preserve">            </w:t>
      </w:r>
      <w:r>
        <w:rPr>
          <w:sz w:val="22"/>
          <w:szCs w:val="20"/>
          <w:u w:val="single"/>
        </w:rPr>
        <w:t xml:space="preserve">                           </w:t>
      </w:r>
      <w:proofErr w:type="gramStart"/>
      <w:r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  <w:u w:val="single"/>
        </w:rPr>
        <w:t xml:space="preserve"> </w:t>
      </w:r>
      <w:r w:rsidRPr="00937FB8">
        <w:rPr>
          <w:sz w:val="22"/>
          <w:szCs w:val="20"/>
        </w:rPr>
        <w:t>,</w:t>
      </w:r>
      <w:proofErr w:type="gramEnd"/>
      <w:r w:rsidRPr="00937FB8">
        <w:rPr>
          <w:sz w:val="22"/>
          <w:szCs w:val="20"/>
        </w:rPr>
        <w:t xml:space="preserve"> </w:t>
      </w:r>
      <w:r>
        <w:rPr>
          <w:sz w:val="20"/>
          <w:szCs w:val="20"/>
        </w:rPr>
        <w:t xml:space="preserve">del </w:t>
      </w:r>
      <w:r w:rsidRPr="00B75546">
        <w:rPr>
          <w:i/>
          <w:sz w:val="20"/>
          <w:szCs w:val="20"/>
          <w:u w:val="single"/>
        </w:rPr>
        <w:t xml:space="preserve">                                </w:t>
      </w:r>
      <w:r>
        <w:rPr>
          <w:i/>
          <w:sz w:val="20"/>
          <w:szCs w:val="20"/>
          <w:u w:val="single"/>
        </w:rPr>
        <w:t xml:space="preserve">    </w:t>
      </w:r>
      <w:r w:rsidRPr="00B75546">
        <w:rPr>
          <w:i/>
          <w:sz w:val="20"/>
          <w:szCs w:val="20"/>
          <w:u w:val="single"/>
        </w:rPr>
        <w:t xml:space="preserve">                                                                               </w:t>
      </w:r>
      <w:r>
        <w:rPr>
          <w:i/>
          <w:sz w:val="20"/>
          <w:szCs w:val="20"/>
          <w:u w:val="single"/>
        </w:rPr>
        <w:t xml:space="preserve">  </w:t>
      </w:r>
    </w:p>
    <w:p w:rsidR="00B75546" w:rsidRPr="000D6B3A" w:rsidRDefault="00B75546" w:rsidP="00B75546">
      <w:pPr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 xml:space="preserve">                          </w:t>
      </w:r>
      <w:r w:rsidRPr="000D6B3A">
        <w:rPr>
          <w:color w:val="A6A6A6" w:themeColor="background1" w:themeShade="A6"/>
          <w:sz w:val="20"/>
          <w:szCs w:val="20"/>
        </w:rPr>
        <w:t xml:space="preserve">(indicare </w:t>
      </w:r>
      <w:r>
        <w:rPr>
          <w:color w:val="A6A6A6" w:themeColor="background1" w:themeShade="A6"/>
          <w:sz w:val="20"/>
          <w:szCs w:val="20"/>
        </w:rPr>
        <w:t xml:space="preserve">la </w:t>
      </w:r>
      <w:proofErr w:type="gramStart"/>
      <w:r>
        <w:rPr>
          <w:color w:val="A6A6A6" w:themeColor="background1" w:themeShade="A6"/>
          <w:sz w:val="20"/>
          <w:szCs w:val="20"/>
        </w:rPr>
        <w:t>funzione</w:t>
      </w:r>
      <w:r w:rsidRPr="000D6B3A">
        <w:rPr>
          <w:color w:val="A6A6A6" w:themeColor="background1" w:themeShade="A6"/>
          <w:sz w:val="20"/>
          <w:szCs w:val="20"/>
        </w:rPr>
        <w:t>)</w:t>
      </w:r>
      <w:r>
        <w:rPr>
          <w:color w:val="A6A6A6" w:themeColor="background1" w:themeShade="A6"/>
          <w:sz w:val="20"/>
          <w:szCs w:val="20"/>
        </w:rPr>
        <w:t xml:space="preserve">   </w:t>
      </w:r>
      <w:proofErr w:type="gramEnd"/>
      <w:r>
        <w:rPr>
          <w:color w:val="A6A6A6" w:themeColor="background1" w:themeShade="A6"/>
          <w:sz w:val="20"/>
          <w:szCs w:val="20"/>
        </w:rPr>
        <w:t xml:space="preserve">      </w:t>
      </w:r>
      <w:r w:rsidRPr="00B75546">
        <w:rPr>
          <w:color w:val="A6A6A6" w:themeColor="background1" w:themeShade="A6"/>
          <w:sz w:val="20"/>
          <w:szCs w:val="20"/>
        </w:rPr>
        <w:t xml:space="preserve">                                       (indicare l’ente e il servizio del delegat</w:t>
      </w:r>
      <w:r>
        <w:rPr>
          <w:color w:val="A6A6A6" w:themeColor="background1" w:themeShade="A6"/>
          <w:sz w:val="20"/>
          <w:szCs w:val="20"/>
        </w:rPr>
        <w:t>o</w:t>
      </w:r>
      <w:r w:rsidRPr="00B75546">
        <w:rPr>
          <w:color w:val="A6A6A6" w:themeColor="background1" w:themeShade="A6"/>
          <w:sz w:val="20"/>
          <w:szCs w:val="20"/>
        </w:rPr>
        <w:t>)</w:t>
      </w:r>
    </w:p>
    <w:p w:rsidR="00C25D57" w:rsidRPr="00095AD6" w:rsidRDefault="001164FD" w:rsidP="00B75546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szCs w:val="20"/>
        </w:rPr>
      </w:pPr>
      <w:r w:rsidRPr="00095AD6">
        <w:rPr>
          <w:szCs w:val="20"/>
        </w:rPr>
        <w:t>D</w:t>
      </w:r>
      <w:r w:rsidR="001538E5" w:rsidRPr="00095AD6">
        <w:rPr>
          <w:szCs w:val="20"/>
        </w:rPr>
        <w:t xml:space="preserve">istinti </w:t>
      </w:r>
      <w:r w:rsidRPr="00095AD6">
        <w:rPr>
          <w:szCs w:val="20"/>
        </w:rPr>
        <w:t>S</w:t>
      </w:r>
      <w:r w:rsidR="001538E5" w:rsidRPr="00095AD6">
        <w:rPr>
          <w:szCs w:val="20"/>
        </w:rPr>
        <w:t>aluti.</w:t>
      </w:r>
    </w:p>
    <w:p w:rsidR="00095AD6" w:rsidRDefault="00095AD6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  <w:r>
        <w:rPr>
          <w:b/>
          <w:szCs w:val="20"/>
        </w:rPr>
        <w:t>Firma</w:t>
      </w:r>
    </w:p>
    <w:p w:rsidR="00907035" w:rsidRDefault="00907035" w:rsidP="00907035">
      <w:pPr>
        <w:widowControl w:val="0"/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095AD6" w:rsidRPr="00095AD6" w:rsidRDefault="00095AD6" w:rsidP="0090703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left="5103"/>
        <w:jc w:val="center"/>
        <w:rPr>
          <w:b/>
          <w:szCs w:val="20"/>
        </w:rPr>
      </w:pP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Firma Digitale</w:t>
      </w:r>
    </w:p>
    <w:p w:rsidR="00B75546" w:rsidRDefault="00B75546" w:rsidP="00B75546">
      <w:pPr>
        <w:ind w:left="6095" w:hanging="561"/>
        <w:jc w:val="center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oppure</w:t>
      </w:r>
    </w:p>
    <w:p w:rsidR="00B75546" w:rsidRDefault="00B75546" w:rsidP="00B75546">
      <w:pPr>
        <w:ind w:left="6095" w:hanging="561"/>
        <w:jc w:val="center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Allegare Copia del Documento di riconoscimento</w:t>
      </w:r>
    </w:p>
    <w:sectPr w:rsidR="00B75546" w:rsidSect="00AB4E2F">
      <w:headerReference w:type="default" r:id="rId12"/>
      <w:headerReference w:type="first" r:id="rId13"/>
      <w:type w:val="continuous"/>
      <w:pgSz w:w="11906" w:h="16838" w:code="9"/>
      <w:pgMar w:top="1134" w:right="1134" w:bottom="426" w:left="1134" w:header="567" w:footer="346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BF" w:rsidRDefault="005F55BF">
      <w:r>
        <w:separator/>
      </w:r>
    </w:p>
  </w:endnote>
  <w:endnote w:type="continuationSeparator" w:id="0">
    <w:p w:rsidR="005F55BF" w:rsidRDefault="005F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BF" w:rsidRDefault="005F55BF">
      <w:r>
        <w:separator/>
      </w:r>
    </w:p>
  </w:footnote>
  <w:footnote w:type="continuationSeparator" w:id="0">
    <w:p w:rsidR="005F55BF" w:rsidRDefault="005F5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653" w:rsidRPr="007D7645" w:rsidRDefault="00803653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859"/>
    </w:tblGrid>
    <w:tr w:rsidR="00907035" w:rsidRPr="00522750" w:rsidTr="00907035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35pt;height:56.5pt">
                <v:imagedata r:id="rId1" o:title=""/>
              </v:shape>
              <o:OLEObject Type="Embed" ProgID="PBrush" ShapeID="_x0000_i1025" DrawAspect="Content" ObjectID="_1665379791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CA6B65" w:rsidRPr="00AB332C" w:rsidRDefault="00CA6B65" w:rsidP="00F02CE6">
    <w:pPr>
      <w:pStyle w:val="Intestazione"/>
      <w:jc w:val="center"/>
      <w:rPr>
        <w:rFonts w:ascii="Calibri" w:hAnsi="Calibri" w:cs="Calibri"/>
        <w:sz w:val="1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55" w:type="pct"/>
      <w:tblBorders>
        <w:top w:val="single" w:sz="4" w:space="0" w:color="00B050"/>
        <w:bottom w:val="single" w:sz="4" w:space="0" w:color="00B050"/>
      </w:tblBorders>
      <w:tblLook w:val="01E0" w:firstRow="1" w:lastRow="1" w:firstColumn="1" w:lastColumn="1" w:noHBand="0" w:noVBand="0"/>
    </w:tblPr>
    <w:tblGrid>
      <w:gridCol w:w="9744"/>
    </w:tblGrid>
    <w:tr w:rsidR="00907035" w:rsidRPr="00522750" w:rsidTr="00091C61">
      <w:tc>
        <w:tcPr>
          <w:tcW w:w="5000" w:type="pct"/>
          <w:tcBorders>
            <w:top w:val="single" w:sz="4" w:space="0" w:color="00B050"/>
            <w:bottom w:val="single" w:sz="4" w:space="0" w:color="00B050"/>
          </w:tcBorders>
        </w:tcPr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jc w:val="center"/>
          </w:pPr>
          <w:r w:rsidRPr="00522750">
            <w:object w:dxaOrig="10544" w:dyaOrig="16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35pt;height:56.5pt">
                <v:imagedata r:id="rId1" o:title=""/>
              </v:shape>
              <o:OLEObject Type="Embed" ProgID="PBrush" ShapeID="_x0000_i1026" DrawAspect="Content" ObjectID="_1665379792" r:id="rId2"/>
            </w:object>
          </w:r>
        </w:p>
        <w:p w:rsidR="00907035" w:rsidRPr="00522750" w:rsidRDefault="00907035" w:rsidP="00907035">
          <w:pPr>
            <w:pStyle w:val="Intestazione"/>
            <w:tabs>
              <w:tab w:val="clear" w:pos="9638"/>
              <w:tab w:val="right" w:pos="9498"/>
            </w:tabs>
            <w:ind w:firstLine="34"/>
            <w:jc w:val="center"/>
          </w:pPr>
          <w:r w:rsidRPr="00522750">
            <w:rPr>
              <w:caps/>
              <w:spacing w:val="-10"/>
              <w:szCs w:val="32"/>
            </w:rPr>
            <w:t>Giunta Regionale</w:t>
          </w:r>
        </w:p>
      </w:tc>
    </w:tr>
  </w:tbl>
  <w:p w:rsidR="0085315B" w:rsidRPr="007D7645" w:rsidRDefault="0085315B" w:rsidP="007D7645">
    <w:pPr>
      <w:pStyle w:val="Intestazione"/>
      <w:tabs>
        <w:tab w:val="clear" w:pos="4819"/>
        <w:tab w:val="clear" w:pos="9638"/>
        <w:tab w:val="left" w:pos="1751"/>
      </w:tabs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15B" w:rsidRPr="00CB351E" w:rsidRDefault="0085315B" w:rsidP="001A633B">
    <w:pPr>
      <w:pStyle w:val="Intestazione"/>
      <w:tabs>
        <w:tab w:val="clear" w:pos="9638"/>
        <w:tab w:val="right" w:pos="9498"/>
      </w:tabs>
      <w:rPr>
        <w:sz w:val="10"/>
        <w:szCs w:val="10"/>
      </w:rPr>
    </w:pPr>
    <w:r w:rsidRPr="00CB351E">
      <w:rPr>
        <w:sz w:val="10"/>
        <w:szCs w:val="10"/>
      </w:rPr>
      <w:tab/>
    </w: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Default="0085315B" w:rsidP="00B122BC">
    <w:pPr>
      <w:pStyle w:val="Intestazione"/>
      <w:tabs>
        <w:tab w:val="clear" w:pos="9638"/>
      </w:tabs>
      <w:jc w:val="center"/>
      <w:rPr>
        <w:rFonts w:ascii="Calibri" w:hAnsi="Calibri" w:cs="Calibri"/>
        <w:b/>
        <w:i/>
        <w:sz w:val="18"/>
        <w:szCs w:val="18"/>
      </w:rPr>
    </w:pP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sz w:val="18"/>
        <w:szCs w:val="18"/>
      </w:rPr>
    </w:pPr>
    <w:r w:rsidRPr="00241F67">
      <w:rPr>
        <w:b/>
        <w:i/>
        <w:sz w:val="18"/>
        <w:szCs w:val="18"/>
      </w:rPr>
      <w:t>DIPARTIMENTO OPERE PUBBLICHE, GOVERNO DEL TERRITORIO E POLITICHE AMBIENTALI</w:t>
    </w:r>
    <w:r w:rsidRPr="00241F67">
      <w:rPr>
        <w:sz w:val="18"/>
        <w:szCs w:val="18"/>
      </w:rPr>
      <w:t xml:space="preserve"> </w:t>
    </w:r>
  </w:p>
  <w:p w:rsidR="0085315B" w:rsidRPr="00241F67" w:rsidRDefault="0085315B" w:rsidP="00B122BC">
    <w:pPr>
      <w:pStyle w:val="Intestazione"/>
      <w:tabs>
        <w:tab w:val="clear" w:pos="9638"/>
      </w:tabs>
      <w:jc w:val="center"/>
      <w:rPr>
        <w:b/>
        <w:i/>
        <w:sz w:val="18"/>
        <w:szCs w:val="18"/>
      </w:rPr>
    </w:pPr>
    <w:r w:rsidRPr="00241F67">
      <w:rPr>
        <w:b/>
        <w:i/>
        <w:sz w:val="18"/>
        <w:szCs w:val="18"/>
      </w:rPr>
      <w:t>Servizio Valutazione Ambientale</w:t>
    </w:r>
  </w:p>
  <w:p w:rsidR="0085315B" w:rsidRPr="00241F67" w:rsidRDefault="0085315B" w:rsidP="0023143F">
    <w:pPr>
      <w:pStyle w:val="Intestazione"/>
      <w:tabs>
        <w:tab w:val="left" w:pos="5387"/>
        <w:tab w:val="left" w:pos="5812"/>
        <w:tab w:val="left" w:pos="6521"/>
        <w:tab w:val="left" w:pos="6663"/>
      </w:tabs>
      <w:jc w:val="center"/>
      <w:rPr>
        <w:i/>
        <w:sz w:val="18"/>
        <w:szCs w:val="18"/>
      </w:rPr>
    </w:pPr>
    <w:r w:rsidRPr="00241F67">
      <w:rPr>
        <w:i/>
        <w:sz w:val="18"/>
        <w:szCs w:val="18"/>
      </w:rPr>
      <w:t xml:space="preserve">Via Salaria Antica est 29/F – 67100 L’Aquila -  tel. 0862.3631 - </w:t>
    </w:r>
    <w:r w:rsidRPr="00241F67">
      <w:rPr>
        <w:i/>
        <w:sz w:val="18"/>
        <w:szCs w:val="18"/>
      </w:rPr>
      <w:tab/>
      <w:t>fax 0862.363486</w:t>
    </w:r>
  </w:p>
  <w:p w:rsidR="0085315B" w:rsidRPr="00241F67" w:rsidRDefault="0085315B" w:rsidP="00B122BC">
    <w:pPr>
      <w:pStyle w:val="Intestazione"/>
      <w:jc w:val="center"/>
      <w:rPr>
        <w:sz w:val="18"/>
        <w:szCs w:val="18"/>
      </w:rPr>
    </w:pPr>
    <w:r w:rsidRPr="00241F67">
      <w:rPr>
        <w:sz w:val="18"/>
        <w:szCs w:val="18"/>
      </w:rPr>
      <w:t xml:space="preserve">Sito web: </w:t>
    </w:r>
    <w:r w:rsidRPr="00241F67">
      <w:rPr>
        <w:i/>
        <w:sz w:val="18"/>
        <w:szCs w:val="18"/>
      </w:rPr>
      <w:t>ambiente.regione.abruzzo.it</w:t>
    </w:r>
    <w:r w:rsidRPr="00241F67">
      <w:rPr>
        <w:sz w:val="18"/>
        <w:szCs w:val="18"/>
      </w:rPr>
      <w:t xml:space="preserve"> - e-mail: </w:t>
    </w:r>
    <w:r w:rsidRPr="00241F67">
      <w:rPr>
        <w:i/>
        <w:sz w:val="18"/>
        <w:szCs w:val="18"/>
      </w:rPr>
      <w:t>dpc@regione.abruzzo.it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6CE"/>
    <w:multiLevelType w:val="hybridMultilevel"/>
    <w:tmpl w:val="80BE998C"/>
    <w:lvl w:ilvl="0" w:tplc="6F428EF2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95556"/>
    <w:multiLevelType w:val="hybridMultilevel"/>
    <w:tmpl w:val="2FFE94B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103B6123"/>
    <w:multiLevelType w:val="hybridMultilevel"/>
    <w:tmpl w:val="84F67B5E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A68EE"/>
    <w:multiLevelType w:val="hybridMultilevel"/>
    <w:tmpl w:val="77AC95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D5F"/>
    <w:multiLevelType w:val="hybridMultilevel"/>
    <w:tmpl w:val="9AC4D5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455A52"/>
    <w:multiLevelType w:val="hybridMultilevel"/>
    <w:tmpl w:val="90DA88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D6BBA"/>
    <w:multiLevelType w:val="hybridMultilevel"/>
    <w:tmpl w:val="C3345AD2"/>
    <w:lvl w:ilvl="0" w:tplc="1700B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6F94"/>
    <w:multiLevelType w:val="hybridMultilevel"/>
    <w:tmpl w:val="B2BC43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D0666"/>
    <w:multiLevelType w:val="hybridMultilevel"/>
    <w:tmpl w:val="29C4D01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88328508">
      <w:numFmt w:val="bullet"/>
      <w:lvlText w:val="-"/>
      <w:lvlJc w:val="left"/>
      <w:pPr>
        <w:ind w:left="108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CE414D"/>
    <w:multiLevelType w:val="hybridMultilevel"/>
    <w:tmpl w:val="F36C41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1C2150"/>
    <w:multiLevelType w:val="hybridMultilevel"/>
    <w:tmpl w:val="C130C3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F00CC"/>
    <w:multiLevelType w:val="hybridMultilevel"/>
    <w:tmpl w:val="70004244"/>
    <w:lvl w:ilvl="0" w:tplc="091002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2583555E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4005E"/>
    <w:multiLevelType w:val="hybridMultilevel"/>
    <w:tmpl w:val="EB3E51CE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9600EB5"/>
    <w:multiLevelType w:val="hybridMultilevel"/>
    <w:tmpl w:val="BC42ADA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2DA840A0"/>
    <w:multiLevelType w:val="hybridMultilevel"/>
    <w:tmpl w:val="B3B49992"/>
    <w:lvl w:ilvl="0" w:tplc="1CC88B3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312C1F50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D643D8"/>
    <w:multiLevelType w:val="hybridMultilevel"/>
    <w:tmpl w:val="D89098A4"/>
    <w:lvl w:ilvl="0" w:tplc="8452C29C">
      <w:numFmt w:val="bullet"/>
      <w:lvlText w:val=""/>
      <w:lvlJc w:val="left"/>
      <w:pPr>
        <w:ind w:left="1417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FD498D"/>
    <w:multiLevelType w:val="hybridMultilevel"/>
    <w:tmpl w:val="D69A7FAC"/>
    <w:lvl w:ilvl="0" w:tplc="9DB6E4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E6992"/>
    <w:multiLevelType w:val="hybridMultilevel"/>
    <w:tmpl w:val="04A0D2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B15D9D"/>
    <w:multiLevelType w:val="multilevel"/>
    <w:tmpl w:val="04A0D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00094B"/>
    <w:multiLevelType w:val="hybridMultilevel"/>
    <w:tmpl w:val="0F163ACC"/>
    <w:lvl w:ilvl="0" w:tplc="661CD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2347B"/>
    <w:multiLevelType w:val="hybridMultilevel"/>
    <w:tmpl w:val="CB5AAEF6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A65C72"/>
    <w:multiLevelType w:val="multilevel"/>
    <w:tmpl w:val="D80CC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BF04A5"/>
    <w:multiLevelType w:val="hybridMultilevel"/>
    <w:tmpl w:val="9FD4EF70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67B53"/>
    <w:multiLevelType w:val="hybridMultilevel"/>
    <w:tmpl w:val="C0423162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AA4E5B"/>
    <w:multiLevelType w:val="hybridMultilevel"/>
    <w:tmpl w:val="A24832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72A"/>
    <w:multiLevelType w:val="hybridMultilevel"/>
    <w:tmpl w:val="41F4941E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B7E00"/>
    <w:multiLevelType w:val="hybridMultilevel"/>
    <w:tmpl w:val="11B83BDC"/>
    <w:lvl w:ilvl="0" w:tplc="E4589F26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F35571"/>
    <w:multiLevelType w:val="hybridMultilevel"/>
    <w:tmpl w:val="24A2AFA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BCF61E7"/>
    <w:multiLevelType w:val="hybridMultilevel"/>
    <w:tmpl w:val="616C015C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1" w15:restartNumberingAfterBreak="0">
    <w:nsid w:val="5BEA77BA"/>
    <w:multiLevelType w:val="hybridMultilevel"/>
    <w:tmpl w:val="B6A8F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46751"/>
    <w:multiLevelType w:val="hybridMultilevel"/>
    <w:tmpl w:val="919A471C"/>
    <w:lvl w:ilvl="0" w:tplc="E4589F26">
      <w:numFmt w:val="bullet"/>
      <w:lvlText w:val="•"/>
      <w:lvlJc w:val="left"/>
      <w:pPr>
        <w:ind w:left="1417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66D5F"/>
    <w:multiLevelType w:val="hybridMultilevel"/>
    <w:tmpl w:val="3034B0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290CF7"/>
    <w:multiLevelType w:val="hybridMultilevel"/>
    <w:tmpl w:val="23FAA6CA"/>
    <w:lvl w:ilvl="0" w:tplc="0410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5" w15:restartNumberingAfterBreak="0">
    <w:nsid w:val="6A593971"/>
    <w:multiLevelType w:val="hybridMultilevel"/>
    <w:tmpl w:val="748453C2"/>
    <w:lvl w:ilvl="0" w:tplc="15524D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71F2"/>
    <w:multiLevelType w:val="hybridMultilevel"/>
    <w:tmpl w:val="4662AF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85362"/>
    <w:multiLevelType w:val="hybridMultilevel"/>
    <w:tmpl w:val="5D4A5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5787C"/>
    <w:multiLevelType w:val="hybridMultilevel"/>
    <w:tmpl w:val="1F84580E"/>
    <w:lvl w:ilvl="0" w:tplc="88328508">
      <w:numFmt w:val="bullet"/>
      <w:lvlText w:val="-"/>
      <w:lvlJc w:val="left"/>
      <w:pPr>
        <w:ind w:left="720" w:hanging="360"/>
      </w:pPr>
      <w:rPr>
        <w:rFonts w:ascii="Calibri" w:hAnsi="Calibri" w:cstheme="minorBidi" w:hint="default"/>
        <w:sz w:val="22"/>
      </w:rPr>
    </w:lvl>
    <w:lvl w:ilvl="1" w:tplc="88328508">
      <w:numFmt w:val="bullet"/>
      <w:lvlText w:val="-"/>
      <w:lvlJc w:val="left"/>
      <w:pPr>
        <w:ind w:left="1440" w:hanging="360"/>
      </w:pPr>
      <w:rPr>
        <w:rFonts w:ascii="Calibr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13334"/>
    <w:multiLevelType w:val="hybridMultilevel"/>
    <w:tmpl w:val="36608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734"/>
    <w:multiLevelType w:val="hybridMultilevel"/>
    <w:tmpl w:val="299A7E9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63F1FB4"/>
    <w:multiLevelType w:val="hybridMultilevel"/>
    <w:tmpl w:val="7C2AFC12"/>
    <w:lvl w:ilvl="0" w:tplc="8452C29C">
      <w:numFmt w:val="bullet"/>
      <w:lvlText w:val=""/>
      <w:lvlJc w:val="left"/>
      <w:pPr>
        <w:ind w:left="708" w:hanging="708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962CDD"/>
    <w:multiLevelType w:val="hybridMultilevel"/>
    <w:tmpl w:val="D80CC3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101C73"/>
    <w:multiLevelType w:val="hybridMultilevel"/>
    <w:tmpl w:val="21C281E4"/>
    <w:lvl w:ilvl="0" w:tplc="F3FA65F6">
      <w:numFmt w:val="bullet"/>
      <w:lvlText w:val="-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2C59B9"/>
    <w:multiLevelType w:val="hybridMultilevel"/>
    <w:tmpl w:val="22AEEC5A"/>
    <w:lvl w:ilvl="0" w:tplc="65FABC1C">
      <w:start w:val="1"/>
      <w:numFmt w:val="lowerLetter"/>
      <w:lvlText w:val="%1)"/>
      <w:lvlJc w:val="left"/>
      <w:pPr>
        <w:tabs>
          <w:tab w:val="num" w:pos="283"/>
        </w:tabs>
        <w:ind w:left="1063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45" w15:restartNumberingAfterBreak="0">
    <w:nsid w:val="7B1C2381"/>
    <w:multiLevelType w:val="hybridMultilevel"/>
    <w:tmpl w:val="9BDA6026"/>
    <w:lvl w:ilvl="0" w:tplc="58DC422C">
      <w:start w:val="1"/>
      <w:numFmt w:val="decimal"/>
      <w:lvlText w:val="%1)"/>
      <w:lvlJc w:val="left"/>
      <w:pPr>
        <w:ind w:left="142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D6185C"/>
    <w:multiLevelType w:val="hybridMultilevel"/>
    <w:tmpl w:val="17FC81AE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7" w15:restartNumberingAfterBreak="0">
    <w:nsid w:val="7D212BE1"/>
    <w:multiLevelType w:val="hybridMultilevel"/>
    <w:tmpl w:val="33BABE40"/>
    <w:lvl w:ilvl="0" w:tplc="47C6F2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3F365B"/>
    <w:multiLevelType w:val="hybridMultilevel"/>
    <w:tmpl w:val="022E0158"/>
    <w:lvl w:ilvl="0" w:tplc="5388E98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F0776F"/>
    <w:multiLevelType w:val="hybridMultilevel"/>
    <w:tmpl w:val="0C4C213A"/>
    <w:lvl w:ilvl="0" w:tplc="58DC42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6"/>
  </w:num>
  <w:num w:numId="3">
    <w:abstractNumId w:val="42"/>
  </w:num>
  <w:num w:numId="4">
    <w:abstractNumId w:val="15"/>
  </w:num>
  <w:num w:numId="5">
    <w:abstractNumId w:val="23"/>
  </w:num>
  <w:num w:numId="6">
    <w:abstractNumId w:val="19"/>
  </w:num>
  <w:num w:numId="7">
    <w:abstractNumId w:val="1"/>
  </w:num>
  <w:num w:numId="8">
    <w:abstractNumId w:val="33"/>
  </w:num>
  <w:num w:numId="9">
    <w:abstractNumId w:val="20"/>
  </w:num>
  <w:num w:numId="10">
    <w:abstractNumId w:val="9"/>
  </w:num>
  <w:num w:numId="11">
    <w:abstractNumId w:val="12"/>
  </w:num>
  <w:num w:numId="12">
    <w:abstractNumId w:val="26"/>
  </w:num>
  <w:num w:numId="13">
    <w:abstractNumId w:val="16"/>
  </w:num>
  <w:num w:numId="14">
    <w:abstractNumId w:val="36"/>
  </w:num>
  <w:num w:numId="15">
    <w:abstractNumId w:val="18"/>
  </w:num>
  <w:num w:numId="16">
    <w:abstractNumId w:val="49"/>
  </w:num>
  <w:num w:numId="17">
    <w:abstractNumId w:val="29"/>
  </w:num>
  <w:num w:numId="18">
    <w:abstractNumId w:val="13"/>
  </w:num>
  <w:num w:numId="19">
    <w:abstractNumId w:val="45"/>
  </w:num>
  <w:num w:numId="20">
    <w:abstractNumId w:val="32"/>
  </w:num>
  <w:num w:numId="21">
    <w:abstractNumId w:val="22"/>
  </w:num>
  <w:num w:numId="22">
    <w:abstractNumId w:val="27"/>
  </w:num>
  <w:num w:numId="23">
    <w:abstractNumId w:val="41"/>
  </w:num>
  <w:num w:numId="24">
    <w:abstractNumId w:val="24"/>
  </w:num>
  <w:num w:numId="25">
    <w:abstractNumId w:val="17"/>
  </w:num>
  <w:num w:numId="26">
    <w:abstractNumId w:val="21"/>
  </w:num>
  <w:num w:numId="27">
    <w:abstractNumId w:val="2"/>
  </w:num>
  <w:num w:numId="28">
    <w:abstractNumId w:val="5"/>
  </w:num>
  <w:num w:numId="29">
    <w:abstractNumId w:val="48"/>
  </w:num>
  <w:num w:numId="30">
    <w:abstractNumId w:val="43"/>
  </w:num>
  <w:num w:numId="31">
    <w:abstractNumId w:val="28"/>
  </w:num>
  <w:num w:numId="32">
    <w:abstractNumId w:val="37"/>
  </w:num>
  <w:num w:numId="33">
    <w:abstractNumId w:val="31"/>
  </w:num>
  <w:num w:numId="34">
    <w:abstractNumId w:val="0"/>
  </w:num>
  <w:num w:numId="35">
    <w:abstractNumId w:val="4"/>
  </w:num>
  <w:num w:numId="36">
    <w:abstractNumId w:val="7"/>
  </w:num>
  <w:num w:numId="37">
    <w:abstractNumId w:val="30"/>
  </w:num>
  <w:num w:numId="38">
    <w:abstractNumId w:val="34"/>
  </w:num>
  <w:num w:numId="39">
    <w:abstractNumId w:val="14"/>
  </w:num>
  <w:num w:numId="40">
    <w:abstractNumId w:val="6"/>
  </w:num>
  <w:num w:numId="41">
    <w:abstractNumId w:val="38"/>
  </w:num>
  <w:num w:numId="42">
    <w:abstractNumId w:val="8"/>
  </w:num>
  <w:num w:numId="43">
    <w:abstractNumId w:val="10"/>
  </w:num>
  <w:num w:numId="44">
    <w:abstractNumId w:val="3"/>
  </w:num>
  <w:num w:numId="45">
    <w:abstractNumId w:val="35"/>
  </w:num>
  <w:num w:numId="46">
    <w:abstractNumId w:val="11"/>
  </w:num>
  <w:num w:numId="47">
    <w:abstractNumId w:val="47"/>
  </w:num>
  <w:num w:numId="48">
    <w:abstractNumId w:val="25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05"/>
    <w:rsid w:val="00000105"/>
    <w:rsid w:val="00002614"/>
    <w:rsid w:val="00007C20"/>
    <w:rsid w:val="00012902"/>
    <w:rsid w:val="00032DC1"/>
    <w:rsid w:val="00034A08"/>
    <w:rsid w:val="00042B91"/>
    <w:rsid w:val="00043E3A"/>
    <w:rsid w:val="00044512"/>
    <w:rsid w:val="00044FD0"/>
    <w:rsid w:val="000473B5"/>
    <w:rsid w:val="000540F1"/>
    <w:rsid w:val="000549CA"/>
    <w:rsid w:val="00055473"/>
    <w:rsid w:val="00056BF3"/>
    <w:rsid w:val="0006006B"/>
    <w:rsid w:val="00063FCD"/>
    <w:rsid w:val="00076878"/>
    <w:rsid w:val="00076DE1"/>
    <w:rsid w:val="000776FB"/>
    <w:rsid w:val="0007790B"/>
    <w:rsid w:val="00077F73"/>
    <w:rsid w:val="00081689"/>
    <w:rsid w:val="00081724"/>
    <w:rsid w:val="00084199"/>
    <w:rsid w:val="0009415E"/>
    <w:rsid w:val="00094F81"/>
    <w:rsid w:val="00095AD6"/>
    <w:rsid w:val="00097DA2"/>
    <w:rsid w:val="000A5ECF"/>
    <w:rsid w:val="000A67CE"/>
    <w:rsid w:val="000B58C9"/>
    <w:rsid w:val="000B6D11"/>
    <w:rsid w:val="000B75AF"/>
    <w:rsid w:val="000B779F"/>
    <w:rsid w:val="000C27CA"/>
    <w:rsid w:val="000D564B"/>
    <w:rsid w:val="000D56FF"/>
    <w:rsid w:val="000E29EA"/>
    <w:rsid w:val="000F1E7B"/>
    <w:rsid w:val="000F1E7C"/>
    <w:rsid w:val="000F28AB"/>
    <w:rsid w:val="000F4FBE"/>
    <w:rsid w:val="000F5D05"/>
    <w:rsid w:val="00101BBC"/>
    <w:rsid w:val="0011001C"/>
    <w:rsid w:val="00111E19"/>
    <w:rsid w:val="001145C0"/>
    <w:rsid w:val="00115624"/>
    <w:rsid w:val="001164FD"/>
    <w:rsid w:val="00127F8D"/>
    <w:rsid w:val="00130FAF"/>
    <w:rsid w:val="001340F7"/>
    <w:rsid w:val="00143C8C"/>
    <w:rsid w:val="0014692D"/>
    <w:rsid w:val="001538E5"/>
    <w:rsid w:val="001551D0"/>
    <w:rsid w:val="00155E13"/>
    <w:rsid w:val="00161184"/>
    <w:rsid w:val="001648A7"/>
    <w:rsid w:val="0016760C"/>
    <w:rsid w:val="00171FE4"/>
    <w:rsid w:val="00173CBB"/>
    <w:rsid w:val="0018155A"/>
    <w:rsid w:val="00182DF2"/>
    <w:rsid w:val="001875C3"/>
    <w:rsid w:val="001879FF"/>
    <w:rsid w:val="00196F87"/>
    <w:rsid w:val="00197138"/>
    <w:rsid w:val="00197C80"/>
    <w:rsid w:val="001A14E8"/>
    <w:rsid w:val="001A4A22"/>
    <w:rsid w:val="001A633B"/>
    <w:rsid w:val="001B423F"/>
    <w:rsid w:val="001C1C66"/>
    <w:rsid w:val="001C2670"/>
    <w:rsid w:val="001C2DEB"/>
    <w:rsid w:val="001D3D5A"/>
    <w:rsid w:val="001D4C34"/>
    <w:rsid w:val="001D521A"/>
    <w:rsid w:val="001E5031"/>
    <w:rsid w:val="001E6D7D"/>
    <w:rsid w:val="001F0083"/>
    <w:rsid w:val="001F00E1"/>
    <w:rsid w:val="00206DBC"/>
    <w:rsid w:val="00214759"/>
    <w:rsid w:val="002176E2"/>
    <w:rsid w:val="00223325"/>
    <w:rsid w:val="00224A12"/>
    <w:rsid w:val="00237253"/>
    <w:rsid w:val="00237C74"/>
    <w:rsid w:val="0024152E"/>
    <w:rsid w:val="002447B1"/>
    <w:rsid w:val="0024566B"/>
    <w:rsid w:val="00252C0A"/>
    <w:rsid w:val="00253413"/>
    <w:rsid w:val="002653C3"/>
    <w:rsid w:val="00266720"/>
    <w:rsid w:val="0026737B"/>
    <w:rsid w:val="00287AC0"/>
    <w:rsid w:val="002909D2"/>
    <w:rsid w:val="0029123E"/>
    <w:rsid w:val="002916A4"/>
    <w:rsid w:val="00291862"/>
    <w:rsid w:val="00291B6A"/>
    <w:rsid w:val="00292351"/>
    <w:rsid w:val="0029252D"/>
    <w:rsid w:val="00294C49"/>
    <w:rsid w:val="002973B9"/>
    <w:rsid w:val="002A16A0"/>
    <w:rsid w:val="002A16EF"/>
    <w:rsid w:val="002A36A5"/>
    <w:rsid w:val="002B254B"/>
    <w:rsid w:val="002C2C44"/>
    <w:rsid w:val="002C2D1A"/>
    <w:rsid w:val="002C3661"/>
    <w:rsid w:val="002C4C90"/>
    <w:rsid w:val="002C7FA9"/>
    <w:rsid w:val="002D2DB7"/>
    <w:rsid w:val="002E03F3"/>
    <w:rsid w:val="002E4F25"/>
    <w:rsid w:val="002E6403"/>
    <w:rsid w:val="002F148D"/>
    <w:rsid w:val="002F2B96"/>
    <w:rsid w:val="002F4B9B"/>
    <w:rsid w:val="002F79B1"/>
    <w:rsid w:val="00300087"/>
    <w:rsid w:val="0030081B"/>
    <w:rsid w:val="00306817"/>
    <w:rsid w:val="00306E18"/>
    <w:rsid w:val="0031696B"/>
    <w:rsid w:val="00323451"/>
    <w:rsid w:val="00326F99"/>
    <w:rsid w:val="0033097D"/>
    <w:rsid w:val="00330B82"/>
    <w:rsid w:val="003330B2"/>
    <w:rsid w:val="00333532"/>
    <w:rsid w:val="003342A7"/>
    <w:rsid w:val="003349CE"/>
    <w:rsid w:val="00335E75"/>
    <w:rsid w:val="00340C45"/>
    <w:rsid w:val="003436D0"/>
    <w:rsid w:val="003469A6"/>
    <w:rsid w:val="00350294"/>
    <w:rsid w:val="00353075"/>
    <w:rsid w:val="003675CB"/>
    <w:rsid w:val="00367BFD"/>
    <w:rsid w:val="00370749"/>
    <w:rsid w:val="0037315B"/>
    <w:rsid w:val="00375469"/>
    <w:rsid w:val="00377733"/>
    <w:rsid w:val="00382942"/>
    <w:rsid w:val="00383D61"/>
    <w:rsid w:val="00390678"/>
    <w:rsid w:val="003949CA"/>
    <w:rsid w:val="003969E0"/>
    <w:rsid w:val="003A15DC"/>
    <w:rsid w:val="003A2DA6"/>
    <w:rsid w:val="003A544F"/>
    <w:rsid w:val="003A57A2"/>
    <w:rsid w:val="003A71CF"/>
    <w:rsid w:val="003B06E2"/>
    <w:rsid w:val="003B20B6"/>
    <w:rsid w:val="003B70E1"/>
    <w:rsid w:val="003C3C90"/>
    <w:rsid w:val="003D496C"/>
    <w:rsid w:val="003D65C2"/>
    <w:rsid w:val="003D7132"/>
    <w:rsid w:val="003E5FCA"/>
    <w:rsid w:val="003E5FF8"/>
    <w:rsid w:val="003E74D1"/>
    <w:rsid w:val="003E7FA3"/>
    <w:rsid w:val="003F1AC2"/>
    <w:rsid w:val="00401513"/>
    <w:rsid w:val="00402250"/>
    <w:rsid w:val="00402871"/>
    <w:rsid w:val="0040760B"/>
    <w:rsid w:val="0041175B"/>
    <w:rsid w:val="00412F34"/>
    <w:rsid w:val="0041539D"/>
    <w:rsid w:val="00415C16"/>
    <w:rsid w:val="00416D20"/>
    <w:rsid w:val="00421C3A"/>
    <w:rsid w:val="004222D3"/>
    <w:rsid w:val="00424F00"/>
    <w:rsid w:val="00434558"/>
    <w:rsid w:val="0043736D"/>
    <w:rsid w:val="0045397D"/>
    <w:rsid w:val="00453FF4"/>
    <w:rsid w:val="00463FA8"/>
    <w:rsid w:val="00470921"/>
    <w:rsid w:val="00472305"/>
    <w:rsid w:val="004749F3"/>
    <w:rsid w:val="00475D1F"/>
    <w:rsid w:val="004778A7"/>
    <w:rsid w:val="00477AE5"/>
    <w:rsid w:val="00481D5B"/>
    <w:rsid w:val="0049042E"/>
    <w:rsid w:val="00492C1E"/>
    <w:rsid w:val="004940C5"/>
    <w:rsid w:val="00495AFD"/>
    <w:rsid w:val="00496BBB"/>
    <w:rsid w:val="004A1DF4"/>
    <w:rsid w:val="004A34C3"/>
    <w:rsid w:val="004A61EC"/>
    <w:rsid w:val="004A7A40"/>
    <w:rsid w:val="004B2697"/>
    <w:rsid w:val="004B5712"/>
    <w:rsid w:val="004C098F"/>
    <w:rsid w:val="004C4B2A"/>
    <w:rsid w:val="004C724A"/>
    <w:rsid w:val="004D6623"/>
    <w:rsid w:val="004E678E"/>
    <w:rsid w:val="004F23D0"/>
    <w:rsid w:val="004F4824"/>
    <w:rsid w:val="005020A6"/>
    <w:rsid w:val="00512D36"/>
    <w:rsid w:val="0051345A"/>
    <w:rsid w:val="00517C29"/>
    <w:rsid w:val="00522750"/>
    <w:rsid w:val="005233D0"/>
    <w:rsid w:val="00525505"/>
    <w:rsid w:val="00525ED8"/>
    <w:rsid w:val="0052688B"/>
    <w:rsid w:val="005303D9"/>
    <w:rsid w:val="00531A12"/>
    <w:rsid w:val="005325DD"/>
    <w:rsid w:val="00535DB5"/>
    <w:rsid w:val="00536A35"/>
    <w:rsid w:val="00540372"/>
    <w:rsid w:val="00540D70"/>
    <w:rsid w:val="00552D58"/>
    <w:rsid w:val="00554580"/>
    <w:rsid w:val="00555E18"/>
    <w:rsid w:val="005571EA"/>
    <w:rsid w:val="005628BF"/>
    <w:rsid w:val="005634B6"/>
    <w:rsid w:val="00564E13"/>
    <w:rsid w:val="00567556"/>
    <w:rsid w:val="00581A05"/>
    <w:rsid w:val="005827E1"/>
    <w:rsid w:val="0058378A"/>
    <w:rsid w:val="00584A00"/>
    <w:rsid w:val="00585092"/>
    <w:rsid w:val="00586F8A"/>
    <w:rsid w:val="00593D8E"/>
    <w:rsid w:val="00596453"/>
    <w:rsid w:val="005974A2"/>
    <w:rsid w:val="005A1CF8"/>
    <w:rsid w:val="005A38EC"/>
    <w:rsid w:val="005A5AD5"/>
    <w:rsid w:val="005B3C2B"/>
    <w:rsid w:val="005B48D5"/>
    <w:rsid w:val="005C08E3"/>
    <w:rsid w:val="005C3FFA"/>
    <w:rsid w:val="005C6806"/>
    <w:rsid w:val="005C735A"/>
    <w:rsid w:val="005C7995"/>
    <w:rsid w:val="005D1C3A"/>
    <w:rsid w:val="005D2295"/>
    <w:rsid w:val="005D3EBF"/>
    <w:rsid w:val="005D6B85"/>
    <w:rsid w:val="005D77F5"/>
    <w:rsid w:val="005E0158"/>
    <w:rsid w:val="005E5B6B"/>
    <w:rsid w:val="005F0FE1"/>
    <w:rsid w:val="005F24C8"/>
    <w:rsid w:val="005F3C48"/>
    <w:rsid w:val="005F4DAE"/>
    <w:rsid w:val="005F55BF"/>
    <w:rsid w:val="005F7677"/>
    <w:rsid w:val="00601CEC"/>
    <w:rsid w:val="006040BA"/>
    <w:rsid w:val="00607B0F"/>
    <w:rsid w:val="00611DFA"/>
    <w:rsid w:val="00614FC1"/>
    <w:rsid w:val="00622A97"/>
    <w:rsid w:val="00623D27"/>
    <w:rsid w:val="0062442C"/>
    <w:rsid w:val="00627048"/>
    <w:rsid w:val="006332B9"/>
    <w:rsid w:val="00636D05"/>
    <w:rsid w:val="006445A0"/>
    <w:rsid w:val="00646733"/>
    <w:rsid w:val="00651C39"/>
    <w:rsid w:val="00653A05"/>
    <w:rsid w:val="00661BB9"/>
    <w:rsid w:val="0066375D"/>
    <w:rsid w:val="00664293"/>
    <w:rsid w:val="00665B0E"/>
    <w:rsid w:val="00667FA0"/>
    <w:rsid w:val="006710BA"/>
    <w:rsid w:val="00675982"/>
    <w:rsid w:val="00675AA0"/>
    <w:rsid w:val="00685D29"/>
    <w:rsid w:val="00685E8A"/>
    <w:rsid w:val="00697DE3"/>
    <w:rsid w:val="006A1B0E"/>
    <w:rsid w:val="006A2539"/>
    <w:rsid w:val="006A5C1A"/>
    <w:rsid w:val="006B3D91"/>
    <w:rsid w:val="006B614D"/>
    <w:rsid w:val="006B714F"/>
    <w:rsid w:val="006B7E51"/>
    <w:rsid w:val="006C09FA"/>
    <w:rsid w:val="006D430F"/>
    <w:rsid w:val="006D621B"/>
    <w:rsid w:val="006D79F9"/>
    <w:rsid w:val="006E2C2C"/>
    <w:rsid w:val="006F2D00"/>
    <w:rsid w:val="006F4DFE"/>
    <w:rsid w:val="006F4F3A"/>
    <w:rsid w:val="006F53F9"/>
    <w:rsid w:val="00704F36"/>
    <w:rsid w:val="00704FA6"/>
    <w:rsid w:val="00706C17"/>
    <w:rsid w:val="00712C3F"/>
    <w:rsid w:val="00713A07"/>
    <w:rsid w:val="00715FA3"/>
    <w:rsid w:val="00717022"/>
    <w:rsid w:val="00720A60"/>
    <w:rsid w:val="007253B1"/>
    <w:rsid w:val="0073067B"/>
    <w:rsid w:val="00733FEA"/>
    <w:rsid w:val="00735F8A"/>
    <w:rsid w:val="00745A76"/>
    <w:rsid w:val="00752E85"/>
    <w:rsid w:val="007723A0"/>
    <w:rsid w:val="007754F5"/>
    <w:rsid w:val="007759F9"/>
    <w:rsid w:val="00777375"/>
    <w:rsid w:val="007809A7"/>
    <w:rsid w:val="00781D7D"/>
    <w:rsid w:val="00784B06"/>
    <w:rsid w:val="00784D26"/>
    <w:rsid w:val="00794D53"/>
    <w:rsid w:val="007A17D6"/>
    <w:rsid w:val="007A422C"/>
    <w:rsid w:val="007A5F8C"/>
    <w:rsid w:val="007B6A4A"/>
    <w:rsid w:val="007C2A1B"/>
    <w:rsid w:val="007C4029"/>
    <w:rsid w:val="007C47E5"/>
    <w:rsid w:val="007D0017"/>
    <w:rsid w:val="007D0D29"/>
    <w:rsid w:val="007D278C"/>
    <w:rsid w:val="007D2814"/>
    <w:rsid w:val="007D5A83"/>
    <w:rsid w:val="007D72D0"/>
    <w:rsid w:val="007D7645"/>
    <w:rsid w:val="007E18F7"/>
    <w:rsid w:val="007F22DC"/>
    <w:rsid w:val="007F35DA"/>
    <w:rsid w:val="007F637B"/>
    <w:rsid w:val="00803653"/>
    <w:rsid w:val="00812BE6"/>
    <w:rsid w:val="00822108"/>
    <w:rsid w:val="00827571"/>
    <w:rsid w:val="00827B25"/>
    <w:rsid w:val="0083065A"/>
    <w:rsid w:val="008322C3"/>
    <w:rsid w:val="00832F3E"/>
    <w:rsid w:val="00834D82"/>
    <w:rsid w:val="00837437"/>
    <w:rsid w:val="00842EB1"/>
    <w:rsid w:val="00845924"/>
    <w:rsid w:val="00846930"/>
    <w:rsid w:val="0085315B"/>
    <w:rsid w:val="008540EF"/>
    <w:rsid w:val="00857C69"/>
    <w:rsid w:val="00861C07"/>
    <w:rsid w:val="00862147"/>
    <w:rsid w:val="008724F8"/>
    <w:rsid w:val="00872579"/>
    <w:rsid w:val="008747BC"/>
    <w:rsid w:val="00881DA3"/>
    <w:rsid w:val="008841D6"/>
    <w:rsid w:val="0088538F"/>
    <w:rsid w:val="008910AD"/>
    <w:rsid w:val="00891271"/>
    <w:rsid w:val="008912D8"/>
    <w:rsid w:val="00891A68"/>
    <w:rsid w:val="008A329C"/>
    <w:rsid w:val="008A4983"/>
    <w:rsid w:val="008B1F65"/>
    <w:rsid w:val="008B3452"/>
    <w:rsid w:val="008B44C4"/>
    <w:rsid w:val="008B7F25"/>
    <w:rsid w:val="008C0C16"/>
    <w:rsid w:val="008C1449"/>
    <w:rsid w:val="008C1A5E"/>
    <w:rsid w:val="008C34B9"/>
    <w:rsid w:val="008C4C4D"/>
    <w:rsid w:val="008C7A33"/>
    <w:rsid w:val="008D1B8D"/>
    <w:rsid w:val="008D20DA"/>
    <w:rsid w:val="008D21A4"/>
    <w:rsid w:val="008D25E1"/>
    <w:rsid w:val="008D32A0"/>
    <w:rsid w:val="008D6D65"/>
    <w:rsid w:val="008E1D71"/>
    <w:rsid w:val="008F5537"/>
    <w:rsid w:val="00907035"/>
    <w:rsid w:val="0091067C"/>
    <w:rsid w:val="00913EDA"/>
    <w:rsid w:val="00916A19"/>
    <w:rsid w:val="0093799B"/>
    <w:rsid w:val="00937FB8"/>
    <w:rsid w:val="00941BFB"/>
    <w:rsid w:val="009420F4"/>
    <w:rsid w:val="00944158"/>
    <w:rsid w:val="00945AB6"/>
    <w:rsid w:val="009468F0"/>
    <w:rsid w:val="00946C7D"/>
    <w:rsid w:val="0095488E"/>
    <w:rsid w:val="00955009"/>
    <w:rsid w:val="00955CBB"/>
    <w:rsid w:val="00961F54"/>
    <w:rsid w:val="0096384C"/>
    <w:rsid w:val="00971724"/>
    <w:rsid w:val="00971D68"/>
    <w:rsid w:val="00973886"/>
    <w:rsid w:val="009747C3"/>
    <w:rsid w:val="009828A2"/>
    <w:rsid w:val="00983580"/>
    <w:rsid w:val="00984B45"/>
    <w:rsid w:val="00990123"/>
    <w:rsid w:val="00991E4D"/>
    <w:rsid w:val="009967F3"/>
    <w:rsid w:val="00997E4B"/>
    <w:rsid w:val="009A7C39"/>
    <w:rsid w:val="009B434B"/>
    <w:rsid w:val="009B5A62"/>
    <w:rsid w:val="009B6C3B"/>
    <w:rsid w:val="009C336C"/>
    <w:rsid w:val="009C4AA5"/>
    <w:rsid w:val="009E11B6"/>
    <w:rsid w:val="009E151F"/>
    <w:rsid w:val="009E32E8"/>
    <w:rsid w:val="009E3936"/>
    <w:rsid w:val="009E3FDA"/>
    <w:rsid w:val="009E5A26"/>
    <w:rsid w:val="009E6C03"/>
    <w:rsid w:val="009F6B71"/>
    <w:rsid w:val="00A0071F"/>
    <w:rsid w:val="00A00F18"/>
    <w:rsid w:val="00A0482F"/>
    <w:rsid w:val="00A050FC"/>
    <w:rsid w:val="00A1079A"/>
    <w:rsid w:val="00A15FA2"/>
    <w:rsid w:val="00A166DE"/>
    <w:rsid w:val="00A218FE"/>
    <w:rsid w:val="00A21F06"/>
    <w:rsid w:val="00A220BB"/>
    <w:rsid w:val="00A2471F"/>
    <w:rsid w:val="00A24A1F"/>
    <w:rsid w:val="00A304CB"/>
    <w:rsid w:val="00A32326"/>
    <w:rsid w:val="00A3345B"/>
    <w:rsid w:val="00A401F5"/>
    <w:rsid w:val="00A53A8F"/>
    <w:rsid w:val="00A56342"/>
    <w:rsid w:val="00A57369"/>
    <w:rsid w:val="00A666F9"/>
    <w:rsid w:val="00A672A5"/>
    <w:rsid w:val="00A6780F"/>
    <w:rsid w:val="00A70424"/>
    <w:rsid w:val="00A71F7A"/>
    <w:rsid w:val="00A7600E"/>
    <w:rsid w:val="00A81241"/>
    <w:rsid w:val="00A81CE8"/>
    <w:rsid w:val="00A82D9C"/>
    <w:rsid w:val="00A91ACE"/>
    <w:rsid w:val="00A92F39"/>
    <w:rsid w:val="00A943E5"/>
    <w:rsid w:val="00A94A37"/>
    <w:rsid w:val="00AB332C"/>
    <w:rsid w:val="00AB3BF2"/>
    <w:rsid w:val="00AB404B"/>
    <w:rsid w:val="00AB4E2F"/>
    <w:rsid w:val="00AC0DEC"/>
    <w:rsid w:val="00AE0B6B"/>
    <w:rsid w:val="00AE784A"/>
    <w:rsid w:val="00AF0DB5"/>
    <w:rsid w:val="00AF17B6"/>
    <w:rsid w:val="00AF19FF"/>
    <w:rsid w:val="00AF44C9"/>
    <w:rsid w:val="00AF5D21"/>
    <w:rsid w:val="00AF612F"/>
    <w:rsid w:val="00AF7CDB"/>
    <w:rsid w:val="00B11DFB"/>
    <w:rsid w:val="00B11FDA"/>
    <w:rsid w:val="00B15BE3"/>
    <w:rsid w:val="00B20A0F"/>
    <w:rsid w:val="00B25732"/>
    <w:rsid w:val="00B366D8"/>
    <w:rsid w:val="00B377CC"/>
    <w:rsid w:val="00B43DDC"/>
    <w:rsid w:val="00B53415"/>
    <w:rsid w:val="00B55E44"/>
    <w:rsid w:val="00B60D8A"/>
    <w:rsid w:val="00B65F4F"/>
    <w:rsid w:val="00B723ED"/>
    <w:rsid w:val="00B7269C"/>
    <w:rsid w:val="00B75546"/>
    <w:rsid w:val="00B77C0A"/>
    <w:rsid w:val="00B84B4C"/>
    <w:rsid w:val="00B935E7"/>
    <w:rsid w:val="00B93999"/>
    <w:rsid w:val="00B939DA"/>
    <w:rsid w:val="00B955EB"/>
    <w:rsid w:val="00BA0F4D"/>
    <w:rsid w:val="00BC102D"/>
    <w:rsid w:val="00BC62F6"/>
    <w:rsid w:val="00BD0590"/>
    <w:rsid w:val="00BD0853"/>
    <w:rsid w:val="00BD143E"/>
    <w:rsid w:val="00BD181E"/>
    <w:rsid w:val="00BE463A"/>
    <w:rsid w:val="00BF127B"/>
    <w:rsid w:val="00BF3F77"/>
    <w:rsid w:val="00BF6D65"/>
    <w:rsid w:val="00BF735E"/>
    <w:rsid w:val="00C101CB"/>
    <w:rsid w:val="00C128C7"/>
    <w:rsid w:val="00C13C8A"/>
    <w:rsid w:val="00C20114"/>
    <w:rsid w:val="00C20A93"/>
    <w:rsid w:val="00C21662"/>
    <w:rsid w:val="00C25D57"/>
    <w:rsid w:val="00C25F0A"/>
    <w:rsid w:val="00C32501"/>
    <w:rsid w:val="00C3300A"/>
    <w:rsid w:val="00C34876"/>
    <w:rsid w:val="00C36956"/>
    <w:rsid w:val="00C41415"/>
    <w:rsid w:val="00C42832"/>
    <w:rsid w:val="00C50683"/>
    <w:rsid w:val="00C54153"/>
    <w:rsid w:val="00C55968"/>
    <w:rsid w:val="00C55A38"/>
    <w:rsid w:val="00C6036D"/>
    <w:rsid w:val="00C62F94"/>
    <w:rsid w:val="00C65874"/>
    <w:rsid w:val="00C67117"/>
    <w:rsid w:val="00C71C89"/>
    <w:rsid w:val="00C814ED"/>
    <w:rsid w:val="00C83604"/>
    <w:rsid w:val="00C842E5"/>
    <w:rsid w:val="00C90810"/>
    <w:rsid w:val="00C90848"/>
    <w:rsid w:val="00C922C5"/>
    <w:rsid w:val="00C92518"/>
    <w:rsid w:val="00C9261C"/>
    <w:rsid w:val="00CA2CE4"/>
    <w:rsid w:val="00CA3201"/>
    <w:rsid w:val="00CA5ED8"/>
    <w:rsid w:val="00CA6B65"/>
    <w:rsid w:val="00CB0E19"/>
    <w:rsid w:val="00CB351E"/>
    <w:rsid w:val="00CC5215"/>
    <w:rsid w:val="00CD4175"/>
    <w:rsid w:val="00CD4405"/>
    <w:rsid w:val="00CD7A82"/>
    <w:rsid w:val="00CE0318"/>
    <w:rsid w:val="00CE088E"/>
    <w:rsid w:val="00CE3B69"/>
    <w:rsid w:val="00CE7DB9"/>
    <w:rsid w:val="00CF2FF6"/>
    <w:rsid w:val="00CF509B"/>
    <w:rsid w:val="00D01D39"/>
    <w:rsid w:val="00D024CB"/>
    <w:rsid w:val="00D03823"/>
    <w:rsid w:val="00D12437"/>
    <w:rsid w:val="00D13D09"/>
    <w:rsid w:val="00D159B0"/>
    <w:rsid w:val="00D176FB"/>
    <w:rsid w:val="00D17B71"/>
    <w:rsid w:val="00D221BC"/>
    <w:rsid w:val="00D27259"/>
    <w:rsid w:val="00D32FD2"/>
    <w:rsid w:val="00D35D2C"/>
    <w:rsid w:val="00D35F2E"/>
    <w:rsid w:val="00D36715"/>
    <w:rsid w:val="00D42FE0"/>
    <w:rsid w:val="00D45AB1"/>
    <w:rsid w:val="00D5391E"/>
    <w:rsid w:val="00D574A7"/>
    <w:rsid w:val="00D62D55"/>
    <w:rsid w:val="00D6358A"/>
    <w:rsid w:val="00D66038"/>
    <w:rsid w:val="00D7709B"/>
    <w:rsid w:val="00D80A8B"/>
    <w:rsid w:val="00D8141A"/>
    <w:rsid w:val="00D82FA3"/>
    <w:rsid w:val="00D85B9D"/>
    <w:rsid w:val="00D9408D"/>
    <w:rsid w:val="00DA351D"/>
    <w:rsid w:val="00DA3FF9"/>
    <w:rsid w:val="00DA42EE"/>
    <w:rsid w:val="00DA717F"/>
    <w:rsid w:val="00DB1957"/>
    <w:rsid w:val="00DB1A3F"/>
    <w:rsid w:val="00DB3DDC"/>
    <w:rsid w:val="00DB5235"/>
    <w:rsid w:val="00DC1923"/>
    <w:rsid w:val="00DC36DE"/>
    <w:rsid w:val="00DC421D"/>
    <w:rsid w:val="00DC423B"/>
    <w:rsid w:val="00DD1101"/>
    <w:rsid w:val="00DD2BEE"/>
    <w:rsid w:val="00DD415B"/>
    <w:rsid w:val="00DD53D3"/>
    <w:rsid w:val="00DD544A"/>
    <w:rsid w:val="00DD6F56"/>
    <w:rsid w:val="00DE4F75"/>
    <w:rsid w:val="00DE5FE4"/>
    <w:rsid w:val="00DF5238"/>
    <w:rsid w:val="00E02857"/>
    <w:rsid w:val="00E03079"/>
    <w:rsid w:val="00E14A68"/>
    <w:rsid w:val="00E16AFE"/>
    <w:rsid w:val="00E233DE"/>
    <w:rsid w:val="00E26EC9"/>
    <w:rsid w:val="00E2766F"/>
    <w:rsid w:val="00E3017D"/>
    <w:rsid w:val="00E33B5D"/>
    <w:rsid w:val="00E3676A"/>
    <w:rsid w:val="00E449BC"/>
    <w:rsid w:val="00E465AD"/>
    <w:rsid w:val="00E47C10"/>
    <w:rsid w:val="00E5047D"/>
    <w:rsid w:val="00E53EA3"/>
    <w:rsid w:val="00E611B8"/>
    <w:rsid w:val="00E753D4"/>
    <w:rsid w:val="00E8180C"/>
    <w:rsid w:val="00E847D5"/>
    <w:rsid w:val="00E84B3E"/>
    <w:rsid w:val="00E86F06"/>
    <w:rsid w:val="00E87F3F"/>
    <w:rsid w:val="00E9326D"/>
    <w:rsid w:val="00E951CA"/>
    <w:rsid w:val="00E956D7"/>
    <w:rsid w:val="00E97E78"/>
    <w:rsid w:val="00EA2A62"/>
    <w:rsid w:val="00EA5680"/>
    <w:rsid w:val="00EB2B91"/>
    <w:rsid w:val="00EB7CDE"/>
    <w:rsid w:val="00EB7E2C"/>
    <w:rsid w:val="00EC49A2"/>
    <w:rsid w:val="00EC65CF"/>
    <w:rsid w:val="00ED120E"/>
    <w:rsid w:val="00EE6DE3"/>
    <w:rsid w:val="00EF1CE6"/>
    <w:rsid w:val="00EF1F7E"/>
    <w:rsid w:val="00EF444D"/>
    <w:rsid w:val="00F01AD2"/>
    <w:rsid w:val="00F02CCD"/>
    <w:rsid w:val="00F02CE6"/>
    <w:rsid w:val="00F04655"/>
    <w:rsid w:val="00F123D8"/>
    <w:rsid w:val="00F13F57"/>
    <w:rsid w:val="00F23DF4"/>
    <w:rsid w:val="00F27DAE"/>
    <w:rsid w:val="00F34017"/>
    <w:rsid w:val="00F44904"/>
    <w:rsid w:val="00F471A3"/>
    <w:rsid w:val="00F5275D"/>
    <w:rsid w:val="00F54862"/>
    <w:rsid w:val="00F54AB5"/>
    <w:rsid w:val="00F55F4C"/>
    <w:rsid w:val="00F60848"/>
    <w:rsid w:val="00F637EA"/>
    <w:rsid w:val="00F6646D"/>
    <w:rsid w:val="00F72F07"/>
    <w:rsid w:val="00F80A0C"/>
    <w:rsid w:val="00F81CA1"/>
    <w:rsid w:val="00F81E35"/>
    <w:rsid w:val="00F83C1C"/>
    <w:rsid w:val="00F85ED4"/>
    <w:rsid w:val="00F87E90"/>
    <w:rsid w:val="00F9785D"/>
    <w:rsid w:val="00FB0874"/>
    <w:rsid w:val="00FB1597"/>
    <w:rsid w:val="00FB2F41"/>
    <w:rsid w:val="00FB42EF"/>
    <w:rsid w:val="00FB4C2F"/>
    <w:rsid w:val="00FB5069"/>
    <w:rsid w:val="00FB5D2A"/>
    <w:rsid w:val="00FB661E"/>
    <w:rsid w:val="00FC4BBA"/>
    <w:rsid w:val="00FC6ECA"/>
    <w:rsid w:val="00FD1CFD"/>
    <w:rsid w:val="00FD42EA"/>
    <w:rsid w:val="00FE5951"/>
    <w:rsid w:val="00FF061D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029BD4"/>
  <w15:docId w15:val="{498029CB-13BE-4BAF-9D7F-26FA14D0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3A0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53075"/>
    <w:pPr>
      <w:keepNext/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qFormat/>
    <w:rsid w:val="00353075"/>
    <w:pPr>
      <w:keepNext/>
      <w:pBdr>
        <w:top w:val="single" w:sz="12" w:space="1" w:color="auto"/>
        <w:bottom w:val="single" w:sz="12" w:space="1" w:color="auto"/>
      </w:pBdr>
      <w:spacing w:before="360" w:after="240"/>
      <w:jc w:val="center"/>
      <w:outlineLvl w:val="1"/>
    </w:pPr>
    <w:rPr>
      <w:rFonts w:ascii="Arial Narrow" w:hAnsi="Arial Narrow"/>
      <w:b/>
      <w:bCs/>
      <w:sz w:val="32"/>
      <w:bdr w:val="dotted" w:sz="4" w:space="0" w:color="auto"/>
    </w:rPr>
  </w:style>
  <w:style w:type="paragraph" w:styleId="Titolo3">
    <w:name w:val="heading 3"/>
    <w:basedOn w:val="Normale"/>
    <w:next w:val="Normale"/>
    <w:qFormat/>
    <w:rsid w:val="00A401F5"/>
    <w:pPr>
      <w:keepNext/>
      <w:jc w:val="center"/>
      <w:outlineLvl w:val="2"/>
    </w:pPr>
    <w:rPr>
      <w:rFonts w:ascii="Arial Narrow" w:hAnsi="Arial Narrow"/>
      <w:b/>
      <w:bCs/>
      <w:sz w:val="22"/>
    </w:rPr>
  </w:style>
  <w:style w:type="paragraph" w:styleId="Titolo4">
    <w:name w:val="heading 4"/>
    <w:basedOn w:val="Normale"/>
    <w:link w:val="Titolo4Carattere"/>
    <w:qFormat/>
    <w:rsid w:val="00704FA6"/>
    <w:pPr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8747BC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36A3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536A3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C36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1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A53A8F"/>
    <w:pPr>
      <w:widowControl w:val="0"/>
      <w:tabs>
        <w:tab w:val="left" w:pos="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A401F5"/>
    <w:pPr>
      <w:overflowPunct w:val="0"/>
      <w:autoSpaceDE w:val="0"/>
      <w:autoSpaceDN w:val="0"/>
      <w:adjustRightInd w:val="0"/>
      <w:ind w:left="1418"/>
      <w:textAlignment w:val="baseline"/>
    </w:pPr>
    <w:rPr>
      <w:sz w:val="22"/>
      <w:szCs w:val="20"/>
    </w:rPr>
  </w:style>
  <w:style w:type="character" w:styleId="Collegamentoipertestuale">
    <w:name w:val="Hyperlink"/>
    <w:rsid w:val="00FB5D2A"/>
    <w:rPr>
      <w:color w:val="0000FF"/>
      <w:u w:val="single"/>
    </w:rPr>
  </w:style>
  <w:style w:type="character" w:styleId="Collegamentovisitato">
    <w:name w:val="FollowedHyperlink"/>
    <w:rsid w:val="00FB5D2A"/>
    <w:rPr>
      <w:color w:val="800080"/>
      <w:u w:val="single"/>
    </w:rPr>
  </w:style>
  <w:style w:type="paragraph" w:customStyle="1" w:styleId="Default">
    <w:name w:val="Default"/>
    <w:rsid w:val="00BF3F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353075"/>
    <w:rPr>
      <w:rFonts w:ascii="Cambria" w:hAnsi="Cambria"/>
      <w:b/>
      <w:bCs/>
      <w:kern w:val="32"/>
      <w:sz w:val="28"/>
      <w:szCs w:val="32"/>
    </w:rPr>
  </w:style>
  <w:style w:type="character" w:customStyle="1" w:styleId="Titolo7Carattere">
    <w:name w:val="Titolo 7 Carattere"/>
    <w:link w:val="Titolo7"/>
    <w:semiHidden/>
    <w:rsid w:val="008747BC"/>
    <w:rPr>
      <w:rFonts w:ascii="Calibri" w:eastAsia="Times New Roman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8180C"/>
    <w:pPr>
      <w:ind w:left="720"/>
      <w:contextualSpacing/>
    </w:pPr>
  </w:style>
  <w:style w:type="character" w:styleId="Enfasigrassetto">
    <w:name w:val="Strong"/>
    <w:basedOn w:val="Carpredefinitoparagrafo"/>
    <w:qFormat/>
    <w:rsid w:val="00353075"/>
    <w:rPr>
      <w:rFonts w:ascii="Calibri" w:hAnsi="Calibri"/>
      <w:b/>
      <w:bCs/>
      <w:i w:val="0"/>
      <w:sz w:val="24"/>
    </w:rPr>
  </w:style>
  <w:style w:type="paragraph" w:styleId="Corpodeltesto3">
    <w:name w:val="Body Text 3"/>
    <w:basedOn w:val="Normale"/>
    <w:link w:val="Corpodeltesto3Carattere"/>
    <w:rsid w:val="0029252D"/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29252D"/>
    <w:rPr>
      <w:sz w:val="28"/>
    </w:rPr>
  </w:style>
  <w:style w:type="paragraph" w:customStyle="1" w:styleId="CarattereCarattereCharCharCarattereCarattereCharChar">
    <w:name w:val="Carattere Carattere Char Char Carattere Carattere Char Char"/>
    <w:basedOn w:val="Normale"/>
    <w:rsid w:val="00253413"/>
    <w:pPr>
      <w:widowControl w:val="0"/>
      <w:spacing w:after="160" w:line="240" w:lineRule="exact"/>
    </w:pPr>
    <w:rPr>
      <w:sz w:val="20"/>
      <w:szCs w:val="20"/>
    </w:rPr>
  </w:style>
  <w:style w:type="paragraph" w:customStyle="1" w:styleId="Stile1">
    <w:name w:val="Stile1"/>
    <w:basedOn w:val="Normale"/>
    <w:rsid w:val="00955CBB"/>
    <w:pPr>
      <w:tabs>
        <w:tab w:val="right" w:pos="1134"/>
      </w:tabs>
      <w:ind w:left="1021" w:right="1418" w:hanging="1021"/>
      <w:jc w:val="both"/>
    </w:pPr>
    <w:rPr>
      <w:rFonts w:ascii="Arial" w:hAnsi="Arial"/>
      <w:szCs w:val="20"/>
    </w:rPr>
  </w:style>
  <w:style w:type="paragraph" w:styleId="Testonormale">
    <w:name w:val="Plain Text"/>
    <w:basedOn w:val="Normale"/>
    <w:link w:val="TestonormaleCarattere"/>
    <w:uiPriority w:val="99"/>
    <w:unhideWhenUsed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270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CA6B65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41175B"/>
    <w:rPr>
      <w:b/>
      <w:bCs/>
      <w:sz w:val="24"/>
      <w:szCs w:val="24"/>
    </w:rPr>
  </w:style>
  <w:style w:type="character" w:customStyle="1" w:styleId="field-content">
    <w:name w:val="field-content"/>
    <w:basedOn w:val="Carpredefinitoparagrafo"/>
    <w:rsid w:val="001C1C66"/>
  </w:style>
  <w:style w:type="character" w:customStyle="1" w:styleId="small1">
    <w:name w:val="small1"/>
    <w:basedOn w:val="Carpredefinitoparagrafo"/>
    <w:rsid w:val="00D024CB"/>
    <w:rPr>
      <w:b w:val="0"/>
      <w:bCs w:val="0"/>
      <w:color w:val="000000"/>
      <w:sz w:val="22"/>
      <w:szCs w:val="22"/>
    </w:rPr>
  </w:style>
  <w:style w:type="table" w:customStyle="1" w:styleId="Grigliatabella1">
    <w:name w:val="Griglia tabella1"/>
    <w:basedOn w:val="Tabellanormale"/>
    <w:next w:val="Grigliatabella"/>
    <w:rsid w:val="00946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349C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F02CE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035"/>
    <w:rPr>
      <w:sz w:val="24"/>
      <w:szCs w:val="24"/>
    </w:rPr>
  </w:style>
  <w:style w:type="table" w:customStyle="1" w:styleId="Grigliatabella21">
    <w:name w:val="Griglia tabella21"/>
    <w:basedOn w:val="Tabellanormale"/>
    <w:next w:val="Grigliatabella"/>
    <w:uiPriority w:val="39"/>
    <w:rsid w:val="009070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7C4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259609">
                  <w:marLeft w:val="0"/>
                  <w:marRight w:val="0"/>
                  <w:marTop w:val="1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6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55130496">
                              <w:marLeft w:val="0"/>
                              <w:marRight w:val="0"/>
                              <w:marTop w:val="0"/>
                              <w:marBottom w:val="17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21893">
                                  <w:marLeft w:val="0"/>
                                  <w:marRight w:val="0"/>
                                  <w:marTop w:val="0"/>
                                  <w:marBottom w:val="57"/>
                                  <w:divBdr>
                                    <w:top w:val="single" w:sz="4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c002@pec.regione.abruzzo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pc002@regione.abruzzo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zia.deiulis\Documents\ISTRUTTORIE-&amp;-CO\_NUOVE-ISTRUTTORIE-chiuse\Morici_SanPio\Sanzione\Morici-ComunicazioneSan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1C82-169B-4000-AB30-936AF084E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Morici-ComunicazioneSanzione.dotx</Template>
  <TotalTime>12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DIRETTORI REGIONALI PREPOSTI ALLA PROTEZIONE CIVILE</vt:lpstr>
    </vt:vector>
  </TitlesOfParts>
  <Company>Giunta regionale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DIRETTORI REGIONALI PREPOSTI ALLA PROTEZIONE CIVILE</dc:title>
  <dc:creator>dlonghi@regione.abruzzo.it</dc:creator>
  <cp:lastModifiedBy>Domenico Longhi</cp:lastModifiedBy>
  <cp:revision>10</cp:revision>
  <cp:lastPrinted>2019-09-05T16:41:00Z</cp:lastPrinted>
  <dcterms:created xsi:type="dcterms:W3CDTF">2020-10-08T10:10:00Z</dcterms:created>
  <dcterms:modified xsi:type="dcterms:W3CDTF">2020-10-28T07:43:00Z</dcterms:modified>
</cp:coreProperties>
</file>