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BC" w:rsidRDefault="008747BC" w:rsidP="00AB332C">
      <w:pPr>
        <w:spacing w:line="120" w:lineRule="exact"/>
        <w:sectPr w:rsidR="008747BC" w:rsidSect="00AB4E2F">
          <w:headerReference w:type="default" r:id="rId8"/>
          <w:headerReference w:type="first" r:id="rId9"/>
          <w:pgSz w:w="11906" w:h="16838" w:code="9"/>
          <w:pgMar w:top="567" w:right="1247" w:bottom="1134" w:left="907" w:header="567" w:footer="403" w:gutter="0"/>
          <w:pgBorders w:offsetFrom="page">
            <w:top w:val="single" w:sz="4" w:space="24" w:color="F2F2F2" w:themeColor="background1" w:themeShade="F2"/>
            <w:left w:val="single" w:sz="4" w:space="24" w:color="F2F2F2" w:themeColor="background1" w:themeShade="F2"/>
            <w:bottom w:val="single" w:sz="4" w:space="24" w:color="F2F2F2" w:themeColor="background1" w:themeShade="F2"/>
            <w:right w:val="single" w:sz="4" w:space="24" w:color="F2F2F2" w:themeColor="background1" w:themeShade="F2"/>
          </w:pgBorders>
          <w:cols w:space="708"/>
          <w:titlePg/>
          <w:docGrid w:linePitch="360"/>
        </w:sectPr>
      </w:pPr>
    </w:p>
    <w:p w:rsidR="009F6B71" w:rsidRPr="00541E59" w:rsidRDefault="009F6B71" w:rsidP="0041175B">
      <w:pPr>
        <w:rPr>
          <w:sz w:val="16"/>
          <w:szCs w:val="16"/>
        </w:rPr>
      </w:pPr>
    </w:p>
    <w:tbl>
      <w:tblPr>
        <w:tblW w:w="4928" w:type="pct"/>
        <w:tblInd w:w="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5"/>
        <w:gridCol w:w="1672"/>
        <w:gridCol w:w="3072"/>
      </w:tblGrid>
      <w:tr w:rsidR="001D7F7E" w:rsidRPr="00000105" w:rsidTr="001D7F7E">
        <w:tc>
          <w:tcPr>
            <w:tcW w:w="2503" w:type="pct"/>
          </w:tcPr>
          <w:p w:rsidR="001D7F7E" w:rsidRPr="00522750" w:rsidRDefault="001D7F7E" w:rsidP="00C227A4">
            <w:pPr>
              <w:widowControl w:val="0"/>
              <w:jc w:val="both"/>
              <w:rPr>
                <w:i/>
                <w:szCs w:val="20"/>
              </w:rPr>
            </w:pPr>
          </w:p>
        </w:tc>
        <w:tc>
          <w:tcPr>
            <w:tcW w:w="880" w:type="pct"/>
          </w:tcPr>
          <w:p w:rsidR="001D7F7E" w:rsidRPr="00000105" w:rsidRDefault="001D7F7E" w:rsidP="00C227A4">
            <w:pPr>
              <w:widowControl w:val="0"/>
              <w:jc w:val="right"/>
              <w:rPr>
                <w:b/>
              </w:rPr>
            </w:pPr>
            <w:r w:rsidRPr="00000105">
              <w:t>, lì</w:t>
            </w:r>
          </w:p>
        </w:tc>
        <w:tc>
          <w:tcPr>
            <w:tcW w:w="1617" w:type="pct"/>
          </w:tcPr>
          <w:p w:rsidR="001D7F7E" w:rsidRPr="00000105" w:rsidRDefault="001D7F7E" w:rsidP="00C227A4">
            <w:pPr>
              <w:widowControl w:val="0"/>
              <w:jc w:val="center"/>
            </w:pPr>
            <w:r>
              <w:t>___________________</w:t>
            </w:r>
          </w:p>
        </w:tc>
      </w:tr>
    </w:tbl>
    <w:p w:rsidR="001D7F7E" w:rsidRDefault="001D7F7E">
      <w:pPr>
        <w:rPr>
          <w:sz w:val="16"/>
          <w:szCs w:val="16"/>
        </w:rPr>
      </w:pPr>
    </w:p>
    <w:tbl>
      <w:tblPr>
        <w:tblW w:w="507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1"/>
        <w:gridCol w:w="2830"/>
        <w:gridCol w:w="568"/>
        <w:gridCol w:w="609"/>
        <w:gridCol w:w="4498"/>
      </w:tblGrid>
      <w:tr w:rsidR="00366801" w:rsidRPr="00AA7353" w:rsidTr="000C1243">
        <w:tc>
          <w:tcPr>
            <w:tcW w:w="655" w:type="pct"/>
          </w:tcPr>
          <w:p w:rsidR="00366801" w:rsidRPr="00AA7353" w:rsidRDefault="00366801" w:rsidP="000C1243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Riferimento:</w:t>
            </w:r>
          </w:p>
        </w:tc>
        <w:tc>
          <w:tcPr>
            <w:tcW w:w="1446" w:type="pct"/>
          </w:tcPr>
          <w:p w:rsidR="00366801" w:rsidRPr="00AA7353" w:rsidRDefault="00366801" w:rsidP="000C1243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  <w:r w:rsidRPr="00A77FD5">
              <w:rPr>
                <w:b/>
                <w:i/>
                <w:sz w:val="16"/>
                <w:szCs w:val="16"/>
              </w:rPr>
              <w:t>Prot. n.</w:t>
            </w:r>
            <w:r>
              <w:t xml:space="preserve"> </w:t>
            </w:r>
            <w:r w:rsidRPr="006E04E2">
              <w:rPr>
                <w:b/>
                <w:i/>
                <w:sz w:val="16"/>
                <w:szCs w:val="16"/>
              </w:rPr>
              <w:t>0238391/20</w:t>
            </w:r>
            <w:r w:rsidRPr="00A77FD5">
              <w:rPr>
                <w:b/>
                <w:i/>
                <w:sz w:val="16"/>
                <w:szCs w:val="16"/>
              </w:rPr>
              <w:t xml:space="preserve"> del</w:t>
            </w:r>
            <w:r>
              <w:rPr>
                <w:b/>
                <w:i/>
                <w:sz w:val="16"/>
                <w:szCs w:val="16"/>
              </w:rPr>
              <w:t xml:space="preserve"> 05</w:t>
            </w:r>
            <w:r w:rsidRPr="00A77FD5">
              <w:rPr>
                <w:b/>
                <w:i/>
                <w:sz w:val="16"/>
                <w:szCs w:val="16"/>
              </w:rPr>
              <w:t>/08/2020</w:t>
            </w:r>
          </w:p>
        </w:tc>
        <w:tc>
          <w:tcPr>
            <w:tcW w:w="290" w:type="pct"/>
          </w:tcPr>
          <w:p w:rsidR="00366801" w:rsidRPr="00AA7353" w:rsidRDefault="00366801" w:rsidP="000C1243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</w:p>
        </w:tc>
        <w:tc>
          <w:tcPr>
            <w:tcW w:w="311" w:type="pct"/>
          </w:tcPr>
          <w:p w:rsidR="00366801" w:rsidRPr="00AA7353" w:rsidRDefault="00366801" w:rsidP="000C1243">
            <w:pPr>
              <w:widowControl w:val="0"/>
              <w:rPr>
                <w:b/>
                <w:i/>
              </w:rPr>
            </w:pPr>
          </w:p>
        </w:tc>
        <w:tc>
          <w:tcPr>
            <w:tcW w:w="2298" w:type="pct"/>
          </w:tcPr>
          <w:p w:rsidR="00366801" w:rsidRPr="00AA7353" w:rsidRDefault="00366801" w:rsidP="000C1243">
            <w:pPr>
              <w:widowControl w:val="0"/>
              <w:rPr>
                <w:rFonts w:eastAsia="Calibri"/>
                <w:b/>
                <w:i/>
              </w:rPr>
            </w:pPr>
          </w:p>
        </w:tc>
      </w:tr>
      <w:tr w:rsidR="00366801" w:rsidRPr="00313758" w:rsidTr="000C1243">
        <w:tc>
          <w:tcPr>
            <w:tcW w:w="655" w:type="pct"/>
          </w:tcPr>
          <w:p w:rsidR="00366801" w:rsidRPr="00AA7353" w:rsidRDefault="00366801" w:rsidP="000C1243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Codice pratica:</w:t>
            </w:r>
          </w:p>
        </w:tc>
        <w:tc>
          <w:tcPr>
            <w:tcW w:w="4345" w:type="pct"/>
            <w:gridSpan w:val="4"/>
          </w:tcPr>
          <w:p w:rsidR="00366801" w:rsidRPr="006E04E2" w:rsidRDefault="00366801" w:rsidP="000C1243">
            <w:pPr>
              <w:widowControl w:val="0"/>
              <w:spacing w:before="20"/>
              <w:ind w:left="1416"/>
              <w:rPr>
                <w:b/>
                <w:sz w:val="20"/>
                <w:szCs w:val="16"/>
              </w:rPr>
            </w:pPr>
            <w:r>
              <w:rPr>
                <w:b/>
                <w:i/>
                <w:sz w:val="20"/>
                <w:szCs w:val="16"/>
              </w:rPr>
              <w:t>20</w:t>
            </w:r>
            <w:r w:rsidRPr="00313758">
              <w:rPr>
                <w:b/>
                <w:i/>
                <w:sz w:val="20"/>
                <w:szCs w:val="16"/>
              </w:rPr>
              <w:t>/</w:t>
            </w:r>
            <w:r w:rsidRPr="006E04E2">
              <w:rPr>
                <w:b/>
                <w:i/>
                <w:sz w:val="20"/>
                <w:szCs w:val="16"/>
              </w:rPr>
              <w:t>74277</w:t>
            </w:r>
          </w:p>
          <w:p w:rsidR="00366801" w:rsidRPr="00313758" w:rsidRDefault="00366801" w:rsidP="000C1243">
            <w:pPr>
              <w:widowControl w:val="0"/>
              <w:rPr>
                <w:rFonts w:eastAsia="Calibri"/>
                <w:b/>
                <w:i/>
                <w:sz w:val="16"/>
                <w:szCs w:val="16"/>
              </w:rPr>
            </w:pPr>
            <w:r w:rsidRPr="00313758">
              <w:rPr>
                <w:i/>
                <w:sz w:val="16"/>
                <w:szCs w:val="16"/>
              </w:rPr>
              <w:t>(Codice da riportare in ogni comunicazione successiva)</w:t>
            </w:r>
          </w:p>
        </w:tc>
      </w:tr>
    </w:tbl>
    <w:p w:rsidR="00366801" w:rsidRDefault="00366801">
      <w:pPr>
        <w:rPr>
          <w:sz w:val="16"/>
          <w:szCs w:val="16"/>
        </w:rPr>
      </w:pPr>
    </w:p>
    <w:p w:rsidR="001D7F7E" w:rsidRPr="00541E59" w:rsidRDefault="001D7F7E" w:rsidP="001D7F7E">
      <w:pPr>
        <w:rPr>
          <w:sz w:val="16"/>
          <w:szCs w:val="1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2"/>
        <w:gridCol w:w="3117"/>
        <w:gridCol w:w="679"/>
        <w:gridCol w:w="4740"/>
      </w:tblGrid>
      <w:tr w:rsidR="001D7F7E" w:rsidRPr="00095AD6" w:rsidTr="00C227A4">
        <w:tc>
          <w:tcPr>
            <w:tcW w:w="57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1617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35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2459" w:type="pct"/>
            <w:vAlign w:val="center"/>
          </w:tcPr>
          <w:p w:rsidR="001D7F7E" w:rsidRPr="00095AD6" w:rsidRDefault="001D7F7E" w:rsidP="00C227A4">
            <w:pPr>
              <w:widowControl w:val="0"/>
              <w:jc w:val="both"/>
              <w:rPr>
                <w:b/>
                <w:spacing w:val="-10"/>
              </w:rPr>
            </w:pPr>
            <w:r w:rsidRPr="00095AD6">
              <w:rPr>
                <w:b/>
                <w:spacing w:val="-10"/>
              </w:rPr>
              <w:t>All’Autorità Competente per il PAUR</w:t>
            </w:r>
          </w:p>
          <w:p w:rsidR="001D7F7E" w:rsidRPr="00F04655" w:rsidRDefault="001D7F7E" w:rsidP="00C227A4">
            <w:pPr>
              <w:widowControl w:val="0"/>
              <w:jc w:val="both"/>
              <w:rPr>
                <w:rStyle w:val="Collegamentoipertestuale"/>
                <w:b/>
                <w:color w:val="auto"/>
                <w:spacing w:val="-10"/>
                <w:u w:val="none"/>
              </w:rPr>
            </w:pPr>
            <w:r w:rsidRPr="00095AD6">
              <w:rPr>
                <w:b/>
                <w:spacing w:val="-10"/>
              </w:rPr>
              <w:t>Servizio Valutazioni Ambientali– DPC002</w:t>
            </w:r>
          </w:p>
        </w:tc>
      </w:tr>
      <w:tr w:rsidR="001D7F7E" w:rsidRPr="00095AD6" w:rsidTr="00C227A4">
        <w:tc>
          <w:tcPr>
            <w:tcW w:w="57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1D7F7E" w:rsidRPr="00095AD6" w:rsidRDefault="00120230" w:rsidP="00C227A4">
            <w:pPr>
              <w:widowControl w:val="0"/>
              <w:jc w:val="both"/>
              <w:rPr>
                <w:i/>
                <w:spacing w:val="-10"/>
              </w:rPr>
            </w:pPr>
            <w:hyperlink r:id="rId10" w:history="1">
              <w:r w:rsidR="001D7F7E" w:rsidRPr="00763611">
                <w:rPr>
                  <w:rStyle w:val="Collegamentoipertestuale"/>
                  <w:i/>
                  <w:spacing w:val="-10"/>
                </w:rPr>
                <w:t>dpc002@regione.abruzzo.it</w:t>
              </w:r>
            </w:hyperlink>
          </w:p>
        </w:tc>
      </w:tr>
      <w:tr w:rsidR="001D7F7E" w:rsidRPr="00095AD6" w:rsidTr="00C227A4">
        <w:tc>
          <w:tcPr>
            <w:tcW w:w="57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1D7F7E" w:rsidRPr="00095AD6" w:rsidRDefault="00120230" w:rsidP="00C227A4">
            <w:pPr>
              <w:widowControl w:val="0"/>
              <w:jc w:val="both"/>
              <w:rPr>
                <w:i/>
                <w:spacing w:val="-10"/>
              </w:rPr>
            </w:pPr>
            <w:hyperlink r:id="rId11" w:history="1">
              <w:r w:rsidR="001D7F7E" w:rsidRPr="00763611">
                <w:rPr>
                  <w:rStyle w:val="Collegamentoipertestuale"/>
                  <w:i/>
                  <w:spacing w:val="-10"/>
                </w:rPr>
                <w:t>dpc002@pec.regione.abruzzo.it</w:t>
              </w:r>
            </w:hyperlink>
          </w:p>
        </w:tc>
      </w:tr>
    </w:tbl>
    <w:p w:rsidR="001D7F7E" w:rsidRPr="00541E59" w:rsidRDefault="001D7F7E" w:rsidP="001D7F7E">
      <w:pPr>
        <w:jc w:val="both"/>
        <w:rPr>
          <w:sz w:val="16"/>
          <w:szCs w:val="16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417"/>
        <w:gridCol w:w="6946"/>
      </w:tblGrid>
      <w:tr w:rsidR="001D7F7E" w:rsidRPr="00197C80" w:rsidTr="00C227A4">
        <w:trPr>
          <w:trHeight w:val="290"/>
        </w:trPr>
        <w:tc>
          <w:tcPr>
            <w:tcW w:w="1488" w:type="dxa"/>
            <w:vMerge w:val="restart"/>
          </w:tcPr>
          <w:p w:rsidR="001D7F7E" w:rsidRPr="00C34876" w:rsidRDefault="001D7F7E" w:rsidP="00C227A4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  <w:r w:rsidRPr="00C34876">
              <w:rPr>
                <w:b/>
                <w:i/>
                <w:sz w:val="20"/>
                <w:szCs w:val="20"/>
              </w:rPr>
              <w:t>OGGETTO:</w:t>
            </w:r>
          </w:p>
        </w:tc>
        <w:tc>
          <w:tcPr>
            <w:tcW w:w="8363" w:type="dxa"/>
            <w:gridSpan w:val="2"/>
          </w:tcPr>
          <w:p w:rsidR="001D7F7E" w:rsidRPr="00937FB8" w:rsidRDefault="0059050E" w:rsidP="00AD7507">
            <w:pPr>
              <w:keepNext/>
              <w:spacing w:after="60"/>
              <w:outlineLvl w:val="6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DICHIARAZIONI DEL </w:t>
            </w:r>
            <w:r w:rsidR="00AD7507">
              <w:rPr>
                <w:b/>
                <w:sz w:val="22"/>
                <w:szCs w:val="20"/>
              </w:rPr>
              <w:t>COMPONENTE</w:t>
            </w:r>
            <w:r>
              <w:rPr>
                <w:b/>
                <w:sz w:val="22"/>
                <w:szCs w:val="20"/>
              </w:rPr>
              <w:t xml:space="preserve"> </w:t>
            </w:r>
            <w:r>
              <w:rPr>
                <w:b/>
                <w:sz w:val="22"/>
                <w:szCs w:val="20"/>
              </w:rPr>
              <w:br/>
              <w:t>al</w:t>
            </w:r>
            <w:r w:rsidR="001D7F7E" w:rsidRPr="00937FB8">
              <w:rPr>
                <w:b/>
                <w:sz w:val="22"/>
                <w:szCs w:val="20"/>
              </w:rPr>
              <w:t>l</w:t>
            </w:r>
            <w:r w:rsidR="001D7F7E">
              <w:rPr>
                <w:b/>
                <w:sz w:val="22"/>
                <w:szCs w:val="20"/>
              </w:rPr>
              <w:t>a</w:t>
            </w:r>
            <w:r w:rsidR="001D7F7E" w:rsidRPr="00937FB8">
              <w:rPr>
                <w:b/>
                <w:sz w:val="22"/>
                <w:szCs w:val="20"/>
              </w:rPr>
              <w:t xml:space="preserve"> partecipazione all’incontro istruttorio in videoconferenza per il </w:t>
            </w:r>
            <w:r>
              <w:rPr>
                <w:b/>
                <w:sz w:val="22"/>
                <w:szCs w:val="20"/>
              </w:rPr>
              <w:br/>
            </w:r>
            <w:r w:rsidR="001D7F7E" w:rsidRPr="00937FB8">
              <w:rPr>
                <w:b/>
                <w:sz w:val="22"/>
                <w:szCs w:val="20"/>
              </w:rPr>
              <w:t>giorno 29/10/2020, alle ore 15.00</w:t>
            </w:r>
            <w:r w:rsidR="001D7F7E">
              <w:rPr>
                <w:b/>
                <w:sz w:val="22"/>
                <w:szCs w:val="20"/>
              </w:rPr>
              <w:t xml:space="preserve">. </w:t>
            </w:r>
            <w:r w:rsidR="001D7F7E" w:rsidRPr="00C34876">
              <w:rPr>
                <w:b/>
                <w:sz w:val="22"/>
                <w:szCs w:val="20"/>
              </w:rPr>
              <w:t>(Art. 27 bis c</w:t>
            </w:r>
            <w:r w:rsidR="001D7F7E">
              <w:rPr>
                <w:b/>
                <w:sz w:val="22"/>
                <w:szCs w:val="20"/>
              </w:rPr>
              <w:t>omma</w:t>
            </w:r>
            <w:r w:rsidR="001D7F7E" w:rsidRPr="00C34876">
              <w:rPr>
                <w:b/>
                <w:sz w:val="22"/>
                <w:szCs w:val="20"/>
              </w:rPr>
              <w:t xml:space="preserve"> 5 del D.</w:t>
            </w:r>
            <w:r w:rsidR="001D7F7E">
              <w:rPr>
                <w:b/>
                <w:sz w:val="22"/>
                <w:szCs w:val="20"/>
              </w:rPr>
              <w:t xml:space="preserve"> </w:t>
            </w:r>
            <w:r w:rsidR="001D7F7E" w:rsidRPr="00C34876">
              <w:rPr>
                <w:b/>
                <w:sz w:val="22"/>
                <w:szCs w:val="20"/>
              </w:rPr>
              <w:t>Lgs. 152/06 e ss.mm.ii.)</w:t>
            </w:r>
          </w:p>
        </w:tc>
      </w:tr>
      <w:tr w:rsidR="001D7F7E" w:rsidRPr="003008F1" w:rsidTr="00C227A4">
        <w:trPr>
          <w:trHeight w:val="290"/>
        </w:trPr>
        <w:tc>
          <w:tcPr>
            <w:tcW w:w="1488" w:type="dxa"/>
            <w:vMerge/>
          </w:tcPr>
          <w:p w:rsidR="001D7F7E" w:rsidRPr="00C34876" w:rsidRDefault="001D7F7E" w:rsidP="00C227A4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63" w:type="dxa"/>
            <w:gridSpan w:val="2"/>
          </w:tcPr>
          <w:p w:rsidR="001D7F7E" w:rsidRPr="00937FB8" w:rsidRDefault="001D7F7E" w:rsidP="00C227A4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 xml:space="preserve">Provvedimento Autorizzatorio Unico Regionale (P.A.U.R.) </w:t>
            </w:r>
          </w:p>
        </w:tc>
      </w:tr>
      <w:tr w:rsidR="001D7F7E" w:rsidRPr="003008F1" w:rsidTr="00C227A4">
        <w:trPr>
          <w:trHeight w:val="220"/>
        </w:trPr>
        <w:tc>
          <w:tcPr>
            <w:tcW w:w="1488" w:type="dxa"/>
            <w:vMerge/>
          </w:tcPr>
          <w:p w:rsidR="001D7F7E" w:rsidRPr="00C34876" w:rsidRDefault="001D7F7E" w:rsidP="00C227A4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1D7F7E" w:rsidRPr="00C34876" w:rsidRDefault="001D7F7E" w:rsidP="00C227A4">
            <w:pPr>
              <w:keepNext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>Codice Pratica</w:t>
            </w:r>
          </w:p>
        </w:tc>
        <w:tc>
          <w:tcPr>
            <w:tcW w:w="6946" w:type="dxa"/>
          </w:tcPr>
          <w:p w:rsidR="001D7F7E" w:rsidRPr="00937FB8" w:rsidRDefault="001D7F7E" w:rsidP="00C227A4">
            <w:pPr>
              <w:keepNext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20/74277</w:t>
            </w:r>
          </w:p>
        </w:tc>
      </w:tr>
      <w:tr w:rsidR="001D7F7E" w:rsidRPr="003008F1" w:rsidTr="00C227A4">
        <w:trPr>
          <w:trHeight w:val="220"/>
        </w:trPr>
        <w:tc>
          <w:tcPr>
            <w:tcW w:w="1488" w:type="dxa"/>
            <w:vMerge/>
          </w:tcPr>
          <w:p w:rsidR="001D7F7E" w:rsidRPr="00C34876" w:rsidRDefault="001D7F7E" w:rsidP="00C227A4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1D7F7E" w:rsidRPr="00C34876" w:rsidRDefault="001D7F7E" w:rsidP="00C227A4">
            <w:pPr>
              <w:keepNext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>Progetto</w:t>
            </w:r>
          </w:p>
        </w:tc>
        <w:tc>
          <w:tcPr>
            <w:tcW w:w="6946" w:type="dxa"/>
          </w:tcPr>
          <w:p w:rsidR="001D7F7E" w:rsidRPr="00937FB8" w:rsidRDefault="001D7F7E" w:rsidP="00C227A4">
            <w:pPr>
              <w:keepNext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Rinnovo dell’autorizzazione con ampliamento e sistemazione finale cava in loc. “Via degli Api” del Comune di Capestrano</w:t>
            </w:r>
          </w:p>
        </w:tc>
      </w:tr>
      <w:tr w:rsidR="001D7F7E" w:rsidRPr="003008F1" w:rsidTr="00C227A4">
        <w:trPr>
          <w:trHeight w:val="280"/>
        </w:trPr>
        <w:tc>
          <w:tcPr>
            <w:tcW w:w="1488" w:type="dxa"/>
            <w:vMerge/>
          </w:tcPr>
          <w:p w:rsidR="001D7F7E" w:rsidRPr="00C34876" w:rsidRDefault="001D7F7E" w:rsidP="00C227A4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1D7F7E" w:rsidRPr="00C34876" w:rsidRDefault="001D7F7E" w:rsidP="00C227A4">
            <w:pPr>
              <w:keepNext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 xml:space="preserve">Richiedente </w:t>
            </w:r>
          </w:p>
        </w:tc>
        <w:tc>
          <w:tcPr>
            <w:tcW w:w="6946" w:type="dxa"/>
          </w:tcPr>
          <w:p w:rsidR="001D7F7E" w:rsidRPr="00937FB8" w:rsidRDefault="001D7F7E" w:rsidP="00C227A4">
            <w:pPr>
              <w:keepNext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S.E.I. S.r.l. Unipersonale</w:t>
            </w:r>
          </w:p>
        </w:tc>
      </w:tr>
      <w:tr w:rsidR="001D7F7E" w:rsidRPr="003008F1" w:rsidTr="00C227A4">
        <w:trPr>
          <w:trHeight w:val="280"/>
        </w:trPr>
        <w:tc>
          <w:tcPr>
            <w:tcW w:w="1488" w:type="dxa"/>
            <w:vMerge/>
          </w:tcPr>
          <w:p w:rsidR="001D7F7E" w:rsidRPr="00C34876" w:rsidRDefault="001D7F7E" w:rsidP="00C227A4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1D7F7E" w:rsidRPr="00C34876" w:rsidRDefault="001D7F7E" w:rsidP="00C227A4">
            <w:pPr>
              <w:keepNext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>Comune</w:t>
            </w:r>
          </w:p>
        </w:tc>
        <w:tc>
          <w:tcPr>
            <w:tcW w:w="6946" w:type="dxa"/>
          </w:tcPr>
          <w:p w:rsidR="001D7F7E" w:rsidRPr="00937FB8" w:rsidRDefault="001D7F7E" w:rsidP="00C227A4">
            <w:pPr>
              <w:keepNext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Capestrano (AQ)</w:t>
            </w:r>
          </w:p>
        </w:tc>
      </w:tr>
    </w:tbl>
    <w:p w:rsidR="001A14E8" w:rsidRPr="001A14E8" w:rsidRDefault="001A14E8" w:rsidP="00541E59">
      <w:pPr>
        <w:pStyle w:val="Pidipagina"/>
        <w:tabs>
          <w:tab w:val="clear" w:pos="4819"/>
          <w:tab w:val="clear" w:pos="9638"/>
          <w:tab w:val="left" w:pos="993"/>
          <w:tab w:val="left" w:pos="10206"/>
        </w:tabs>
        <w:spacing w:before="240"/>
        <w:ind w:right="-1"/>
        <w:jc w:val="center"/>
        <w:rPr>
          <w:b/>
          <w:i/>
          <w:spacing w:val="-1"/>
          <w:sz w:val="28"/>
          <w:szCs w:val="28"/>
        </w:rPr>
      </w:pPr>
      <w:r w:rsidRPr="001A14E8">
        <w:rPr>
          <w:b/>
          <w:i/>
          <w:spacing w:val="-1"/>
          <w:sz w:val="28"/>
          <w:szCs w:val="28"/>
        </w:rPr>
        <w:t xml:space="preserve">DICHIARAZIONI </w:t>
      </w:r>
      <w:r w:rsidR="00366801" w:rsidRPr="00366801">
        <w:rPr>
          <w:b/>
          <w:i/>
          <w:spacing w:val="-1"/>
          <w:sz w:val="28"/>
          <w:szCs w:val="28"/>
        </w:rPr>
        <w:t xml:space="preserve">DEL COMPONENTE </w:t>
      </w:r>
      <w:bookmarkStart w:id="0" w:name="_GoBack"/>
      <w:bookmarkEnd w:id="0"/>
      <w:r w:rsidR="001D7F7E" w:rsidRPr="001D7F7E">
        <w:rPr>
          <w:b/>
          <w:i/>
          <w:spacing w:val="-1"/>
          <w:sz w:val="28"/>
          <w:szCs w:val="28"/>
        </w:rPr>
        <w:t>ALL’INCONTRO ISTRUTTORIO IN VIDEOCONFERENZA PER IL GIORNO 29/10/2020, ALLE ORE 15.00</w:t>
      </w:r>
    </w:p>
    <w:p w:rsidR="00D67473" w:rsidRDefault="001A14E8" w:rsidP="001A14E8">
      <w:pPr>
        <w:spacing w:before="360"/>
        <w:rPr>
          <w:sz w:val="20"/>
          <w:szCs w:val="20"/>
        </w:rPr>
      </w:pPr>
      <w:r w:rsidRPr="000D6B3A">
        <w:rPr>
          <w:sz w:val="20"/>
          <w:szCs w:val="20"/>
        </w:rPr>
        <w:t>Il sottoscritto</w:t>
      </w:r>
      <w:r w:rsidRPr="000D6B3A">
        <w:rPr>
          <w:spacing w:val="-7"/>
          <w:sz w:val="20"/>
          <w:szCs w:val="20"/>
        </w:rPr>
        <w:t xml:space="preserve"> </w:t>
      </w:r>
      <w:r w:rsidRPr="000D6B3A">
        <w:rPr>
          <w:w w:val="99"/>
          <w:sz w:val="20"/>
          <w:szCs w:val="20"/>
          <w:u w:val="single" w:color="000000"/>
        </w:rPr>
        <w:t xml:space="preserve"> </w:t>
      </w:r>
      <w:r w:rsidRPr="000D6B3A">
        <w:rPr>
          <w:sz w:val="20"/>
          <w:szCs w:val="20"/>
          <w:u w:val="single" w:color="000000"/>
        </w:rPr>
        <w:t xml:space="preserve">                                                                             </w:t>
      </w:r>
      <w:r w:rsidRPr="000D6B3A">
        <w:rPr>
          <w:sz w:val="20"/>
          <w:szCs w:val="20"/>
        </w:rPr>
        <w:t xml:space="preserve"> </w:t>
      </w:r>
      <w:r w:rsidR="001D7F7E" w:rsidRPr="001D7F7E">
        <w:rPr>
          <w:sz w:val="20"/>
          <w:szCs w:val="20"/>
        </w:rPr>
        <w:t>in qualità di</w:t>
      </w:r>
      <w:r w:rsidRPr="000D6B3A">
        <w:rPr>
          <w:sz w:val="20"/>
          <w:szCs w:val="20"/>
        </w:rPr>
        <w:t xml:space="preserve"> </w:t>
      </w:r>
      <w:r w:rsidR="006E7367" w:rsidRPr="000D6B3A">
        <w:rPr>
          <w:sz w:val="20"/>
          <w:szCs w:val="20"/>
          <w:u w:val="single" w:color="000000"/>
        </w:rPr>
        <w:t xml:space="preserve"> </w:t>
      </w:r>
      <w:r w:rsidR="0059050E">
        <w:rPr>
          <w:sz w:val="20"/>
          <w:szCs w:val="20"/>
          <w:u w:val="single" w:color="000000"/>
        </w:rPr>
        <w:t xml:space="preserve">                          </w:t>
      </w:r>
      <w:r w:rsidR="00AD7507">
        <w:rPr>
          <w:sz w:val="20"/>
          <w:szCs w:val="20"/>
          <w:u w:val="single" w:color="000000"/>
        </w:rPr>
        <w:t xml:space="preserve">                      </w:t>
      </w:r>
      <w:r w:rsidR="006E7367" w:rsidRPr="006E7367">
        <w:rPr>
          <w:sz w:val="20"/>
          <w:szCs w:val="20"/>
          <w:u w:val="single"/>
        </w:rPr>
        <w:t xml:space="preserve">    </w:t>
      </w:r>
      <w:r w:rsidR="00541E59" w:rsidRPr="000D6B3A">
        <w:rPr>
          <w:sz w:val="20"/>
          <w:szCs w:val="20"/>
          <w:u w:val="single" w:color="000000"/>
        </w:rPr>
        <w:t xml:space="preserve">   </w:t>
      </w:r>
      <w:r w:rsidR="0059050E">
        <w:rPr>
          <w:sz w:val="20"/>
          <w:szCs w:val="20"/>
          <w:u w:val="single" w:color="000000"/>
        </w:rPr>
        <w:t xml:space="preserve"> </w:t>
      </w:r>
      <w:r w:rsidR="006E7367" w:rsidRPr="006E7367">
        <w:rPr>
          <w:sz w:val="20"/>
          <w:szCs w:val="20"/>
          <w:u w:val="single"/>
        </w:rPr>
        <w:t xml:space="preserve">             </w:t>
      </w:r>
      <w:r w:rsidR="00D67473">
        <w:rPr>
          <w:sz w:val="20"/>
          <w:szCs w:val="20"/>
          <w:u w:val="single"/>
        </w:rPr>
        <w:t> </w:t>
      </w:r>
    </w:p>
    <w:p w:rsidR="00AD7507" w:rsidRPr="000D6B3A" w:rsidRDefault="001A14E8" w:rsidP="00AD7507">
      <w:pPr>
        <w:ind w:left="1440"/>
        <w:rPr>
          <w:color w:val="A6A6A6" w:themeColor="background1" w:themeShade="A6"/>
          <w:sz w:val="20"/>
          <w:szCs w:val="20"/>
        </w:rPr>
      </w:pPr>
      <w:r w:rsidRPr="000D6B3A">
        <w:rPr>
          <w:color w:val="A6A6A6" w:themeColor="background1" w:themeShade="A6"/>
          <w:sz w:val="20"/>
          <w:szCs w:val="20"/>
        </w:rPr>
        <w:t xml:space="preserve"> (indicare il nome e </w:t>
      </w:r>
      <w:proofErr w:type="gramStart"/>
      <w:r w:rsidRPr="000D6B3A">
        <w:rPr>
          <w:color w:val="A6A6A6" w:themeColor="background1" w:themeShade="A6"/>
          <w:sz w:val="20"/>
          <w:szCs w:val="20"/>
        </w:rPr>
        <w:t>cognome</w:t>
      </w:r>
      <w:r w:rsidR="00AD7507">
        <w:rPr>
          <w:color w:val="A6A6A6" w:themeColor="background1" w:themeShade="A6"/>
          <w:sz w:val="20"/>
          <w:szCs w:val="20"/>
        </w:rPr>
        <w:t xml:space="preserve">)   </w:t>
      </w:r>
      <w:proofErr w:type="gramEnd"/>
      <w:r w:rsidR="00AD7507">
        <w:rPr>
          <w:color w:val="A6A6A6" w:themeColor="background1" w:themeShade="A6"/>
          <w:sz w:val="20"/>
          <w:szCs w:val="20"/>
        </w:rPr>
        <w:t xml:space="preserve">                                                        </w:t>
      </w:r>
      <w:r w:rsidR="00AD7507" w:rsidRPr="000D6B3A">
        <w:rPr>
          <w:color w:val="A6A6A6" w:themeColor="background1" w:themeShade="A6"/>
          <w:sz w:val="20"/>
          <w:szCs w:val="20"/>
        </w:rPr>
        <w:t xml:space="preserve">(indicare </w:t>
      </w:r>
      <w:r w:rsidR="00AD7507">
        <w:rPr>
          <w:color w:val="A6A6A6" w:themeColor="background1" w:themeShade="A6"/>
          <w:sz w:val="20"/>
          <w:szCs w:val="20"/>
        </w:rPr>
        <w:t>la funzione</w:t>
      </w:r>
      <w:r w:rsidR="00AD7507" w:rsidRPr="000D6B3A">
        <w:rPr>
          <w:color w:val="A6A6A6" w:themeColor="background1" w:themeShade="A6"/>
          <w:sz w:val="20"/>
          <w:szCs w:val="20"/>
        </w:rPr>
        <w:t>)</w:t>
      </w:r>
    </w:p>
    <w:p w:rsidR="00D67473" w:rsidRDefault="0059050E" w:rsidP="00D67473">
      <w:pPr>
        <w:spacing w:before="180"/>
        <w:rPr>
          <w:sz w:val="20"/>
          <w:szCs w:val="20"/>
          <w:u w:val="single" w:color="000000"/>
        </w:rPr>
      </w:pPr>
      <w:r>
        <w:rPr>
          <w:sz w:val="20"/>
          <w:szCs w:val="20"/>
        </w:rPr>
        <w:t xml:space="preserve">del </w:t>
      </w:r>
      <w:r w:rsidR="00D67473" w:rsidRPr="000D6B3A">
        <w:rPr>
          <w:sz w:val="20"/>
          <w:szCs w:val="20"/>
          <w:u w:val="single" w:color="000000"/>
        </w:rPr>
        <w:t xml:space="preserve">                                                                                  </w:t>
      </w:r>
      <w:r w:rsidR="00541E59" w:rsidRPr="000D6B3A">
        <w:rPr>
          <w:sz w:val="20"/>
          <w:szCs w:val="20"/>
          <w:u w:val="single" w:color="000000"/>
        </w:rPr>
        <w:t xml:space="preserve">       </w:t>
      </w:r>
      <w:r w:rsidR="00D67473" w:rsidRPr="000D6B3A">
        <w:rPr>
          <w:sz w:val="20"/>
          <w:szCs w:val="20"/>
          <w:u w:val="single" w:color="000000"/>
        </w:rPr>
        <w:t xml:space="preserve">                </w:t>
      </w:r>
      <w:r w:rsidR="00541E59" w:rsidRPr="000D6B3A">
        <w:rPr>
          <w:sz w:val="20"/>
          <w:szCs w:val="20"/>
          <w:u w:val="single" w:color="000000"/>
        </w:rPr>
        <w:t xml:space="preserve">              </w:t>
      </w:r>
      <w:r w:rsidR="00D67473" w:rsidRPr="000D6B3A">
        <w:rPr>
          <w:sz w:val="20"/>
          <w:szCs w:val="20"/>
          <w:u w:val="single" w:color="000000"/>
        </w:rPr>
        <w:t xml:space="preserve">                                                                 </w:t>
      </w:r>
      <w:r w:rsidR="00D67473">
        <w:rPr>
          <w:sz w:val="20"/>
          <w:szCs w:val="20"/>
          <w:u w:val="single" w:color="000000"/>
        </w:rPr>
        <w:t> </w:t>
      </w:r>
    </w:p>
    <w:p w:rsidR="00D67473" w:rsidRDefault="00D67473" w:rsidP="00541E59">
      <w:pPr>
        <w:rPr>
          <w:sz w:val="20"/>
          <w:szCs w:val="20"/>
        </w:rPr>
      </w:pPr>
      <w:r w:rsidRPr="00D67473">
        <w:rPr>
          <w:color w:val="A6A6A6" w:themeColor="background1" w:themeShade="A6"/>
          <w:sz w:val="20"/>
          <w:szCs w:val="20"/>
        </w:rPr>
        <w:t xml:space="preserve">                                    </w:t>
      </w:r>
      <w:r>
        <w:rPr>
          <w:color w:val="A6A6A6" w:themeColor="background1" w:themeShade="A6"/>
          <w:sz w:val="20"/>
          <w:szCs w:val="20"/>
        </w:rPr>
        <w:t xml:space="preserve">                          </w:t>
      </w:r>
      <w:r w:rsidR="00541E59" w:rsidRPr="000D6B3A">
        <w:rPr>
          <w:color w:val="A6A6A6" w:themeColor="background1" w:themeShade="A6"/>
          <w:sz w:val="20"/>
          <w:szCs w:val="20"/>
        </w:rPr>
        <w:t xml:space="preserve">(indicare </w:t>
      </w:r>
      <w:r w:rsidR="00541E59">
        <w:rPr>
          <w:color w:val="A6A6A6" w:themeColor="background1" w:themeShade="A6"/>
          <w:sz w:val="20"/>
          <w:szCs w:val="20"/>
        </w:rPr>
        <w:t xml:space="preserve">l’ente e </w:t>
      </w:r>
      <w:r w:rsidR="00541E59" w:rsidRPr="000D6B3A">
        <w:rPr>
          <w:color w:val="A6A6A6" w:themeColor="background1" w:themeShade="A6"/>
          <w:sz w:val="20"/>
          <w:szCs w:val="20"/>
        </w:rPr>
        <w:t>il</w:t>
      </w:r>
      <w:r w:rsidR="00541E59">
        <w:rPr>
          <w:color w:val="A6A6A6" w:themeColor="background1" w:themeShade="A6"/>
          <w:sz w:val="20"/>
          <w:szCs w:val="20"/>
        </w:rPr>
        <w:t xml:space="preserve"> </w:t>
      </w:r>
      <w:r w:rsidR="00541E59" w:rsidRPr="000D6B3A">
        <w:rPr>
          <w:color w:val="A6A6A6" w:themeColor="background1" w:themeShade="A6"/>
          <w:sz w:val="20"/>
          <w:szCs w:val="20"/>
        </w:rPr>
        <w:t xml:space="preserve">servizio </w:t>
      </w:r>
      <w:r w:rsidR="0059050E">
        <w:rPr>
          <w:color w:val="A6A6A6" w:themeColor="background1" w:themeShade="A6"/>
          <w:sz w:val="20"/>
          <w:szCs w:val="20"/>
        </w:rPr>
        <w:t>del delegante</w:t>
      </w:r>
      <w:r w:rsidR="00541E59" w:rsidRPr="000D6B3A">
        <w:rPr>
          <w:color w:val="A6A6A6" w:themeColor="background1" w:themeShade="A6"/>
          <w:sz w:val="20"/>
          <w:szCs w:val="20"/>
        </w:rPr>
        <w:t>)</w:t>
      </w:r>
      <w:r w:rsidRPr="000D6B3A">
        <w:rPr>
          <w:sz w:val="20"/>
          <w:szCs w:val="20"/>
        </w:rPr>
        <w:t xml:space="preserve"> </w:t>
      </w:r>
    </w:p>
    <w:p w:rsidR="001A14E8" w:rsidRPr="000D6B3A" w:rsidRDefault="001A14E8" w:rsidP="001A14E8">
      <w:pPr>
        <w:spacing w:before="180"/>
        <w:rPr>
          <w:sz w:val="20"/>
          <w:szCs w:val="20"/>
        </w:rPr>
      </w:pPr>
      <w:r w:rsidRPr="000D6B3A">
        <w:rPr>
          <w:sz w:val="20"/>
          <w:szCs w:val="20"/>
        </w:rPr>
        <w:t>ai fini dell’osservanza delle disposizioni di cui</w:t>
      </w:r>
    </w:p>
    <w:p w:rsidR="001A14E8" w:rsidRPr="000D6B3A" w:rsidRDefault="001A14E8" w:rsidP="00634A69">
      <w:pPr>
        <w:pStyle w:val="Paragrafoelenco"/>
        <w:widowControl w:val="0"/>
        <w:numPr>
          <w:ilvl w:val="0"/>
          <w:numId w:val="1"/>
        </w:numPr>
        <w:spacing w:before="240"/>
        <w:ind w:left="714" w:right="-23" w:hanging="357"/>
        <w:contextualSpacing w:val="0"/>
        <w:rPr>
          <w:sz w:val="20"/>
          <w:szCs w:val="20"/>
        </w:rPr>
      </w:pPr>
      <w:r w:rsidRPr="000D6B3A">
        <w:rPr>
          <w:sz w:val="20"/>
          <w:szCs w:val="20"/>
        </w:rPr>
        <w:t xml:space="preserve">al punto 6 dell’articolo 5 bis del documento “criteri ed indirizzi in materia di procedure ambientali” (Allegato alla D.G.R. n. 119 del 22.03.2002 e successiva modificazioni, da ultimo </w:t>
      </w:r>
    </w:p>
    <w:p w:rsidR="001A14E8" w:rsidRPr="000D6B3A" w:rsidRDefault="001A14E8" w:rsidP="00634A69">
      <w:pPr>
        <w:pStyle w:val="Paragrafoelenco"/>
        <w:widowControl w:val="0"/>
        <w:numPr>
          <w:ilvl w:val="0"/>
          <w:numId w:val="1"/>
        </w:numPr>
        <w:spacing w:before="29"/>
        <w:ind w:right="-20"/>
        <w:rPr>
          <w:sz w:val="20"/>
          <w:szCs w:val="20"/>
        </w:rPr>
      </w:pP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ll</w:t>
      </w:r>
      <w:r w:rsidRPr="000D6B3A">
        <w:rPr>
          <w:spacing w:val="-1"/>
          <w:sz w:val="20"/>
          <w:szCs w:val="20"/>
        </w:rPr>
        <w:t>’ar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.</w:t>
      </w:r>
      <w:r w:rsidRPr="000D6B3A">
        <w:rPr>
          <w:spacing w:val="44"/>
          <w:sz w:val="20"/>
          <w:szCs w:val="20"/>
        </w:rPr>
        <w:t xml:space="preserve"> </w:t>
      </w:r>
      <w:r w:rsidRPr="000D6B3A">
        <w:rPr>
          <w:sz w:val="20"/>
          <w:szCs w:val="20"/>
        </w:rPr>
        <w:t>6</w:t>
      </w:r>
      <w:r w:rsidRPr="000D6B3A">
        <w:rPr>
          <w:spacing w:val="-1"/>
          <w:sz w:val="20"/>
          <w:szCs w:val="20"/>
        </w:rPr>
        <w:t>-</w:t>
      </w:r>
      <w:r w:rsidRPr="000D6B3A">
        <w:rPr>
          <w:sz w:val="20"/>
          <w:szCs w:val="20"/>
        </w:rPr>
        <w:t>b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s</w:t>
      </w:r>
      <w:r w:rsidRPr="000D6B3A">
        <w:rPr>
          <w:spacing w:val="46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ll</w:t>
      </w:r>
      <w:r w:rsidRPr="000D6B3A">
        <w:rPr>
          <w:sz w:val="20"/>
          <w:szCs w:val="20"/>
        </w:rPr>
        <w:t>a</w:t>
      </w:r>
      <w:r w:rsidRPr="000D6B3A">
        <w:rPr>
          <w:spacing w:val="49"/>
          <w:sz w:val="20"/>
          <w:szCs w:val="20"/>
        </w:rPr>
        <w:t xml:space="preserve"> </w:t>
      </w:r>
      <w:r w:rsidRPr="000D6B3A">
        <w:rPr>
          <w:spacing w:val="-3"/>
          <w:sz w:val="20"/>
          <w:szCs w:val="20"/>
        </w:rPr>
        <w:t>L</w:t>
      </w:r>
      <w:r w:rsidRPr="000D6B3A">
        <w:rPr>
          <w:spacing w:val="2"/>
          <w:sz w:val="20"/>
          <w:szCs w:val="20"/>
        </w:rPr>
        <w:t>e</w:t>
      </w:r>
      <w:r w:rsidRPr="000D6B3A">
        <w:rPr>
          <w:sz w:val="20"/>
          <w:szCs w:val="20"/>
        </w:rPr>
        <w:t>gge</w:t>
      </w:r>
      <w:r w:rsidRPr="000D6B3A">
        <w:rPr>
          <w:spacing w:val="44"/>
          <w:sz w:val="20"/>
          <w:szCs w:val="20"/>
        </w:rPr>
        <w:t xml:space="preserve"> </w:t>
      </w:r>
      <w:r w:rsidRPr="000D6B3A">
        <w:rPr>
          <w:sz w:val="20"/>
          <w:szCs w:val="20"/>
        </w:rPr>
        <w:t>n.</w:t>
      </w:r>
      <w:r w:rsidRPr="000D6B3A">
        <w:rPr>
          <w:spacing w:val="48"/>
          <w:sz w:val="20"/>
          <w:szCs w:val="20"/>
        </w:rPr>
        <w:t xml:space="preserve"> </w:t>
      </w:r>
      <w:r w:rsidRPr="000D6B3A">
        <w:rPr>
          <w:sz w:val="20"/>
          <w:szCs w:val="20"/>
        </w:rPr>
        <w:t>241</w:t>
      </w:r>
      <w:r w:rsidRPr="000D6B3A">
        <w:rPr>
          <w:spacing w:val="1"/>
          <w:sz w:val="20"/>
          <w:szCs w:val="20"/>
        </w:rPr>
        <w:t>/</w:t>
      </w:r>
      <w:r w:rsidRPr="000D6B3A">
        <w:rPr>
          <w:sz w:val="20"/>
          <w:szCs w:val="20"/>
        </w:rPr>
        <w:t>1990</w:t>
      </w:r>
      <w:r w:rsidRPr="000D6B3A">
        <w:rPr>
          <w:spacing w:val="41"/>
          <w:sz w:val="20"/>
          <w:szCs w:val="20"/>
        </w:rPr>
        <w:t xml:space="preserve"> </w:t>
      </w:r>
      <w:r w:rsidRPr="000D6B3A">
        <w:rPr>
          <w:sz w:val="20"/>
          <w:szCs w:val="20"/>
        </w:rPr>
        <w:t>e d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ll</w:t>
      </w:r>
      <w:r w:rsidRPr="000D6B3A">
        <w:rPr>
          <w:spacing w:val="-1"/>
          <w:sz w:val="20"/>
          <w:szCs w:val="20"/>
        </w:rPr>
        <w:t>’ar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.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z w:val="20"/>
          <w:szCs w:val="20"/>
        </w:rPr>
        <w:t>7</w:t>
      </w:r>
      <w:r w:rsidRPr="000D6B3A">
        <w:rPr>
          <w:spacing w:val="57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l</w:t>
      </w:r>
      <w:r w:rsidRPr="000D6B3A">
        <w:rPr>
          <w:spacing w:val="55"/>
          <w:sz w:val="20"/>
          <w:szCs w:val="20"/>
        </w:rPr>
        <w:t xml:space="preserve"> </w:t>
      </w:r>
      <w:r w:rsidRPr="000D6B3A">
        <w:rPr>
          <w:spacing w:val="1"/>
          <w:sz w:val="20"/>
          <w:szCs w:val="20"/>
        </w:rPr>
        <w:t>C</w:t>
      </w:r>
      <w:r w:rsidRPr="000D6B3A">
        <w:rPr>
          <w:sz w:val="20"/>
          <w:szCs w:val="20"/>
        </w:rPr>
        <w:t>od</w:t>
      </w:r>
      <w:r w:rsidRPr="000D6B3A">
        <w:rPr>
          <w:spacing w:val="1"/>
          <w:sz w:val="20"/>
          <w:szCs w:val="20"/>
        </w:rPr>
        <w:t>i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e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d</w:t>
      </w:r>
      <w:r w:rsidRPr="000D6B3A">
        <w:rPr>
          <w:sz w:val="20"/>
          <w:szCs w:val="20"/>
        </w:rPr>
        <w:t>i</w:t>
      </w:r>
      <w:r w:rsidRPr="000D6B3A">
        <w:rPr>
          <w:spacing w:val="56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o</w:t>
      </w:r>
      <w:r w:rsidRPr="000D6B3A">
        <w:rPr>
          <w:spacing w:val="1"/>
          <w:sz w:val="20"/>
          <w:szCs w:val="20"/>
        </w:rPr>
        <w:t>m</w:t>
      </w:r>
      <w:r w:rsidRPr="000D6B3A">
        <w:rPr>
          <w:sz w:val="20"/>
          <w:szCs w:val="20"/>
        </w:rPr>
        <w:t>po</w:t>
      </w:r>
      <w:r w:rsidRPr="000D6B3A">
        <w:rPr>
          <w:spacing w:val="-1"/>
          <w:sz w:val="20"/>
          <w:szCs w:val="20"/>
        </w:rPr>
        <w:t>r</w:t>
      </w:r>
      <w:r w:rsidRPr="000D6B3A">
        <w:rPr>
          <w:spacing w:val="1"/>
          <w:sz w:val="20"/>
          <w:szCs w:val="20"/>
        </w:rPr>
        <w:t>t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m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o</w:t>
      </w:r>
      <w:r w:rsidRPr="000D6B3A">
        <w:rPr>
          <w:spacing w:val="43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i</w:t>
      </w:r>
      <w:r w:rsidRPr="000D6B3A">
        <w:rPr>
          <w:spacing w:val="57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p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i</w:t>
      </w:r>
      <w:r w:rsidRPr="000D6B3A">
        <w:rPr>
          <w:spacing w:val="48"/>
          <w:sz w:val="20"/>
          <w:szCs w:val="20"/>
        </w:rPr>
        <w:t xml:space="preserve"> </w:t>
      </w:r>
      <w:r w:rsidRPr="000D6B3A">
        <w:rPr>
          <w:sz w:val="20"/>
          <w:szCs w:val="20"/>
        </w:rPr>
        <w:t>pubb</w:t>
      </w:r>
      <w:r w:rsidRPr="000D6B3A">
        <w:rPr>
          <w:spacing w:val="1"/>
          <w:sz w:val="20"/>
          <w:szCs w:val="20"/>
        </w:rPr>
        <w:t>li</w:t>
      </w:r>
      <w:r w:rsidRPr="000D6B3A">
        <w:rPr>
          <w:spacing w:val="-1"/>
          <w:sz w:val="20"/>
          <w:szCs w:val="20"/>
        </w:rPr>
        <w:t>c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,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m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2"/>
          <w:sz w:val="20"/>
          <w:szCs w:val="20"/>
        </w:rPr>
        <w:t>n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o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on</w:t>
      </w:r>
      <w:r w:rsidRPr="000D6B3A">
        <w:rPr>
          <w:spacing w:val="55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1"/>
          <w:sz w:val="20"/>
          <w:szCs w:val="20"/>
        </w:rPr>
        <w:t>P</w:t>
      </w:r>
      <w:r w:rsidRPr="000D6B3A">
        <w:rPr>
          <w:sz w:val="20"/>
          <w:szCs w:val="20"/>
        </w:rPr>
        <w:t>R</w:t>
      </w:r>
      <w:r w:rsidRPr="000D6B3A">
        <w:rPr>
          <w:spacing w:val="53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n</w:t>
      </w:r>
      <w:r w:rsidRPr="000D6B3A">
        <w:rPr>
          <w:sz w:val="20"/>
          <w:szCs w:val="20"/>
        </w:rPr>
        <w:t>. 62</w:t>
      </w:r>
      <w:r w:rsidRPr="000D6B3A">
        <w:rPr>
          <w:spacing w:val="1"/>
          <w:sz w:val="20"/>
          <w:szCs w:val="20"/>
        </w:rPr>
        <w:t>/</w:t>
      </w:r>
      <w:r w:rsidRPr="000D6B3A">
        <w:rPr>
          <w:sz w:val="20"/>
          <w:szCs w:val="20"/>
        </w:rPr>
        <w:t>2013;</w:t>
      </w:r>
    </w:p>
    <w:p w:rsidR="001A14E8" w:rsidRDefault="001A14E8" w:rsidP="001A14E8">
      <w:pPr>
        <w:tabs>
          <w:tab w:val="left" w:pos="820"/>
        </w:tabs>
        <w:spacing w:before="240" w:after="240"/>
        <w:jc w:val="center"/>
        <w:rPr>
          <w:b/>
          <w:i/>
        </w:rPr>
      </w:pP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ons</w:t>
      </w:r>
      <w:r w:rsidRPr="000F7C8B">
        <w:rPr>
          <w:b/>
          <w:i/>
          <w:spacing w:val="-1"/>
        </w:rPr>
        <w:t>a</w:t>
      </w:r>
      <w:r w:rsidRPr="000F7C8B">
        <w:rPr>
          <w:b/>
          <w:i/>
        </w:rPr>
        <w:t>p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vo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e</w:t>
      </w:r>
      <w:r w:rsidRPr="000F7C8B">
        <w:rPr>
          <w:b/>
          <w:i/>
          <w:spacing w:val="14"/>
        </w:rPr>
        <w:t xml:space="preserve"> </w:t>
      </w:r>
      <w:r w:rsidRPr="000F7C8B">
        <w:rPr>
          <w:b/>
          <w:i/>
          <w:spacing w:val="2"/>
        </w:rPr>
        <w:t>d</w:t>
      </w:r>
      <w:r w:rsidRPr="000F7C8B">
        <w:rPr>
          <w:b/>
          <w:i/>
          <w:spacing w:val="-1"/>
        </w:rPr>
        <w:t>e</w:t>
      </w:r>
      <w:r w:rsidRPr="000F7C8B">
        <w:rPr>
          <w:b/>
          <w:i/>
          <w:spacing w:val="1"/>
        </w:rPr>
        <w:t>ll</w:t>
      </w:r>
      <w:r w:rsidRPr="000F7C8B">
        <w:rPr>
          <w:b/>
          <w:i/>
        </w:rPr>
        <w:t>e</w:t>
      </w:r>
      <w:r w:rsidRPr="000F7C8B">
        <w:rPr>
          <w:b/>
          <w:i/>
          <w:spacing w:val="21"/>
        </w:rPr>
        <w:t xml:space="preserve"> </w:t>
      </w:r>
      <w:r w:rsidRPr="000F7C8B">
        <w:rPr>
          <w:b/>
          <w:i/>
        </w:rPr>
        <w:t>s</w:t>
      </w:r>
      <w:r w:rsidRPr="000F7C8B">
        <w:rPr>
          <w:b/>
          <w:i/>
          <w:spacing w:val="-1"/>
        </w:rPr>
        <w:t>a</w:t>
      </w:r>
      <w:r w:rsidRPr="000F7C8B">
        <w:rPr>
          <w:b/>
          <w:i/>
        </w:rPr>
        <w:t>n</w:t>
      </w:r>
      <w:r w:rsidRPr="000F7C8B">
        <w:rPr>
          <w:b/>
          <w:i/>
          <w:spacing w:val="2"/>
        </w:rPr>
        <w:t>z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>oni</w:t>
      </w:r>
      <w:r w:rsidRPr="000F7C8B">
        <w:rPr>
          <w:b/>
          <w:i/>
          <w:spacing w:val="19"/>
        </w:rPr>
        <w:t xml:space="preserve"> </w:t>
      </w:r>
      <w:r w:rsidRPr="000F7C8B">
        <w:rPr>
          <w:b/>
          <w:i/>
        </w:rPr>
        <w:t>p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n</w:t>
      </w:r>
      <w:r w:rsidRPr="000F7C8B">
        <w:rPr>
          <w:b/>
          <w:i/>
          <w:spacing w:val="-1"/>
        </w:rPr>
        <w:t>a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i</w:t>
      </w:r>
      <w:r w:rsidRPr="000F7C8B">
        <w:rPr>
          <w:b/>
          <w:i/>
          <w:spacing w:val="21"/>
        </w:rPr>
        <w:t xml:space="preserve"> </w:t>
      </w: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ons</w:t>
      </w:r>
      <w:r w:rsidRPr="000F7C8B">
        <w:rPr>
          <w:b/>
          <w:i/>
          <w:spacing w:val="2"/>
        </w:rPr>
        <w:t>e</w:t>
      </w:r>
      <w:r w:rsidRPr="000F7C8B">
        <w:rPr>
          <w:b/>
          <w:i/>
          <w:spacing w:val="-2"/>
        </w:rPr>
        <w:t>g</w:t>
      </w:r>
      <w:r w:rsidRPr="000F7C8B">
        <w:rPr>
          <w:b/>
          <w:i/>
          <w:spacing w:val="2"/>
        </w:rPr>
        <w:t>u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n</w:t>
      </w:r>
      <w:r w:rsidRPr="000F7C8B">
        <w:rPr>
          <w:b/>
          <w:i/>
          <w:spacing w:val="1"/>
        </w:rPr>
        <w:t>t</w:t>
      </w:r>
      <w:r w:rsidRPr="000F7C8B">
        <w:rPr>
          <w:b/>
          <w:i/>
        </w:rPr>
        <w:t>i</w:t>
      </w:r>
      <w:r w:rsidRPr="000F7C8B">
        <w:rPr>
          <w:b/>
          <w:i/>
          <w:spacing w:val="16"/>
        </w:rPr>
        <w:t xml:space="preserve"> </w:t>
      </w:r>
      <w:r w:rsidRPr="000F7C8B">
        <w:rPr>
          <w:b/>
          <w:i/>
        </w:rPr>
        <w:t>a</w:t>
      </w:r>
      <w:r w:rsidRPr="000F7C8B">
        <w:rPr>
          <w:b/>
          <w:i/>
          <w:spacing w:val="27"/>
        </w:rPr>
        <w:t xml:space="preserve"> </w:t>
      </w:r>
      <w:r w:rsidRPr="000F7C8B">
        <w:rPr>
          <w:b/>
          <w:i/>
        </w:rPr>
        <w:t>d</w:t>
      </w:r>
      <w:r w:rsidRPr="000F7C8B">
        <w:rPr>
          <w:b/>
          <w:i/>
          <w:spacing w:val="1"/>
        </w:rPr>
        <w:t>i</w:t>
      </w: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h</w:t>
      </w:r>
      <w:r w:rsidRPr="000F7C8B">
        <w:rPr>
          <w:b/>
          <w:i/>
          <w:spacing w:val="1"/>
        </w:rPr>
        <w:t>i</w:t>
      </w:r>
      <w:r w:rsidRPr="000F7C8B">
        <w:rPr>
          <w:b/>
          <w:i/>
          <w:spacing w:val="-1"/>
        </w:rPr>
        <w:t>ara</w:t>
      </w:r>
      <w:r w:rsidRPr="000F7C8B">
        <w:rPr>
          <w:b/>
          <w:i/>
          <w:spacing w:val="2"/>
        </w:rPr>
        <w:t>z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>oni</w:t>
      </w:r>
      <w:r w:rsidRPr="000F7C8B">
        <w:rPr>
          <w:b/>
          <w:i/>
          <w:spacing w:val="14"/>
        </w:rPr>
        <w:t xml:space="preserve"> </w:t>
      </w:r>
      <w:r w:rsidRPr="000F7C8B">
        <w:rPr>
          <w:b/>
          <w:i/>
        </w:rPr>
        <w:t>non</w:t>
      </w:r>
      <w:r w:rsidRPr="000F7C8B">
        <w:rPr>
          <w:b/>
          <w:i/>
          <w:spacing w:val="22"/>
        </w:rPr>
        <w:t xml:space="preserve"> </w:t>
      </w:r>
      <w:r w:rsidRPr="000F7C8B">
        <w:rPr>
          <w:b/>
          <w:i/>
        </w:rPr>
        <w:t>v</w:t>
      </w:r>
      <w:r w:rsidRPr="000F7C8B">
        <w:rPr>
          <w:b/>
          <w:i/>
          <w:spacing w:val="-1"/>
        </w:rPr>
        <w:t>er</w:t>
      </w:r>
      <w:r w:rsidRPr="000F7C8B">
        <w:rPr>
          <w:b/>
          <w:i/>
          <w:spacing w:val="1"/>
        </w:rPr>
        <w:t>iti</w:t>
      </w:r>
      <w:r w:rsidRPr="000F7C8B">
        <w:rPr>
          <w:b/>
          <w:i/>
          <w:spacing w:val="2"/>
        </w:rPr>
        <w:t>e</w:t>
      </w:r>
      <w:r w:rsidRPr="000F7C8B">
        <w:rPr>
          <w:b/>
          <w:i/>
          <w:spacing w:val="-1"/>
        </w:rPr>
        <w:t>r</w:t>
      </w:r>
      <w:r w:rsidRPr="000F7C8B">
        <w:rPr>
          <w:b/>
          <w:i/>
        </w:rPr>
        <w:t>e</w:t>
      </w:r>
      <w:r w:rsidRPr="000F7C8B">
        <w:rPr>
          <w:b/>
          <w:i/>
          <w:spacing w:val="18"/>
        </w:rPr>
        <w:t xml:space="preserve"> </w:t>
      </w:r>
      <w:r w:rsidRPr="000F7C8B">
        <w:rPr>
          <w:b/>
          <w:i/>
          <w:spacing w:val="-1"/>
        </w:rPr>
        <w:t>e</w:t>
      </w:r>
      <w:r w:rsidRPr="000F7C8B">
        <w:rPr>
          <w:b/>
          <w:i/>
          <w:spacing w:val="1"/>
        </w:rPr>
        <w:t>/</w:t>
      </w:r>
      <w:r w:rsidRPr="000F7C8B">
        <w:rPr>
          <w:b/>
          <w:i/>
        </w:rPr>
        <w:t>o</w:t>
      </w:r>
      <w:r w:rsidRPr="000F7C8B">
        <w:rPr>
          <w:b/>
          <w:i/>
          <w:spacing w:val="26"/>
        </w:rPr>
        <w:t xml:space="preserve"> </w:t>
      </w:r>
      <w:r w:rsidRPr="000F7C8B">
        <w:rPr>
          <w:b/>
          <w:i/>
        </w:rPr>
        <w:t>a</w:t>
      </w:r>
      <w:r w:rsidRPr="000F7C8B">
        <w:rPr>
          <w:b/>
          <w:i/>
          <w:spacing w:val="25"/>
        </w:rPr>
        <w:t xml:space="preserve"> </w:t>
      </w:r>
      <w:r w:rsidRPr="000F7C8B">
        <w:rPr>
          <w:b/>
          <w:i/>
          <w:spacing w:val="-1"/>
        </w:rPr>
        <w:t>fa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s</w:t>
      </w:r>
      <w:r w:rsidRPr="000F7C8B">
        <w:rPr>
          <w:b/>
          <w:i/>
          <w:spacing w:val="1"/>
        </w:rPr>
        <w:t>it</w:t>
      </w:r>
      <w:r w:rsidRPr="000F7C8B">
        <w:rPr>
          <w:b/>
          <w:i/>
        </w:rPr>
        <w:t>à</w:t>
      </w:r>
      <w:r w:rsidRPr="000F7C8B">
        <w:rPr>
          <w:b/>
          <w:i/>
          <w:spacing w:val="20"/>
        </w:rPr>
        <w:t xml:space="preserve"> 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 xml:space="preserve">n </w:t>
      </w:r>
      <w:r w:rsidRPr="000F7C8B">
        <w:rPr>
          <w:b/>
          <w:i/>
          <w:spacing w:val="-1"/>
        </w:rPr>
        <w:t>a</w:t>
      </w:r>
      <w:r w:rsidRPr="000F7C8B">
        <w:rPr>
          <w:b/>
          <w:i/>
          <w:spacing w:val="1"/>
        </w:rPr>
        <w:t>tti</w:t>
      </w:r>
      <w:r w:rsidRPr="000F7C8B">
        <w:rPr>
          <w:b/>
          <w:i/>
        </w:rPr>
        <w:t>;</w:t>
      </w:r>
    </w:p>
    <w:p w:rsidR="00884583" w:rsidRDefault="00884583" w:rsidP="00884583">
      <w:pPr>
        <w:tabs>
          <w:tab w:val="left" w:pos="820"/>
        </w:tabs>
        <w:spacing w:before="240" w:after="240"/>
        <w:jc w:val="center"/>
        <w:rPr>
          <w:b/>
          <w:i/>
        </w:rPr>
      </w:pPr>
      <w:r>
        <w:rPr>
          <w:b/>
          <w:i/>
        </w:rPr>
        <w:t>Relativamente alla discussione del procedimento sotto elencato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8434"/>
      </w:tblGrid>
      <w:tr w:rsidR="001D7F7E" w:rsidRPr="00937FB8" w:rsidTr="00C227A4">
        <w:trPr>
          <w:trHeight w:val="220"/>
        </w:trPr>
        <w:tc>
          <w:tcPr>
            <w:tcW w:w="9851" w:type="dxa"/>
            <w:gridSpan w:val="2"/>
          </w:tcPr>
          <w:p w:rsidR="001D7F7E" w:rsidRPr="00937FB8" w:rsidRDefault="001D7F7E" w:rsidP="00C227A4">
            <w:pPr>
              <w:keepNext/>
              <w:spacing w:line="259" w:lineRule="auto"/>
              <w:jc w:val="center"/>
              <w:outlineLvl w:val="6"/>
              <w:rPr>
                <w:b/>
                <w:sz w:val="22"/>
                <w:szCs w:val="20"/>
              </w:rPr>
            </w:pPr>
            <w:r w:rsidRPr="00C34876">
              <w:rPr>
                <w:b/>
                <w:sz w:val="22"/>
                <w:szCs w:val="20"/>
              </w:rPr>
              <w:t>Provvedimento Autorizzatorio Unico Regionale (P.A.U.R.)</w:t>
            </w:r>
          </w:p>
        </w:tc>
      </w:tr>
      <w:tr w:rsidR="001D7F7E" w:rsidRPr="00937FB8" w:rsidTr="00C227A4">
        <w:trPr>
          <w:trHeight w:val="220"/>
        </w:trPr>
        <w:tc>
          <w:tcPr>
            <w:tcW w:w="1417" w:type="dxa"/>
          </w:tcPr>
          <w:p w:rsidR="001D7F7E" w:rsidRPr="00C34876" w:rsidRDefault="001D7F7E" w:rsidP="00C227A4">
            <w:pPr>
              <w:keepNext/>
              <w:spacing w:line="259" w:lineRule="auto"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>Codice Pratica</w:t>
            </w:r>
          </w:p>
        </w:tc>
        <w:tc>
          <w:tcPr>
            <w:tcW w:w="8434" w:type="dxa"/>
          </w:tcPr>
          <w:p w:rsidR="001D7F7E" w:rsidRPr="00937FB8" w:rsidRDefault="001D7F7E" w:rsidP="00C227A4">
            <w:pPr>
              <w:keepNext/>
              <w:spacing w:line="259" w:lineRule="auto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20/74277</w:t>
            </w:r>
          </w:p>
        </w:tc>
      </w:tr>
      <w:tr w:rsidR="001D7F7E" w:rsidRPr="00937FB8" w:rsidTr="00C227A4">
        <w:trPr>
          <w:trHeight w:val="220"/>
        </w:trPr>
        <w:tc>
          <w:tcPr>
            <w:tcW w:w="1417" w:type="dxa"/>
          </w:tcPr>
          <w:p w:rsidR="001D7F7E" w:rsidRPr="00C34876" w:rsidRDefault="001D7F7E" w:rsidP="00C227A4">
            <w:pPr>
              <w:keepNext/>
              <w:spacing w:line="259" w:lineRule="auto"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>Progetto</w:t>
            </w:r>
          </w:p>
        </w:tc>
        <w:tc>
          <w:tcPr>
            <w:tcW w:w="8434" w:type="dxa"/>
          </w:tcPr>
          <w:p w:rsidR="001D7F7E" w:rsidRPr="00937FB8" w:rsidRDefault="001D7F7E" w:rsidP="00C227A4">
            <w:pPr>
              <w:keepNext/>
              <w:spacing w:line="259" w:lineRule="auto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Rinnovo dell’autorizzazione con ampliamento e sistemazione finale cava in loc. “Via degli Api” del Comune di Capestrano</w:t>
            </w:r>
          </w:p>
        </w:tc>
      </w:tr>
      <w:tr w:rsidR="001D7F7E" w:rsidRPr="00937FB8" w:rsidTr="00C227A4">
        <w:trPr>
          <w:trHeight w:val="280"/>
        </w:trPr>
        <w:tc>
          <w:tcPr>
            <w:tcW w:w="1417" w:type="dxa"/>
          </w:tcPr>
          <w:p w:rsidR="001D7F7E" w:rsidRPr="00C34876" w:rsidRDefault="001D7F7E" w:rsidP="00C227A4">
            <w:pPr>
              <w:keepNext/>
              <w:spacing w:line="259" w:lineRule="auto"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 xml:space="preserve">Richiedente </w:t>
            </w:r>
          </w:p>
        </w:tc>
        <w:tc>
          <w:tcPr>
            <w:tcW w:w="8434" w:type="dxa"/>
          </w:tcPr>
          <w:p w:rsidR="001D7F7E" w:rsidRPr="00937FB8" w:rsidRDefault="001D7F7E" w:rsidP="00C227A4">
            <w:pPr>
              <w:keepNext/>
              <w:spacing w:line="259" w:lineRule="auto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S.E.I. S.r.l. Unipersonale</w:t>
            </w:r>
          </w:p>
        </w:tc>
      </w:tr>
      <w:tr w:rsidR="001D7F7E" w:rsidRPr="00937FB8" w:rsidTr="00C227A4">
        <w:trPr>
          <w:trHeight w:val="280"/>
        </w:trPr>
        <w:tc>
          <w:tcPr>
            <w:tcW w:w="1417" w:type="dxa"/>
          </w:tcPr>
          <w:p w:rsidR="001D7F7E" w:rsidRPr="00C34876" w:rsidRDefault="001D7F7E" w:rsidP="00C227A4">
            <w:pPr>
              <w:keepNext/>
              <w:spacing w:line="259" w:lineRule="auto"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>Comune</w:t>
            </w:r>
          </w:p>
        </w:tc>
        <w:tc>
          <w:tcPr>
            <w:tcW w:w="8434" w:type="dxa"/>
          </w:tcPr>
          <w:p w:rsidR="001D7F7E" w:rsidRPr="00937FB8" w:rsidRDefault="001D7F7E" w:rsidP="00C227A4">
            <w:pPr>
              <w:keepNext/>
              <w:spacing w:line="259" w:lineRule="auto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Capestrano (AQ)</w:t>
            </w:r>
          </w:p>
        </w:tc>
      </w:tr>
    </w:tbl>
    <w:p w:rsidR="00B65F4F" w:rsidRDefault="001D7F7E" w:rsidP="001A14E8">
      <w:pPr>
        <w:tabs>
          <w:tab w:val="left" w:pos="820"/>
        </w:tabs>
        <w:spacing w:before="240" w:after="240"/>
        <w:jc w:val="center"/>
        <w:rPr>
          <w:b/>
          <w:i/>
        </w:rPr>
      </w:pPr>
      <w:r>
        <w:rPr>
          <w:b/>
          <w:i/>
        </w:rPr>
        <w:br w:type="column"/>
      </w:r>
    </w:p>
    <w:p w:rsidR="001A14E8" w:rsidRPr="00FE346C" w:rsidRDefault="001A14E8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pacing w:val="-1"/>
          <w:sz w:val="32"/>
        </w:rPr>
      </w:pPr>
      <w:r w:rsidRPr="00FE346C">
        <w:rPr>
          <w:b/>
          <w:i/>
          <w:spacing w:val="-1"/>
          <w:sz w:val="32"/>
        </w:rPr>
        <w:t>DICHIARA</w:t>
      </w:r>
      <w:r w:rsidR="001D7F7E" w:rsidRPr="00FE346C">
        <w:rPr>
          <w:b/>
          <w:i/>
          <w:spacing w:val="-1"/>
          <w:sz w:val="32"/>
        </w:rPr>
        <w:t>ZIONE</w:t>
      </w:r>
      <w:r w:rsidRPr="00FE346C">
        <w:rPr>
          <w:b/>
          <w:i/>
          <w:spacing w:val="-1"/>
          <w:sz w:val="32"/>
        </w:rPr>
        <w:t xml:space="preserve"> </w:t>
      </w:r>
      <w:r w:rsidR="001D7F7E" w:rsidRPr="00FE346C">
        <w:rPr>
          <w:b/>
          <w:i/>
          <w:spacing w:val="-1"/>
          <w:sz w:val="32"/>
        </w:rPr>
        <w:t>DI RISERVATEZZA</w:t>
      </w:r>
    </w:p>
    <w:p w:rsidR="00FE346C" w:rsidRDefault="00FE346C" w:rsidP="001D7F7E">
      <w:pPr>
        <w:ind w:right="-23"/>
        <w:jc w:val="center"/>
        <w:rPr>
          <w:b/>
          <w:spacing w:val="-12"/>
        </w:rPr>
      </w:pPr>
    </w:p>
    <w:p w:rsidR="001D7F7E" w:rsidRPr="001D7F7E" w:rsidRDefault="001A14E8" w:rsidP="001D7F7E">
      <w:pPr>
        <w:ind w:right="-23"/>
        <w:jc w:val="center"/>
        <w:rPr>
          <w:b/>
          <w:spacing w:val="-12"/>
        </w:rPr>
      </w:pPr>
      <w:r w:rsidRPr="001D7F7E">
        <w:rPr>
          <w:b/>
          <w:spacing w:val="-12"/>
        </w:rPr>
        <w:t xml:space="preserve">in qualità </w:t>
      </w:r>
      <w:r w:rsidR="001E5031" w:rsidRPr="001D7F7E">
        <w:rPr>
          <w:b/>
          <w:spacing w:val="-12"/>
        </w:rPr>
        <w:t xml:space="preserve">di partecipante </w:t>
      </w:r>
      <w:r w:rsidR="001D7F7E" w:rsidRPr="001D7F7E">
        <w:rPr>
          <w:b/>
          <w:spacing w:val="-12"/>
        </w:rPr>
        <w:t>all’incontro istruttorio in videoconferenza per il giorno 29/10/2020, alle ore 15.00</w:t>
      </w:r>
    </w:p>
    <w:p w:rsidR="001D7F7E" w:rsidRDefault="001D7F7E" w:rsidP="001D7F7E">
      <w:pPr>
        <w:ind w:right="-23"/>
        <w:rPr>
          <w:spacing w:val="-10"/>
        </w:rPr>
      </w:pPr>
    </w:p>
    <w:p w:rsidR="001A14E8" w:rsidRPr="00143892" w:rsidRDefault="001A14E8" w:rsidP="001A14E8">
      <w:pPr>
        <w:spacing w:before="120" w:after="60"/>
        <w:ind w:right="40"/>
        <w:jc w:val="center"/>
        <w:rPr>
          <w:b/>
          <w:i/>
          <w:caps/>
          <w:spacing w:val="-8"/>
        </w:rPr>
      </w:pPr>
      <w:r w:rsidRPr="00143892">
        <w:rPr>
          <w:b/>
          <w:i/>
          <w:caps/>
          <w:spacing w:val="-8"/>
        </w:rPr>
        <w:t xml:space="preserve">DI </w:t>
      </w:r>
      <w:r>
        <w:rPr>
          <w:b/>
          <w:i/>
          <w:caps/>
          <w:spacing w:val="-8"/>
        </w:rPr>
        <w:t>impegnARSI</w:t>
      </w:r>
      <w:r w:rsidRPr="00143892">
        <w:rPr>
          <w:b/>
          <w:i/>
          <w:caps/>
          <w:spacing w:val="-8"/>
        </w:rPr>
        <w:t xml:space="preserve"> Alla segretezza e Alla riservatezza </w:t>
      </w:r>
      <w:r w:rsidR="001D7F7E">
        <w:rPr>
          <w:b/>
          <w:i/>
          <w:caps/>
          <w:spacing w:val="-8"/>
        </w:rPr>
        <w:t>DELLE INFORMAZIONI</w:t>
      </w:r>
      <w:r w:rsidRPr="00143892">
        <w:rPr>
          <w:b/>
          <w:i/>
          <w:caps/>
          <w:spacing w:val="-8"/>
        </w:rPr>
        <w:t>,</w:t>
      </w:r>
    </w:p>
    <w:p w:rsidR="001A14E8" w:rsidRPr="00964FE4" w:rsidRDefault="001A14E8" w:rsidP="001A14E8">
      <w:pPr>
        <w:ind w:right="40"/>
        <w:jc w:val="center"/>
        <w:rPr>
          <w:i/>
          <w:sz w:val="20"/>
          <w:szCs w:val="18"/>
        </w:rPr>
      </w:pPr>
      <w:r w:rsidRPr="00964FE4">
        <w:rPr>
          <w:i/>
          <w:sz w:val="20"/>
          <w:szCs w:val="18"/>
        </w:rPr>
        <w:t>punto 6 dell’articolo 5 bis del documento “criteri ed indirizzi in materia di procedure ambientali”</w:t>
      </w:r>
    </w:p>
    <w:p w:rsidR="001A14E8" w:rsidRPr="00964FE4" w:rsidRDefault="001A14E8" w:rsidP="00964FE4">
      <w:pPr>
        <w:spacing w:after="240"/>
        <w:ind w:right="-284"/>
        <w:jc w:val="center"/>
        <w:rPr>
          <w:i/>
          <w:spacing w:val="-6"/>
          <w:sz w:val="20"/>
          <w:szCs w:val="18"/>
        </w:rPr>
      </w:pPr>
      <w:r w:rsidRPr="00964FE4">
        <w:rPr>
          <w:i/>
          <w:sz w:val="20"/>
          <w:szCs w:val="18"/>
        </w:rPr>
        <w:t>(</w:t>
      </w:r>
      <w:r w:rsidRPr="00964FE4">
        <w:rPr>
          <w:i/>
          <w:spacing w:val="-6"/>
          <w:sz w:val="20"/>
          <w:szCs w:val="18"/>
        </w:rPr>
        <w:t>Allegato alla D.G.R. n. 119 del 22.03.2002 recante «L.R. n. 11/1999. comma 6), art. 46 – “Approvazione dei Criteri ed indirizzi in materia di procedure ambientali”» e ss.mm.ii., è inserito il seguente articolo 5-bis “Sedute del Comitato in modalità da remoto”</w:t>
      </w:r>
    </w:p>
    <w:p w:rsidR="001A14E8" w:rsidRPr="001D7F7E" w:rsidRDefault="001A14E8" w:rsidP="001A14E8">
      <w:pPr>
        <w:spacing w:after="120"/>
        <w:jc w:val="both"/>
        <w:rPr>
          <w:szCs w:val="20"/>
        </w:rPr>
      </w:pPr>
      <w:r w:rsidRPr="001D7F7E">
        <w:rPr>
          <w:szCs w:val="20"/>
        </w:rPr>
        <w:t>Il sottoscritto garantisce di fare uso esclusivo e protetto di tutti i dati e i documenti che saranno trasferiti mezzo email</w:t>
      </w:r>
      <w:r w:rsidR="001D7F7E">
        <w:rPr>
          <w:szCs w:val="20"/>
        </w:rPr>
        <w:t xml:space="preserve">, PEC o </w:t>
      </w:r>
      <w:r w:rsidR="00964FE4">
        <w:rPr>
          <w:szCs w:val="20"/>
        </w:rPr>
        <w:t xml:space="preserve">visualizzati </w:t>
      </w:r>
      <w:r w:rsidR="00964FE4" w:rsidRPr="001D7F7E">
        <w:rPr>
          <w:szCs w:val="20"/>
        </w:rPr>
        <w:t>nel</w:t>
      </w:r>
      <w:r w:rsidRPr="001D7F7E">
        <w:rPr>
          <w:szCs w:val="20"/>
        </w:rPr>
        <w:t xml:space="preserve"> corso della seduta.</w:t>
      </w:r>
    </w:p>
    <w:p w:rsidR="001D7F7E" w:rsidRDefault="001D7F7E" w:rsidP="00964FE4">
      <w:pPr>
        <w:spacing w:before="360" w:after="240"/>
        <w:ind w:right="40"/>
        <w:jc w:val="center"/>
        <w:rPr>
          <w:b/>
          <w:i/>
          <w:sz w:val="28"/>
        </w:rPr>
      </w:pPr>
    </w:p>
    <w:p w:rsidR="00FE346C" w:rsidRPr="00FE346C" w:rsidRDefault="001A14E8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z w:val="32"/>
        </w:rPr>
      </w:pPr>
      <w:r w:rsidRPr="00FE346C">
        <w:rPr>
          <w:b/>
          <w:i/>
          <w:sz w:val="32"/>
        </w:rPr>
        <w:t>DICHIARAZIONE DI ASSENZA DI CONFLITTO DI INTERESSI,</w:t>
      </w:r>
    </w:p>
    <w:p w:rsidR="001A14E8" w:rsidRPr="000F7C8B" w:rsidRDefault="001A14E8" w:rsidP="00FE346C">
      <w:pPr>
        <w:spacing w:after="240"/>
        <w:ind w:right="40"/>
        <w:rPr>
          <w:i/>
          <w:sz w:val="20"/>
        </w:rPr>
      </w:pPr>
      <w:r w:rsidRPr="000F7C8B">
        <w:rPr>
          <w:i/>
          <w:sz w:val="20"/>
        </w:rPr>
        <w:t>ai sensi dell’art. 6 bis della legge 7 agosto 1990, n. 241</w:t>
      </w:r>
    </w:p>
    <w:p w:rsidR="001A14E8" w:rsidRDefault="001A14E8" w:rsidP="001A14E8">
      <w:pPr>
        <w:spacing w:before="240" w:after="240"/>
        <w:ind w:right="-23"/>
        <w:jc w:val="both"/>
        <w:rPr>
          <w:szCs w:val="20"/>
        </w:rPr>
      </w:pPr>
      <w:r w:rsidRPr="00884583">
        <w:rPr>
          <w:szCs w:val="20"/>
        </w:rPr>
        <w:t xml:space="preserve">Lo scrivente </w:t>
      </w:r>
      <w:r w:rsidRPr="00884583">
        <w:rPr>
          <w:b/>
          <w:szCs w:val="20"/>
        </w:rPr>
        <w:t>dichiara di NON trovarsi</w:t>
      </w:r>
      <w:r w:rsidRPr="00884583">
        <w:rPr>
          <w:szCs w:val="20"/>
        </w:rPr>
        <w:t xml:space="preserve"> in situazioni di incompatibilità né in condizioni di conflitto di interessi anche potenziale con </w:t>
      </w:r>
      <w:r w:rsidR="00884583">
        <w:rPr>
          <w:szCs w:val="20"/>
        </w:rPr>
        <w:t xml:space="preserve">il procedimento sopra </w:t>
      </w:r>
      <w:r w:rsidRPr="00884583">
        <w:rPr>
          <w:szCs w:val="20"/>
        </w:rPr>
        <w:t>evidenziat</w:t>
      </w:r>
      <w:r w:rsidR="00884583">
        <w:rPr>
          <w:szCs w:val="20"/>
        </w:rPr>
        <w:t>o.</w:t>
      </w:r>
    </w:p>
    <w:p w:rsidR="00884583" w:rsidRDefault="00884583" w:rsidP="00884583">
      <w:pPr>
        <w:spacing w:before="360" w:after="240"/>
        <w:ind w:right="40"/>
        <w:jc w:val="center"/>
        <w:rPr>
          <w:b/>
          <w:i/>
          <w:sz w:val="28"/>
        </w:rPr>
      </w:pPr>
    </w:p>
    <w:p w:rsidR="00C50BFE" w:rsidRPr="00FE346C" w:rsidRDefault="00884583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z w:val="32"/>
        </w:rPr>
      </w:pPr>
      <w:r w:rsidRPr="00FE346C">
        <w:rPr>
          <w:b/>
          <w:i/>
          <w:sz w:val="32"/>
        </w:rPr>
        <w:t xml:space="preserve">DICHIARAZIONE DI </w:t>
      </w:r>
      <w:r w:rsidR="00C50BFE" w:rsidRPr="00FE346C">
        <w:rPr>
          <w:b/>
          <w:i/>
          <w:sz w:val="32"/>
        </w:rPr>
        <w:t>cui all’art. 13 del Reg. UE 2016/679</w:t>
      </w:r>
      <w:r w:rsidRPr="00FE346C">
        <w:rPr>
          <w:b/>
          <w:i/>
          <w:sz w:val="32"/>
        </w:rPr>
        <w:t>,</w:t>
      </w:r>
    </w:p>
    <w:p w:rsidR="00884583" w:rsidRPr="000F7C8B" w:rsidRDefault="00C50BFE" w:rsidP="00884583">
      <w:pPr>
        <w:spacing w:after="240"/>
        <w:ind w:right="40"/>
        <w:jc w:val="center"/>
        <w:rPr>
          <w:i/>
          <w:sz w:val="20"/>
        </w:rPr>
      </w:pPr>
      <w:r w:rsidRPr="000F7C8B">
        <w:rPr>
          <w:i/>
          <w:sz w:val="20"/>
        </w:rPr>
        <w:t xml:space="preserve"> </w:t>
      </w:r>
      <w:r w:rsidR="00884583" w:rsidRPr="000F7C8B">
        <w:rPr>
          <w:i/>
          <w:sz w:val="20"/>
        </w:rPr>
        <w:t>ai sensi dell’art. 6 bis della legge 7 agosto 1990, n. 241</w:t>
      </w:r>
    </w:p>
    <w:p w:rsidR="00884583" w:rsidRDefault="00884583" w:rsidP="001A14E8">
      <w:pPr>
        <w:spacing w:before="240" w:after="240"/>
        <w:ind w:right="-23"/>
        <w:jc w:val="both"/>
        <w:rPr>
          <w:szCs w:val="20"/>
        </w:rPr>
      </w:pPr>
      <w:r w:rsidRPr="00884583">
        <w:rPr>
          <w:szCs w:val="20"/>
        </w:rPr>
        <w:t xml:space="preserve">Lo scrivente </w:t>
      </w:r>
      <w:r w:rsidRPr="00884583">
        <w:rPr>
          <w:b/>
          <w:szCs w:val="20"/>
        </w:rPr>
        <w:t>dichiara di avere ricevuto le informazioni di cui all’art. 13 del Reg. UE 2016/679</w:t>
      </w:r>
      <w:r w:rsidRPr="00884583">
        <w:rPr>
          <w:szCs w:val="20"/>
        </w:rPr>
        <w:t>, in particolare in riferimento ai diritti riconosciuti dal medesimo Regolamento e di acconsentire, ai sensi e per gli effetti dell’art. 7 e ss. del Regolamento, al trattamento dei dati personali con le modalità e per le finalità indicate nella informativa stessa, comunque strettamente connesse e strumentali alla gestione delle finalità ivi espresse”.</w:t>
      </w:r>
    </w:p>
    <w:p w:rsidR="00FE346C" w:rsidRDefault="00541E59" w:rsidP="001A14E8">
      <w:pPr>
        <w:spacing w:before="240" w:after="240"/>
        <w:ind w:right="-23"/>
        <w:jc w:val="both"/>
        <w:rPr>
          <w:szCs w:val="20"/>
        </w:rPr>
      </w:pPr>
      <w:r>
        <w:rPr>
          <w:szCs w:val="20"/>
        </w:rPr>
        <w:t>In Fede</w:t>
      </w:r>
    </w:p>
    <w:p w:rsidR="00541E59" w:rsidRPr="00541E59" w:rsidRDefault="00541E59" w:rsidP="00541E59">
      <w:pPr>
        <w:widowControl w:val="0"/>
        <w:tabs>
          <w:tab w:val="left" w:pos="2720"/>
          <w:tab w:val="left" w:pos="7371"/>
        </w:tabs>
        <w:spacing w:before="120"/>
        <w:ind w:left="471" w:right="-23"/>
        <w:rPr>
          <w:spacing w:val="-1"/>
          <w:sz w:val="20"/>
          <w:szCs w:val="20"/>
          <w:lang w:eastAsia="en-US"/>
        </w:rPr>
      </w:pPr>
      <w:r w:rsidRPr="00541E59">
        <w:rPr>
          <w:w w:val="99"/>
          <w:position w:val="-1"/>
          <w:sz w:val="20"/>
          <w:szCs w:val="20"/>
          <w:lang w:eastAsia="en-US"/>
        </w:rPr>
        <w:t>D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>a</w:t>
      </w:r>
      <w:r w:rsidRPr="00541E59">
        <w:rPr>
          <w:spacing w:val="1"/>
          <w:w w:val="99"/>
          <w:position w:val="-1"/>
          <w:sz w:val="20"/>
          <w:szCs w:val="20"/>
          <w:lang w:eastAsia="en-US"/>
        </w:rPr>
        <w:t>t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 xml:space="preserve">a  </w:t>
      </w:r>
      <w:r w:rsidRPr="00541E59">
        <w:rPr>
          <w:spacing w:val="-1"/>
          <w:w w:val="99"/>
          <w:position w:val="-1"/>
          <w:sz w:val="20"/>
          <w:szCs w:val="20"/>
          <w:u w:val="single"/>
          <w:lang w:eastAsia="en-US"/>
        </w:rPr>
        <w:t xml:space="preserve">                         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 xml:space="preserve">  </w:t>
      </w:r>
      <w:r>
        <w:rPr>
          <w:spacing w:val="-1"/>
          <w:sz w:val="20"/>
          <w:szCs w:val="20"/>
          <w:lang w:eastAsia="en-US"/>
        </w:rPr>
        <w:tab/>
      </w:r>
      <w:r>
        <w:rPr>
          <w:spacing w:val="-1"/>
          <w:sz w:val="20"/>
          <w:szCs w:val="20"/>
          <w:lang w:eastAsia="en-US"/>
        </w:rPr>
        <w:tab/>
      </w:r>
      <w:r w:rsidRPr="00541E59">
        <w:rPr>
          <w:spacing w:val="-1"/>
          <w:sz w:val="20"/>
          <w:szCs w:val="20"/>
          <w:lang w:eastAsia="en-US"/>
        </w:rPr>
        <w:t>F</w:t>
      </w:r>
      <w:r w:rsidRPr="00541E59">
        <w:rPr>
          <w:spacing w:val="1"/>
          <w:sz w:val="20"/>
          <w:szCs w:val="20"/>
          <w:lang w:eastAsia="en-US"/>
        </w:rPr>
        <w:t>i</w:t>
      </w:r>
      <w:r w:rsidRPr="00541E59">
        <w:rPr>
          <w:spacing w:val="-1"/>
          <w:sz w:val="20"/>
          <w:szCs w:val="20"/>
          <w:lang w:eastAsia="en-US"/>
        </w:rPr>
        <w:t>r</w:t>
      </w:r>
      <w:r w:rsidRPr="00541E59">
        <w:rPr>
          <w:spacing w:val="1"/>
          <w:sz w:val="20"/>
          <w:szCs w:val="20"/>
          <w:lang w:eastAsia="en-US"/>
        </w:rPr>
        <w:t>m</w:t>
      </w:r>
      <w:r w:rsidRPr="00541E59">
        <w:rPr>
          <w:sz w:val="20"/>
          <w:szCs w:val="20"/>
          <w:lang w:eastAsia="en-US"/>
        </w:rPr>
        <w:t>a</w:t>
      </w:r>
    </w:p>
    <w:p w:rsidR="00541E59" w:rsidRPr="00541E59" w:rsidRDefault="00541E59" w:rsidP="00541E59">
      <w:pPr>
        <w:spacing w:before="360"/>
        <w:ind w:left="5534"/>
        <w:rPr>
          <w:sz w:val="20"/>
          <w:szCs w:val="20"/>
          <w:u w:val="single"/>
          <w:lang w:eastAsia="en-US"/>
        </w:rPr>
      </w:pPr>
      <w:r w:rsidRPr="00541E59">
        <w:rPr>
          <w:sz w:val="20"/>
          <w:szCs w:val="20"/>
          <w:u w:val="single"/>
          <w:lang w:eastAsia="en-US"/>
        </w:rPr>
        <w:t xml:space="preserve">                                                                                  </w:t>
      </w:r>
    </w:p>
    <w:p w:rsidR="00541E59" w:rsidRDefault="00541E59" w:rsidP="00541E59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Firma Digitale</w:t>
      </w:r>
    </w:p>
    <w:p w:rsidR="00541E59" w:rsidRDefault="00541E59" w:rsidP="00541E59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oppure</w:t>
      </w:r>
    </w:p>
    <w:p w:rsidR="00541E59" w:rsidRDefault="00541E59" w:rsidP="00541E59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Allegare Copia del Documento di riconoscimento</w:t>
      </w:r>
    </w:p>
    <w:p w:rsidR="00FE346C" w:rsidRPr="00884583" w:rsidRDefault="00FE346C" w:rsidP="00541E59">
      <w:pPr>
        <w:spacing w:before="240" w:after="240"/>
        <w:ind w:left="6521" w:right="-23" w:hanging="6521"/>
        <w:jc w:val="both"/>
        <w:rPr>
          <w:szCs w:val="20"/>
        </w:rPr>
      </w:pPr>
    </w:p>
    <w:sectPr w:rsidR="00FE346C" w:rsidRPr="00884583" w:rsidSect="00AB4E2F">
      <w:headerReference w:type="default" r:id="rId12"/>
      <w:headerReference w:type="first" r:id="rId13"/>
      <w:type w:val="continuous"/>
      <w:pgSz w:w="11906" w:h="16838" w:code="9"/>
      <w:pgMar w:top="1134" w:right="1134" w:bottom="426" w:left="1134" w:header="567" w:footer="346" w:gutter="0"/>
      <w:pgBorders w:offsetFrom="page">
        <w:top w:val="single" w:sz="4" w:space="24" w:color="F2F2F2" w:themeColor="background1" w:themeShade="F2"/>
        <w:left w:val="single" w:sz="4" w:space="24" w:color="F2F2F2" w:themeColor="background1" w:themeShade="F2"/>
        <w:bottom w:val="single" w:sz="4" w:space="24" w:color="F2F2F2" w:themeColor="background1" w:themeShade="F2"/>
        <w:right w:val="single" w:sz="4" w:space="24" w:color="F2F2F2" w:themeColor="background1" w:themeShade="F2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230" w:rsidRDefault="00120230">
      <w:r>
        <w:separator/>
      </w:r>
    </w:p>
  </w:endnote>
  <w:endnote w:type="continuationSeparator" w:id="0">
    <w:p w:rsidR="00120230" w:rsidRDefault="00120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230" w:rsidRDefault="00120230">
      <w:r>
        <w:separator/>
      </w:r>
    </w:p>
  </w:footnote>
  <w:footnote w:type="continuationSeparator" w:id="0">
    <w:p w:rsidR="00120230" w:rsidRDefault="00120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653" w:rsidRPr="007D7645" w:rsidRDefault="00803653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55" w:type="pct"/>
      <w:tblBorders>
        <w:top w:val="single" w:sz="4" w:space="0" w:color="00B050"/>
        <w:bottom w:val="single" w:sz="4" w:space="0" w:color="00B050"/>
      </w:tblBorders>
      <w:tblLook w:val="01E0" w:firstRow="1" w:lastRow="1" w:firstColumn="1" w:lastColumn="1" w:noHBand="0" w:noVBand="0"/>
    </w:tblPr>
    <w:tblGrid>
      <w:gridCol w:w="9859"/>
    </w:tblGrid>
    <w:tr w:rsidR="00907035" w:rsidRPr="00522750" w:rsidTr="00907035">
      <w:tc>
        <w:tcPr>
          <w:tcW w:w="5000" w:type="pct"/>
          <w:tcBorders>
            <w:top w:val="single" w:sz="4" w:space="0" w:color="00B050"/>
            <w:bottom w:val="single" w:sz="4" w:space="0" w:color="00B050"/>
          </w:tcBorders>
        </w:tcPr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jc w:val="center"/>
          </w:pPr>
          <w:r w:rsidRPr="00522750">
            <w:object w:dxaOrig="10544" w:dyaOrig="161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7.5pt;height:56.75pt">
                <v:imagedata r:id="rId1" o:title=""/>
              </v:shape>
              <o:OLEObject Type="Embed" ProgID="PBrush" ShapeID="_x0000_i1025" DrawAspect="Content" ObjectID="_1665382868" r:id="rId2"/>
            </w:object>
          </w:r>
        </w:p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ind w:firstLine="34"/>
            <w:jc w:val="center"/>
          </w:pPr>
          <w:r w:rsidRPr="00522750">
            <w:rPr>
              <w:caps/>
              <w:spacing w:val="-10"/>
              <w:szCs w:val="32"/>
            </w:rPr>
            <w:t>Giunta Regionale</w:t>
          </w:r>
        </w:p>
      </w:tc>
    </w:tr>
  </w:tbl>
  <w:p w:rsidR="00CA6B65" w:rsidRPr="00AB332C" w:rsidRDefault="00CA6B65" w:rsidP="00F02CE6">
    <w:pPr>
      <w:pStyle w:val="Intestazione"/>
      <w:jc w:val="center"/>
      <w:rPr>
        <w:rFonts w:ascii="Calibri" w:hAnsi="Calibri" w:cs="Calibri"/>
        <w:sz w:val="12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55" w:type="pct"/>
      <w:tblBorders>
        <w:top w:val="single" w:sz="4" w:space="0" w:color="00B050"/>
        <w:bottom w:val="single" w:sz="4" w:space="0" w:color="00B050"/>
      </w:tblBorders>
      <w:tblLook w:val="01E0" w:firstRow="1" w:lastRow="1" w:firstColumn="1" w:lastColumn="1" w:noHBand="0" w:noVBand="0"/>
    </w:tblPr>
    <w:tblGrid>
      <w:gridCol w:w="9744"/>
    </w:tblGrid>
    <w:tr w:rsidR="00907035" w:rsidRPr="00522750" w:rsidTr="00091C61">
      <w:tc>
        <w:tcPr>
          <w:tcW w:w="5000" w:type="pct"/>
          <w:tcBorders>
            <w:top w:val="single" w:sz="4" w:space="0" w:color="00B050"/>
            <w:bottom w:val="single" w:sz="4" w:space="0" w:color="00B050"/>
          </w:tcBorders>
        </w:tcPr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jc w:val="center"/>
          </w:pPr>
          <w:r w:rsidRPr="00522750">
            <w:object w:dxaOrig="10544" w:dyaOrig="161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7.5pt;height:56.75pt">
                <v:imagedata r:id="rId1" o:title=""/>
              </v:shape>
              <o:OLEObject Type="Embed" ProgID="PBrush" ShapeID="_x0000_i1026" DrawAspect="Content" ObjectID="_1665382869" r:id="rId2"/>
            </w:object>
          </w:r>
        </w:p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ind w:firstLine="34"/>
            <w:jc w:val="center"/>
          </w:pPr>
          <w:r w:rsidRPr="00522750">
            <w:rPr>
              <w:caps/>
              <w:spacing w:val="-10"/>
              <w:szCs w:val="32"/>
            </w:rPr>
            <w:t>Giunta Regionale</w:t>
          </w:r>
        </w:p>
      </w:tc>
    </w:tr>
  </w:tbl>
  <w:p w:rsidR="0085315B" w:rsidRPr="007D7645" w:rsidRDefault="0085315B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CB351E" w:rsidRDefault="0085315B" w:rsidP="001A633B">
    <w:pPr>
      <w:pStyle w:val="Intestazione"/>
      <w:tabs>
        <w:tab w:val="clear" w:pos="9638"/>
        <w:tab w:val="right" w:pos="9498"/>
      </w:tabs>
      <w:rPr>
        <w:sz w:val="10"/>
        <w:szCs w:val="10"/>
      </w:rPr>
    </w:pPr>
    <w:r w:rsidRPr="00CB351E">
      <w:rPr>
        <w:sz w:val="10"/>
        <w:szCs w:val="10"/>
      </w:rPr>
      <w:tab/>
    </w: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sz w:val="18"/>
        <w:szCs w:val="18"/>
      </w:rPr>
    </w:pPr>
    <w:r w:rsidRPr="00241F67">
      <w:rPr>
        <w:b/>
        <w:i/>
        <w:sz w:val="18"/>
        <w:szCs w:val="18"/>
      </w:rPr>
      <w:t>DIPARTIMENTO OPERE PUBBLICHE, GOVERNO DEL TERRITORIO E POLITICHE AMBIENTALI</w:t>
    </w:r>
    <w:r w:rsidRPr="00241F67">
      <w:rPr>
        <w:sz w:val="18"/>
        <w:szCs w:val="18"/>
      </w:rPr>
      <w:t xml:space="preserve"> </w:t>
    </w: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b/>
        <w:i/>
        <w:sz w:val="18"/>
        <w:szCs w:val="18"/>
      </w:rPr>
    </w:pPr>
    <w:r w:rsidRPr="00241F67">
      <w:rPr>
        <w:b/>
        <w:i/>
        <w:sz w:val="18"/>
        <w:szCs w:val="18"/>
      </w:rPr>
      <w:t>Servizio Valutazione Ambientale</w:t>
    </w:r>
  </w:p>
  <w:p w:rsidR="0085315B" w:rsidRPr="00241F67" w:rsidRDefault="0085315B" w:rsidP="0023143F">
    <w:pPr>
      <w:pStyle w:val="Intestazione"/>
      <w:tabs>
        <w:tab w:val="left" w:pos="5387"/>
        <w:tab w:val="left" w:pos="5812"/>
        <w:tab w:val="left" w:pos="6521"/>
        <w:tab w:val="left" w:pos="6663"/>
      </w:tabs>
      <w:jc w:val="center"/>
      <w:rPr>
        <w:i/>
        <w:sz w:val="18"/>
        <w:szCs w:val="18"/>
      </w:rPr>
    </w:pPr>
    <w:r w:rsidRPr="00241F67">
      <w:rPr>
        <w:i/>
        <w:sz w:val="18"/>
        <w:szCs w:val="18"/>
      </w:rPr>
      <w:t xml:space="preserve">Via Salaria Antica est 29/F – 67100 L’Aquila -  tel. 0862.3631 - </w:t>
    </w:r>
    <w:r w:rsidRPr="00241F67">
      <w:rPr>
        <w:i/>
        <w:sz w:val="18"/>
        <w:szCs w:val="18"/>
      </w:rPr>
      <w:tab/>
      <w:t>fax 0862.363486</w:t>
    </w:r>
  </w:p>
  <w:p w:rsidR="0085315B" w:rsidRPr="00241F67" w:rsidRDefault="0085315B" w:rsidP="00B122BC">
    <w:pPr>
      <w:pStyle w:val="Intestazione"/>
      <w:jc w:val="center"/>
      <w:rPr>
        <w:sz w:val="18"/>
        <w:szCs w:val="18"/>
      </w:rPr>
    </w:pPr>
    <w:r w:rsidRPr="00241F67">
      <w:rPr>
        <w:sz w:val="18"/>
        <w:szCs w:val="18"/>
      </w:rPr>
      <w:t xml:space="preserve">Sito web: </w:t>
    </w:r>
    <w:r w:rsidRPr="00241F67">
      <w:rPr>
        <w:i/>
        <w:sz w:val="18"/>
        <w:szCs w:val="18"/>
      </w:rPr>
      <w:t>ambiente.regione.abruzzo.it</w:t>
    </w:r>
    <w:r w:rsidRPr="00241F67">
      <w:rPr>
        <w:sz w:val="18"/>
        <w:szCs w:val="18"/>
      </w:rPr>
      <w:t xml:space="preserve"> - e-mail: </w:t>
    </w:r>
    <w:r w:rsidRPr="00241F67">
      <w:rPr>
        <w:i/>
        <w:sz w:val="18"/>
        <w:szCs w:val="18"/>
      </w:rPr>
      <w:t>dpc@regione.abruzzo.it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AC7"/>
    <w:multiLevelType w:val="hybridMultilevel"/>
    <w:tmpl w:val="F1E46F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13334"/>
    <w:multiLevelType w:val="hybridMultilevel"/>
    <w:tmpl w:val="36608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05"/>
    <w:rsid w:val="00000105"/>
    <w:rsid w:val="00002614"/>
    <w:rsid w:val="00007C20"/>
    <w:rsid w:val="00012902"/>
    <w:rsid w:val="00032DC1"/>
    <w:rsid w:val="00042B91"/>
    <w:rsid w:val="00043E3A"/>
    <w:rsid w:val="00044512"/>
    <w:rsid w:val="00044FD0"/>
    <w:rsid w:val="000473B5"/>
    <w:rsid w:val="000540F1"/>
    <w:rsid w:val="000549CA"/>
    <w:rsid w:val="00055473"/>
    <w:rsid w:val="00056BF3"/>
    <w:rsid w:val="0006006B"/>
    <w:rsid w:val="00063FCD"/>
    <w:rsid w:val="00076878"/>
    <w:rsid w:val="00076DE1"/>
    <w:rsid w:val="000776FB"/>
    <w:rsid w:val="0007790B"/>
    <w:rsid w:val="00077F73"/>
    <w:rsid w:val="00081689"/>
    <w:rsid w:val="00081724"/>
    <w:rsid w:val="00084199"/>
    <w:rsid w:val="0009415E"/>
    <w:rsid w:val="00094F81"/>
    <w:rsid w:val="00097DA2"/>
    <w:rsid w:val="000A5ECF"/>
    <w:rsid w:val="000A67CE"/>
    <w:rsid w:val="000B58C9"/>
    <w:rsid w:val="000B6D11"/>
    <w:rsid w:val="000B75AF"/>
    <w:rsid w:val="000B779F"/>
    <w:rsid w:val="000C27CA"/>
    <w:rsid w:val="000D564B"/>
    <w:rsid w:val="000D56FF"/>
    <w:rsid w:val="000E29EA"/>
    <w:rsid w:val="000E7007"/>
    <w:rsid w:val="000F1E7B"/>
    <w:rsid w:val="000F1E7C"/>
    <w:rsid w:val="000F28AB"/>
    <w:rsid w:val="000F4FBE"/>
    <w:rsid w:val="000F5D05"/>
    <w:rsid w:val="00101BBC"/>
    <w:rsid w:val="0011001C"/>
    <w:rsid w:val="00111E19"/>
    <w:rsid w:val="001145C0"/>
    <w:rsid w:val="00115624"/>
    <w:rsid w:val="001164FD"/>
    <w:rsid w:val="00120230"/>
    <w:rsid w:val="00127F8D"/>
    <w:rsid w:val="00130FAF"/>
    <w:rsid w:val="00132B6A"/>
    <w:rsid w:val="001340F7"/>
    <w:rsid w:val="00143C8C"/>
    <w:rsid w:val="0014692D"/>
    <w:rsid w:val="001538E5"/>
    <w:rsid w:val="001551D0"/>
    <w:rsid w:val="00155E13"/>
    <w:rsid w:val="00161184"/>
    <w:rsid w:val="001648A7"/>
    <w:rsid w:val="0016760C"/>
    <w:rsid w:val="00171FE4"/>
    <w:rsid w:val="00173CBB"/>
    <w:rsid w:val="0018155A"/>
    <w:rsid w:val="00182DF2"/>
    <w:rsid w:val="001879FF"/>
    <w:rsid w:val="00196F87"/>
    <w:rsid w:val="00197138"/>
    <w:rsid w:val="00197C80"/>
    <w:rsid w:val="001A14E8"/>
    <w:rsid w:val="001A4A22"/>
    <w:rsid w:val="001A633B"/>
    <w:rsid w:val="001B423F"/>
    <w:rsid w:val="001C1C66"/>
    <w:rsid w:val="001C2670"/>
    <w:rsid w:val="001C2DEB"/>
    <w:rsid w:val="001D3D5A"/>
    <w:rsid w:val="001D4C34"/>
    <w:rsid w:val="001D7F7E"/>
    <w:rsid w:val="001E5031"/>
    <w:rsid w:val="001E6D7D"/>
    <w:rsid w:val="001F0083"/>
    <w:rsid w:val="001F00E1"/>
    <w:rsid w:val="00206DBC"/>
    <w:rsid w:val="00214759"/>
    <w:rsid w:val="002176E2"/>
    <w:rsid w:val="00223325"/>
    <w:rsid w:val="00224A12"/>
    <w:rsid w:val="00237253"/>
    <w:rsid w:val="00237C74"/>
    <w:rsid w:val="0024152E"/>
    <w:rsid w:val="002447B1"/>
    <w:rsid w:val="0024566B"/>
    <w:rsid w:val="00252C0A"/>
    <w:rsid w:val="00253413"/>
    <w:rsid w:val="002653C3"/>
    <w:rsid w:val="00266720"/>
    <w:rsid w:val="0026737B"/>
    <w:rsid w:val="00287AC0"/>
    <w:rsid w:val="002909D2"/>
    <w:rsid w:val="0029123E"/>
    <w:rsid w:val="002916A4"/>
    <w:rsid w:val="00291862"/>
    <w:rsid w:val="00291B6A"/>
    <w:rsid w:val="00292351"/>
    <w:rsid w:val="0029252D"/>
    <w:rsid w:val="00294C49"/>
    <w:rsid w:val="002973B9"/>
    <w:rsid w:val="002A16A0"/>
    <w:rsid w:val="002A16EF"/>
    <w:rsid w:val="002A36A5"/>
    <w:rsid w:val="002B254B"/>
    <w:rsid w:val="002C2C44"/>
    <w:rsid w:val="002C2D1A"/>
    <w:rsid w:val="002C3661"/>
    <w:rsid w:val="002C7FA9"/>
    <w:rsid w:val="002D2DB7"/>
    <w:rsid w:val="002E03F3"/>
    <w:rsid w:val="002E4F25"/>
    <w:rsid w:val="002E6403"/>
    <w:rsid w:val="002F148D"/>
    <w:rsid w:val="002F2B96"/>
    <w:rsid w:val="002F4B9B"/>
    <w:rsid w:val="002F79B1"/>
    <w:rsid w:val="00300087"/>
    <w:rsid w:val="0030081B"/>
    <w:rsid w:val="00306817"/>
    <w:rsid w:val="00306E18"/>
    <w:rsid w:val="0031696B"/>
    <w:rsid w:val="00323451"/>
    <w:rsid w:val="00326F99"/>
    <w:rsid w:val="0033097D"/>
    <w:rsid w:val="00330B82"/>
    <w:rsid w:val="003330B2"/>
    <w:rsid w:val="00333532"/>
    <w:rsid w:val="003342A7"/>
    <w:rsid w:val="003349CE"/>
    <w:rsid w:val="00335E75"/>
    <w:rsid w:val="00340C45"/>
    <w:rsid w:val="003436D0"/>
    <w:rsid w:val="003469A6"/>
    <w:rsid w:val="00350294"/>
    <w:rsid w:val="00353075"/>
    <w:rsid w:val="00366801"/>
    <w:rsid w:val="003675CB"/>
    <w:rsid w:val="00367BFD"/>
    <w:rsid w:val="00370749"/>
    <w:rsid w:val="0037315B"/>
    <w:rsid w:val="00375469"/>
    <w:rsid w:val="00377733"/>
    <w:rsid w:val="00382942"/>
    <w:rsid w:val="00383D61"/>
    <w:rsid w:val="00390678"/>
    <w:rsid w:val="003949CA"/>
    <w:rsid w:val="003969E0"/>
    <w:rsid w:val="003A15DC"/>
    <w:rsid w:val="003A2DA6"/>
    <w:rsid w:val="003A544F"/>
    <w:rsid w:val="003A57A2"/>
    <w:rsid w:val="003A71CF"/>
    <w:rsid w:val="003B06E2"/>
    <w:rsid w:val="003B20B6"/>
    <w:rsid w:val="003B70E1"/>
    <w:rsid w:val="003C3C90"/>
    <w:rsid w:val="003D496C"/>
    <w:rsid w:val="003D65C2"/>
    <w:rsid w:val="003D7132"/>
    <w:rsid w:val="003E5FCA"/>
    <w:rsid w:val="003E5FF8"/>
    <w:rsid w:val="003E74D1"/>
    <w:rsid w:val="003E7FA3"/>
    <w:rsid w:val="003F1AC2"/>
    <w:rsid w:val="00401513"/>
    <w:rsid w:val="00402250"/>
    <w:rsid w:val="00402871"/>
    <w:rsid w:val="0040760B"/>
    <w:rsid w:val="0041175B"/>
    <w:rsid w:val="00412F34"/>
    <w:rsid w:val="0041539D"/>
    <w:rsid w:val="00416D20"/>
    <w:rsid w:val="00421C3A"/>
    <w:rsid w:val="004222D3"/>
    <w:rsid w:val="00424F00"/>
    <w:rsid w:val="00434558"/>
    <w:rsid w:val="0043736D"/>
    <w:rsid w:val="0045397D"/>
    <w:rsid w:val="00453FF4"/>
    <w:rsid w:val="00463FA8"/>
    <w:rsid w:val="00470921"/>
    <w:rsid w:val="00472305"/>
    <w:rsid w:val="004749F3"/>
    <w:rsid w:val="00475D1F"/>
    <w:rsid w:val="004778A7"/>
    <w:rsid w:val="00477AE5"/>
    <w:rsid w:val="00481D5B"/>
    <w:rsid w:val="0049042E"/>
    <w:rsid w:val="00492C1E"/>
    <w:rsid w:val="004940C5"/>
    <w:rsid w:val="00495AFD"/>
    <w:rsid w:val="00496BBB"/>
    <w:rsid w:val="004A1DF4"/>
    <w:rsid w:val="004A34C3"/>
    <w:rsid w:val="004A61EC"/>
    <w:rsid w:val="004A7A40"/>
    <w:rsid w:val="004B2697"/>
    <w:rsid w:val="004B5712"/>
    <w:rsid w:val="004C098F"/>
    <w:rsid w:val="004C4B2A"/>
    <w:rsid w:val="004C724A"/>
    <w:rsid w:val="004D6623"/>
    <w:rsid w:val="004E678E"/>
    <w:rsid w:val="004F23D0"/>
    <w:rsid w:val="004F4824"/>
    <w:rsid w:val="005020A6"/>
    <w:rsid w:val="00512D36"/>
    <w:rsid w:val="0051345A"/>
    <w:rsid w:val="00517C29"/>
    <w:rsid w:val="00522750"/>
    <w:rsid w:val="005233D0"/>
    <w:rsid w:val="00525505"/>
    <w:rsid w:val="00525ED8"/>
    <w:rsid w:val="0052688B"/>
    <w:rsid w:val="00527E76"/>
    <w:rsid w:val="005303D9"/>
    <w:rsid w:val="00531A12"/>
    <w:rsid w:val="005325DD"/>
    <w:rsid w:val="00535DB5"/>
    <w:rsid w:val="00536A35"/>
    <w:rsid w:val="00540372"/>
    <w:rsid w:val="00540D70"/>
    <w:rsid w:val="00541E59"/>
    <w:rsid w:val="00552D58"/>
    <w:rsid w:val="00554580"/>
    <w:rsid w:val="00555E18"/>
    <w:rsid w:val="005571EA"/>
    <w:rsid w:val="005628BF"/>
    <w:rsid w:val="005634B6"/>
    <w:rsid w:val="00564E13"/>
    <w:rsid w:val="00567556"/>
    <w:rsid w:val="00581A05"/>
    <w:rsid w:val="005827E1"/>
    <w:rsid w:val="0058378A"/>
    <w:rsid w:val="00584A00"/>
    <w:rsid w:val="00585092"/>
    <w:rsid w:val="00586F8A"/>
    <w:rsid w:val="0059050E"/>
    <w:rsid w:val="00593D8E"/>
    <w:rsid w:val="00596453"/>
    <w:rsid w:val="005974A2"/>
    <w:rsid w:val="005A1CF8"/>
    <w:rsid w:val="005A38EC"/>
    <w:rsid w:val="005A5AD5"/>
    <w:rsid w:val="005B3C2B"/>
    <w:rsid w:val="005B48D5"/>
    <w:rsid w:val="005C08E3"/>
    <w:rsid w:val="005C3FFA"/>
    <w:rsid w:val="005C6806"/>
    <w:rsid w:val="005C735A"/>
    <w:rsid w:val="005C7995"/>
    <w:rsid w:val="005D1C3A"/>
    <w:rsid w:val="005D2295"/>
    <w:rsid w:val="005D3EBF"/>
    <w:rsid w:val="005D6B85"/>
    <w:rsid w:val="005D77F5"/>
    <w:rsid w:val="005E0158"/>
    <w:rsid w:val="005E5B6B"/>
    <w:rsid w:val="005F0FE1"/>
    <w:rsid w:val="005F24C8"/>
    <w:rsid w:val="005F3C48"/>
    <w:rsid w:val="005F4DAE"/>
    <w:rsid w:val="005F7677"/>
    <w:rsid w:val="006040BA"/>
    <w:rsid w:val="00607B0F"/>
    <w:rsid w:val="00611DFA"/>
    <w:rsid w:val="00614FC1"/>
    <w:rsid w:val="00622A97"/>
    <w:rsid w:val="00623D27"/>
    <w:rsid w:val="0062442C"/>
    <w:rsid w:val="00627048"/>
    <w:rsid w:val="006332B9"/>
    <w:rsid w:val="00634A69"/>
    <w:rsid w:val="00636D05"/>
    <w:rsid w:val="006445A0"/>
    <w:rsid w:val="00646733"/>
    <w:rsid w:val="00651C39"/>
    <w:rsid w:val="00653A05"/>
    <w:rsid w:val="00661BB9"/>
    <w:rsid w:val="0066375D"/>
    <w:rsid w:val="00664293"/>
    <w:rsid w:val="00665B0E"/>
    <w:rsid w:val="00667FA0"/>
    <w:rsid w:val="006710BA"/>
    <w:rsid w:val="00675982"/>
    <w:rsid w:val="00685D29"/>
    <w:rsid w:val="00685E8A"/>
    <w:rsid w:val="00697DE3"/>
    <w:rsid w:val="006A1B0E"/>
    <w:rsid w:val="006A2539"/>
    <w:rsid w:val="006A5C1A"/>
    <w:rsid w:val="006B3D91"/>
    <w:rsid w:val="006B614D"/>
    <w:rsid w:val="006B714F"/>
    <w:rsid w:val="006B7E51"/>
    <w:rsid w:val="006C09FA"/>
    <w:rsid w:val="006D430F"/>
    <w:rsid w:val="006D621B"/>
    <w:rsid w:val="006D79F9"/>
    <w:rsid w:val="006E2C2C"/>
    <w:rsid w:val="006E7367"/>
    <w:rsid w:val="006F2D00"/>
    <w:rsid w:val="006F4DFE"/>
    <w:rsid w:val="006F4F3A"/>
    <w:rsid w:val="006F53F9"/>
    <w:rsid w:val="00704F36"/>
    <w:rsid w:val="00704FA6"/>
    <w:rsid w:val="00706C17"/>
    <w:rsid w:val="00712C3F"/>
    <w:rsid w:val="00713A07"/>
    <w:rsid w:val="00717022"/>
    <w:rsid w:val="00720A60"/>
    <w:rsid w:val="007253B1"/>
    <w:rsid w:val="0073067B"/>
    <w:rsid w:val="00733FEA"/>
    <w:rsid w:val="00735F8A"/>
    <w:rsid w:val="00745A76"/>
    <w:rsid w:val="00752E85"/>
    <w:rsid w:val="007723A0"/>
    <w:rsid w:val="007754F5"/>
    <w:rsid w:val="007759F9"/>
    <w:rsid w:val="00777375"/>
    <w:rsid w:val="007809A7"/>
    <w:rsid w:val="00784B06"/>
    <w:rsid w:val="00784D26"/>
    <w:rsid w:val="00794D53"/>
    <w:rsid w:val="007A17D6"/>
    <w:rsid w:val="007A422C"/>
    <w:rsid w:val="007A5F8C"/>
    <w:rsid w:val="007B6A4A"/>
    <w:rsid w:val="007C2A1B"/>
    <w:rsid w:val="007C4029"/>
    <w:rsid w:val="007C47E5"/>
    <w:rsid w:val="007D0017"/>
    <w:rsid w:val="007D0D29"/>
    <w:rsid w:val="007D1DF2"/>
    <w:rsid w:val="007D278C"/>
    <w:rsid w:val="007D2814"/>
    <w:rsid w:val="007D5A83"/>
    <w:rsid w:val="007D72D0"/>
    <w:rsid w:val="007D7645"/>
    <w:rsid w:val="007E18F7"/>
    <w:rsid w:val="007F22DC"/>
    <w:rsid w:val="007F35DA"/>
    <w:rsid w:val="007F637B"/>
    <w:rsid w:val="00803653"/>
    <w:rsid w:val="00812BE6"/>
    <w:rsid w:val="00822108"/>
    <w:rsid w:val="00827571"/>
    <w:rsid w:val="00827B25"/>
    <w:rsid w:val="0083065A"/>
    <w:rsid w:val="008322C3"/>
    <w:rsid w:val="00834D82"/>
    <w:rsid w:val="00837437"/>
    <w:rsid w:val="00842EB1"/>
    <w:rsid w:val="00845924"/>
    <w:rsid w:val="00846930"/>
    <w:rsid w:val="0085315B"/>
    <w:rsid w:val="008540EF"/>
    <w:rsid w:val="00857C69"/>
    <w:rsid w:val="00861C07"/>
    <w:rsid w:val="00862147"/>
    <w:rsid w:val="008724F8"/>
    <w:rsid w:val="00872579"/>
    <w:rsid w:val="008747BC"/>
    <w:rsid w:val="00881DA3"/>
    <w:rsid w:val="008841D6"/>
    <w:rsid w:val="00884583"/>
    <w:rsid w:val="0088538F"/>
    <w:rsid w:val="008910AD"/>
    <w:rsid w:val="00891271"/>
    <w:rsid w:val="008912D8"/>
    <w:rsid w:val="00891A68"/>
    <w:rsid w:val="008A329C"/>
    <w:rsid w:val="008A4983"/>
    <w:rsid w:val="008B1F65"/>
    <w:rsid w:val="008B3452"/>
    <w:rsid w:val="008B44C4"/>
    <w:rsid w:val="008B7F25"/>
    <w:rsid w:val="008C0C16"/>
    <w:rsid w:val="008C1449"/>
    <w:rsid w:val="008C1A5E"/>
    <w:rsid w:val="008C34B9"/>
    <w:rsid w:val="008C4C4D"/>
    <w:rsid w:val="008C7A33"/>
    <w:rsid w:val="008D1B8D"/>
    <w:rsid w:val="008D20DA"/>
    <w:rsid w:val="008D21A4"/>
    <w:rsid w:val="008D23BF"/>
    <w:rsid w:val="008D25E1"/>
    <w:rsid w:val="008D32A0"/>
    <w:rsid w:val="008D6D65"/>
    <w:rsid w:val="008E1D71"/>
    <w:rsid w:val="008F5537"/>
    <w:rsid w:val="00907035"/>
    <w:rsid w:val="0091067C"/>
    <w:rsid w:val="00913EDA"/>
    <w:rsid w:val="00916A19"/>
    <w:rsid w:val="0093799B"/>
    <w:rsid w:val="00941BFB"/>
    <w:rsid w:val="009420F4"/>
    <w:rsid w:val="00944158"/>
    <w:rsid w:val="00945AB6"/>
    <w:rsid w:val="009468F0"/>
    <w:rsid w:val="00946C7D"/>
    <w:rsid w:val="0095488E"/>
    <w:rsid w:val="00955009"/>
    <w:rsid w:val="00955CBB"/>
    <w:rsid w:val="00961F54"/>
    <w:rsid w:val="0096384C"/>
    <w:rsid w:val="00964FE4"/>
    <w:rsid w:val="00971724"/>
    <w:rsid w:val="00971D68"/>
    <w:rsid w:val="00973886"/>
    <w:rsid w:val="009747C3"/>
    <w:rsid w:val="009828A2"/>
    <w:rsid w:val="00983580"/>
    <w:rsid w:val="00984B45"/>
    <w:rsid w:val="00990123"/>
    <w:rsid w:val="00991E4D"/>
    <w:rsid w:val="009967F3"/>
    <w:rsid w:val="00997E4B"/>
    <w:rsid w:val="009A7C39"/>
    <w:rsid w:val="009B434B"/>
    <w:rsid w:val="009B5A62"/>
    <w:rsid w:val="009B6C3B"/>
    <w:rsid w:val="009C336C"/>
    <w:rsid w:val="009C4AA5"/>
    <w:rsid w:val="009E11B6"/>
    <w:rsid w:val="009E151F"/>
    <w:rsid w:val="009E32E8"/>
    <w:rsid w:val="009E3936"/>
    <w:rsid w:val="009E3FDA"/>
    <w:rsid w:val="009E5A26"/>
    <w:rsid w:val="009E6C03"/>
    <w:rsid w:val="009F6B71"/>
    <w:rsid w:val="00A0071F"/>
    <w:rsid w:val="00A00F18"/>
    <w:rsid w:val="00A0482F"/>
    <w:rsid w:val="00A050FC"/>
    <w:rsid w:val="00A1079A"/>
    <w:rsid w:val="00A15FA2"/>
    <w:rsid w:val="00A166DE"/>
    <w:rsid w:val="00A218FE"/>
    <w:rsid w:val="00A21F06"/>
    <w:rsid w:val="00A220BB"/>
    <w:rsid w:val="00A2471F"/>
    <w:rsid w:val="00A24A1F"/>
    <w:rsid w:val="00A304CB"/>
    <w:rsid w:val="00A32326"/>
    <w:rsid w:val="00A3345B"/>
    <w:rsid w:val="00A401F5"/>
    <w:rsid w:val="00A53A8F"/>
    <w:rsid w:val="00A56342"/>
    <w:rsid w:val="00A57369"/>
    <w:rsid w:val="00A666F9"/>
    <w:rsid w:val="00A672A5"/>
    <w:rsid w:val="00A6780F"/>
    <w:rsid w:val="00A70424"/>
    <w:rsid w:val="00A71F7A"/>
    <w:rsid w:val="00A7600E"/>
    <w:rsid w:val="00A81241"/>
    <w:rsid w:val="00A81CE8"/>
    <w:rsid w:val="00A82D9C"/>
    <w:rsid w:val="00A91ACE"/>
    <w:rsid w:val="00A92F39"/>
    <w:rsid w:val="00A943E5"/>
    <w:rsid w:val="00A94A37"/>
    <w:rsid w:val="00AB332C"/>
    <w:rsid w:val="00AB3BF2"/>
    <w:rsid w:val="00AB404B"/>
    <w:rsid w:val="00AB4E2F"/>
    <w:rsid w:val="00AC0DEC"/>
    <w:rsid w:val="00AD7507"/>
    <w:rsid w:val="00AE0B6B"/>
    <w:rsid w:val="00AE784A"/>
    <w:rsid w:val="00AF0DB5"/>
    <w:rsid w:val="00AF17B6"/>
    <w:rsid w:val="00AF19FF"/>
    <w:rsid w:val="00AF44C9"/>
    <w:rsid w:val="00AF5D21"/>
    <w:rsid w:val="00AF612F"/>
    <w:rsid w:val="00AF7CDB"/>
    <w:rsid w:val="00B11DFB"/>
    <w:rsid w:val="00B11FDA"/>
    <w:rsid w:val="00B20A0F"/>
    <w:rsid w:val="00B25732"/>
    <w:rsid w:val="00B366D8"/>
    <w:rsid w:val="00B377CC"/>
    <w:rsid w:val="00B53415"/>
    <w:rsid w:val="00B55E44"/>
    <w:rsid w:val="00B60D8A"/>
    <w:rsid w:val="00B65F4F"/>
    <w:rsid w:val="00B723ED"/>
    <w:rsid w:val="00B7269C"/>
    <w:rsid w:val="00B77C0A"/>
    <w:rsid w:val="00B935E7"/>
    <w:rsid w:val="00B93999"/>
    <w:rsid w:val="00B939DA"/>
    <w:rsid w:val="00B955EB"/>
    <w:rsid w:val="00BA0F4D"/>
    <w:rsid w:val="00BC102D"/>
    <w:rsid w:val="00BC62F6"/>
    <w:rsid w:val="00BD0590"/>
    <w:rsid w:val="00BD0853"/>
    <w:rsid w:val="00BD143E"/>
    <w:rsid w:val="00BD181E"/>
    <w:rsid w:val="00BE463A"/>
    <w:rsid w:val="00BF127B"/>
    <w:rsid w:val="00BF3F77"/>
    <w:rsid w:val="00BF6D65"/>
    <w:rsid w:val="00BF735E"/>
    <w:rsid w:val="00C101CB"/>
    <w:rsid w:val="00C128C7"/>
    <w:rsid w:val="00C13C8A"/>
    <w:rsid w:val="00C20114"/>
    <w:rsid w:val="00C20A93"/>
    <w:rsid w:val="00C21662"/>
    <w:rsid w:val="00C25D57"/>
    <w:rsid w:val="00C25F0A"/>
    <w:rsid w:val="00C32501"/>
    <w:rsid w:val="00C3300A"/>
    <w:rsid w:val="00C36956"/>
    <w:rsid w:val="00C41415"/>
    <w:rsid w:val="00C42832"/>
    <w:rsid w:val="00C50683"/>
    <w:rsid w:val="00C50BFE"/>
    <w:rsid w:val="00C54153"/>
    <w:rsid w:val="00C55968"/>
    <w:rsid w:val="00C55A38"/>
    <w:rsid w:val="00C6036D"/>
    <w:rsid w:val="00C62F94"/>
    <w:rsid w:val="00C65874"/>
    <w:rsid w:val="00C67117"/>
    <w:rsid w:val="00C71C89"/>
    <w:rsid w:val="00C814ED"/>
    <w:rsid w:val="00C83604"/>
    <w:rsid w:val="00C842E5"/>
    <w:rsid w:val="00C90810"/>
    <w:rsid w:val="00C90848"/>
    <w:rsid w:val="00C922C5"/>
    <w:rsid w:val="00C92518"/>
    <w:rsid w:val="00C9261C"/>
    <w:rsid w:val="00CA2CE4"/>
    <w:rsid w:val="00CA3201"/>
    <w:rsid w:val="00CA5ED8"/>
    <w:rsid w:val="00CA6B65"/>
    <w:rsid w:val="00CB0E19"/>
    <w:rsid w:val="00CB351E"/>
    <w:rsid w:val="00CC5215"/>
    <w:rsid w:val="00CD4175"/>
    <w:rsid w:val="00CD4405"/>
    <w:rsid w:val="00CD7A82"/>
    <w:rsid w:val="00CE0318"/>
    <w:rsid w:val="00CE088E"/>
    <w:rsid w:val="00CE3B69"/>
    <w:rsid w:val="00CE7DB9"/>
    <w:rsid w:val="00CF2FF6"/>
    <w:rsid w:val="00CF509B"/>
    <w:rsid w:val="00D01D39"/>
    <w:rsid w:val="00D024CB"/>
    <w:rsid w:val="00D03823"/>
    <w:rsid w:val="00D12437"/>
    <w:rsid w:val="00D13D09"/>
    <w:rsid w:val="00D159B0"/>
    <w:rsid w:val="00D176FB"/>
    <w:rsid w:val="00D17B71"/>
    <w:rsid w:val="00D221BC"/>
    <w:rsid w:val="00D27259"/>
    <w:rsid w:val="00D32FD2"/>
    <w:rsid w:val="00D35D2C"/>
    <w:rsid w:val="00D35F2E"/>
    <w:rsid w:val="00D36715"/>
    <w:rsid w:val="00D42FE0"/>
    <w:rsid w:val="00D45AB1"/>
    <w:rsid w:val="00D5391E"/>
    <w:rsid w:val="00D574A7"/>
    <w:rsid w:val="00D62D55"/>
    <w:rsid w:val="00D6358A"/>
    <w:rsid w:val="00D66038"/>
    <w:rsid w:val="00D67473"/>
    <w:rsid w:val="00D7709B"/>
    <w:rsid w:val="00D80A8B"/>
    <w:rsid w:val="00D8141A"/>
    <w:rsid w:val="00D82FA3"/>
    <w:rsid w:val="00D85B9D"/>
    <w:rsid w:val="00D9408D"/>
    <w:rsid w:val="00DA351D"/>
    <w:rsid w:val="00DA3FF9"/>
    <w:rsid w:val="00DA42EE"/>
    <w:rsid w:val="00DA717F"/>
    <w:rsid w:val="00DB1957"/>
    <w:rsid w:val="00DB1A3F"/>
    <w:rsid w:val="00DB3DDC"/>
    <w:rsid w:val="00DB5235"/>
    <w:rsid w:val="00DC1923"/>
    <w:rsid w:val="00DC36DE"/>
    <w:rsid w:val="00DC421D"/>
    <w:rsid w:val="00DC423B"/>
    <w:rsid w:val="00DD1101"/>
    <w:rsid w:val="00DD2BEE"/>
    <w:rsid w:val="00DD415B"/>
    <w:rsid w:val="00DD53D3"/>
    <w:rsid w:val="00DD544A"/>
    <w:rsid w:val="00DD6F56"/>
    <w:rsid w:val="00DE4F75"/>
    <w:rsid w:val="00DE5FE4"/>
    <w:rsid w:val="00DF5238"/>
    <w:rsid w:val="00E02857"/>
    <w:rsid w:val="00E03079"/>
    <w:rsid w:val="00E14A68"/>
    <w:rsid w:val="00E16AFE"/>
    <w:rsid w:val="00E233DE"/>
    <w:rsid w:val="00E2766F"/>
    <w:rsid w:val="00E3017D"/>
    <w:rsid w:val="00E33B5D"/>
    <w:rsid w:val="00E3676A"/>
    <w:rsid w:val="00E449BC"/>
    <w:rsid w:val="00E465AD"/>
    <w:rsid w:val="00E47C10"/>
    <w:rsid w:val="00E5047D"/>
    <w:rsid w:val="00E53EA3"/>
    <w:rsid w:val="00E611B8"/>
    <w:rsid w:val="00E753D4"/>
    <w:rsid w:val="00E8180C"/>
    <w:rsid w:val="00E847D5"/>
    <w:rsid w:val="00E84B3E"/>
    <w:rsid w:val="00E86F06"/>
    <w:rsid w:val="00E87F3F"/>
    <w:rsid w:val="00E9235E"/>
    <w:rsid w:val="00E9326D"/>
    <w:rsid w:val="00E951CA"/>
    <w:rsid w:val="00E956D7"/>
    <w:rsid w:val="00E97E78"/>
    <w:rsid w:val="00EA2A62"/>
    <w:rsid w:val="00EA5680"/>
    <w:rsid w:val="00EB2B91"/>
    <w:rsid w:val="00EB7CDE"/>
    <w:rsid w:val="00EB7E2C"/>
    <w:rsid w:val="00EC49A2"/>
    <w:rsid w:val="00EC65CF"/>
    <w:rsid w:val="00ED120E"/>
    <w:rsid w:val="00EE6DE3"/>
    <w:rsid w:val="00EF1CE6"/>
    <w:rsid w:val="00EF1F7E"/>
    <w:rsid w:val="00EF444D"/>
    <w:rsid w:val="00F01AD2"/>
    <w:rsid w:val="00F02CCD"/>
    <w:rsid w:val="00F02CE6"/>
    <w:rsid w:val="00F123D8"/>
    <w:rsid w:val="00F13F57"/>
    <w:rsid w:val="00F23DF4"/>
    <w:rsid w:val="00F27DAE"/>
    <w:rsid w:val="00F34017"/>
    <w:rsid w:val="00F44904"/>
    <w:rsid w:val="00F471A3"/>
    <w:rsid w:val="00F54862"/>
    <w:rsid w:val="00F54AB5"/>
    <w:rsid w:val="00F55F4C"/>
    <w:rsid w:val="00F60848"/>
    <w:rsid w:val="00F637EA"/>
    <w:rsid w:val="00F6646D"/>
    <w:rsid w:val="00F72F07"/>
    <w:rsid w:val="00F80A0C"/>
    <w:rsid w:val="00F81E35"/>
    <w:rsid w:val="00F83C1C"/>
    <w:rsid w:val="00F85ED4"/>
    <w:rsid w:val="00F87E90"/>
    <w:rsid w:val="00F9785D"/>
    <w:rsid w:val="00FB0874"/>
    <w:rsid w:val="00FB1597"/>
    <w:rsid w:val="00FB2F41"/>
    <w:rsid w:val="00FB42EF"/>
    <w:rsid w:val="00FB4C2F"/>
    <w:rsid w:val="00FB5069"/>
    <w:rsid w:val="00FB5D2A"/>
    <w:rsid w:val="00FB661E"/>
    <w:rsid w:val="00FC4BBA"/>
    <w:rsid w:val="00FC6ECA"/>
    <w:rsid w:val="00FD1CFD"/>
    <w:rsid w:val="00FD42EA"/>
    <w:rsid w:val="00FE346C"/>
    <w:rsid w:val="00FE5951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2466DF"/>
  <w15:docId w15:val="{4CAA8A41-E9A3-4013-B4CE-AE17FD980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A0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53075"/>
    <w:pPr>
      <w:keepNext/>
      <w:spacing w:before="240" w:after="60"/>
      <w:outlineLvl w:val="0"/>
    </w:pPr>
    <w:rPr>
      <w:rFonts w:ascii="Cambria" w:hAnsi="Cambria"/>
      <w:b/>
      <w:bCs/>
      <w:kern w:val="32"/>
      <w:sz w:val="28"/>
      <w:szCs w:val="32"/>
    </w:rPr>
  </w:style>
  <w:style w:type="paragraph" w:styleId="Titolo2">
    <w:name w:val="heading 2"/>
    <w:basedOn w:val="Normale"/>
    <w:next w:val="Normale"/>
    <w:qFormat/>
    <w:rsid w:val="00353075"/>
    <w:pPr>
      <w:keepNext/>
      <w:pBdr>
        <w:top w:val="single" w:sz="12" w:space="1" w:color="auto"/>
        <w:bottom w:val="single" w:sz="12" w:space="1" w:color="auto"/>
      </w:pBdr>
      <w:spacing w:before="360" w:after="240"/>
      <w:jc w:val="center"/>
      <w:outlineLvl w:val="1"/>
    </w:pPr>
    <w:rPr>
      <w:rFonts w:ascii="Arial Narrow" w:hAnsi="Arial Narrow"/>
      <w:b/>
      <w:bCs/>
      <w:sz w:val="32"/>
      <w:bdr w:val="dotted" w:sz="4" w:space="0" w:color="auto"/>
    </w:rPr>
  </w:style>
  <w:style w:type="paragraph" w:styleId="Titolo3">
    <w:name w:val="heading 3"/>
    <w:basedOn w:val="Normale"/>
    <w:next w:val="Normale"/>
    <w:qFormat/>
    <w:rsid w:val="00A401F5"/>
    <w:pPr>
      <w:keepNext/>
      <w:jc w:val="center"/>
      <w:outlineLvl w:val="2"/>
    </w:pPr>
    <w:rPr>
      <w:rFonts w:ascii="Arial Narrow" w:hAnsi="Arial Narrow"/>
      <w:b/>
      <w:bCs/>
      <w:sz w:val="22"/>
    </w:rPr>
  </w:style>
  <w:style w:type="paragraph" w:styleId="Titolo4">
    <w:name w:val="heading 4"/>
    <w:basedOn w:val="Normale"/>
    <w:link w:val="Titolo4Carattere"/>
    <w:qFormat/>
    <w:rsid w:val="00704FA6"/>
    <w:pPr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8747BC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36A3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536A3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DC36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91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A53A8F"/>
    <w:pPr>
      <w:widowControl w:val="0"/>
      <w:tabs>
        <w:tab w:val="left" w:pos="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ientrocorpodeltesto21">
    <w:name w:val="Rientro corpo del testo 21"/>
    <w:basedOn w:val="Normale"/>
    <w:rsid w:val="00A401F5"/>
    <w:pPr>
      <w:overflowPunct w:val="0"/>
      <w:autoSpaceDE w:val="0"/>
      <w:autoSpaceDN w:val="0"/>
      <w:adjustRightInd w:val="0"/>
      <w:ind w:left="1418"/>
      <w:textAlignment w:val="baseline"/>
    </w:pPr>
    <w:rPr>
      <w:sz w:val="22"/>
      <w:szCs w:val="20"/>
    </w:rPr>
  </w:style>
  <w:style w:type="character" w:styleId="Collegamentoipertestuale">
    <w:name w:val="Hyperlink"/>
    <w:rsid w:val="00FB5D2A"/>
    <w:rPr>
      <w:color w:val="0000FF"/>
      <w:u w:val="single"/>
    </w:rPr>
  </w:style>
  <w:style w:type="character" w:styleId="Collegamentovisitato">
    <w:name w:val="FollowedHyperlink"/>
    <w:rsid w:val="00FB5D2A"/>
    <w:rPr>
      <w:color w:val="800080"/>
      <w:u w:val="single"/>
    </w:rPr>
  </w:style>
  <w:style w:type="paragraph" w:customStyle="1" w:styleId="Default">
    <w:name w:val="Default"/>
    <w:rsid w:val="00BF3F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353075"/>
    <w:rPr>
      <w:rFonts w:ascii="Cambria" w:hAnsi="Cambria"/>
      <w:b/>
      <w:bCs/>
      <w:kern w:val="32"/>
      <w:sz w:val="28"/>
      <w:szCs w:val="32"/>
    </w:rPr>
  </w:style>
  <w:style w:type="character" w:customStyle="1" w:styleId="Titolo7Carattere">
    <w:name w:val="Titolo 7 Carattere"/>
    <w:link w:val="Titolo7"/>
    <w:semiHidden/>
    <w:rsid w:val="008747BC"/>
    <w:rPr>
      <w:rFonts w:ascii="Calibri" w:eastAsia="Times New Roman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8180C"/>
    <w:pPr>
      <w:ind w:left="720"/>
      <w:contextualSpacing/>
    </w:pPr>
  </w:style>
  <w:style w:type="character" w:styleId="Enfasigrassetto">
    <w:name w:val="Strong"/>
    <w:basedOn w:val="Carpredefinitoparagrafo"/>
    <w:qFormat/>
    <w:rsid w:val="00353075"/>
    <w:rPr>
      <w:rFonts w:ascii="Calibri" w:hAnsi="Calibri"/>
      <w:b/>
      <w:bCs/>
      <w:i w:val="0"/>
      <w:sz w:val="24"/>
    </w:rPr>
  </w:style>
  <w:style w:type="paragraph" w:styleId="Corpodeltesto3">
    <w:name w:val="Body Text 3"/>
    <w:basedOn w:val="Normale"/>
    <w:link w:val="Corpodeltesto3Carattere"/>
    <w:rsid w:val="0029252D"/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29252D"/>
    <w:rPr>
      <w:sz w:val="28"/>
    </w:rPr>
  </w:style>
  <w:style w:type="paragraph" w:customStyle="1" w:styleId="CarattereCarattereCharCharCarattereCarattereCharChar">
    <w:name w:val="Carattere Carattere Char Char Carattere Carattere Char Char"/>
    <w:basedOn w:val="Normale"/>
    <w:rsid w:val="00253413"/>
    <w:pPr>
      <w:widowControl w:val="0"/>
      <w:spacing w:after="160" w:line="240" w:lineRule="exact"/>
    </w:pPr>
    <w:rPr>
      <w:sz w:val="20"/>
      <w:szCs w:val="20"/>
    </w:rPr>
  </w:style>
  <w:style w:type="paragraph" w:customStyle="1" w:styleId="Stile1">
    <w:name w:val="Stile1"/>
    <w:basedOn w:val="Normale"/>
    <w:rsid w:val="00955CBB"/>
    <w:pPr>
      <w:tabs>
        <w:tab w:val="right" w:pos="1134"/>
      </w:tabs>
      <w:ind w:left="1021" w:right="1418" w:hanging="1021"/>
      <w:jc w:val="both"/>
    </w:pPr>
    <w:rPr>
      <w:rFonts w:ascii="Arial" w:hAnsi="Arial"/>
      <w:szCs w:val="20"/>
    </w:rPr>
  </w:style>
  <w:style w:type="paragraph" w:styleId="Testonormale">
    <w:name w:val="Plain Text"/>
    <w:basedOn w:val="Normale"/>
    <w:link w:val="TestonormaleCarattere"/>
    <w:uiPriority w:val="99"/>
    <w:unhideWhenUsed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CA6B65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41175B"/>
    <w:rPr>
      <w:b/>
      <w:bCs/>
      <w:sz w:val="24"/>
      <w:szCs w:val="24"/>
    </w:rPr>
  </w:style>
  <w:style w:type="character" w:customStyle="1" w:styleId="field-content">
    <w:name w:val="field-content"/>
    <w:basedOn w:val="Carpredefinitoparagrafo"/>
    <w:rsid w:val="001C1C66"/>
  </w:style>
  <w:style w:type="character" w:customStyle="1" w:styleId="small1">
    <w:name w:val="small1"/>
    <w:basedOn w:val="Carpredefinitoparagrafo"/>
    <w:rsid w:val="00D024CB"/>
    <w:rPr>
      <w:b w:val="0"/>
      <w:bCs w:val="0"/>
      <w:color w:val="000000"/>
      <w:sz w:val="22"/>
      <w:szCs w:val="22"/>
    </w:rPr>
  </w:style>
  <w:style w:type="table" w:customStyle="1" w:styleId="Grigliatabella1">
    <w:name w:val="Griglia tabella1"/>
    <w:basedOn w:val="Tabellanormale"/>
    <w:next w:val="Grigliatabella"/>
    <w:rsid w:val="0094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3349C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F02CE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035"/>
    <w:rPr>
      <w:sz w:val="24"/>
      <w:szCs w:val="24"/>
    </w:rPr>
  </w:style>
  <w:style w:type="table" w:customStyle="1" w:styleId="Grigliatabella21">
    <w:name w:val="Griglia tabella21"/>
    <w:basedOn w:val="Tabellanormale"/>
    <w:next w:val="Grigliatabella"/>
    <w:uiPriority w:val="39"/>
    <w:rsid w:val="009070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7C4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259609">
                  <w:marLeft w:val="0"/>
                  <w:marRight w:val="0"/>
                  <w:marTop w:val="17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62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CCCCCC"/>
                            <w:left w:val="single" w:sz="4" w:space="0" w:color="CCCCCC"/>
                            <w:bottom w:val="single" w:sz="4" w:space="0" w:color="CCCCCC"/>
                            <w:right w:val="single" w:sz="4" w:space="0" w:color="CCCCCC"/>
                          </w:divBdr>
                          <w:divsChild>
                            <w:div w:id="1755130496">
                              <w:marLeft w:val="0"/>
                              <w:marRight w:val="0"/>
                              <w:marTop w:val="0"/>
                              <w:marBottom w:val="17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21893">
                                  <w:marLeft w:val="0"/>
                                  <w:marRight w:val="0"/>
                                  <w:marTop w:val="0"/>
                                  <w:marBottom w:val="57"/>
                                  <w:divBdr>
                                    <w:top w:val="single" w:sz="4" w:space="0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9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pc002@pec.regione.abruzzo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pc002@regione.abruzzo.it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zia.deiulis\Documents\ISTRUTTORIE-&amp;-CO\_NUOVE-ISTRUTTORIE-chiuse\Morici_SanPio\Sanzione\Morici-ComunicazioneSan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33FB0-20D2-43FB-92F6-334D66963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Morici-ComunicazioneSanzione.dotx</Template>
  <TotalTime>2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DIRETTORI REGIONALI PREPOSTI ALLA PROTEZIONE CIVILE</vt:lpstr>
    </vt:vector>
  </TitlesOfParts>
  <Company>Giunta regionale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DIRETTORI REGIONALI PREPOSTI ALLA PROTEZIONE CIVILE</dc:title>
  <dc:creator>dlonghi@regione.abruzzo.it</dc:creator>
  <cp:lastModifiedBy>Domenico Longhi</cp:lastModifiedBy>
  <cp:revision>3</cp:revision>
  <cp:lastPrinted>2019-09-05T14:41:00Z</cp:lastPrinted>
  <dcterms:created xsi:type="dcterms:W3CDTF">2020-10-26T08:13:00Z</dcterms:created>
  <dcterms:modified xsi:type="dcterms:W3CDTF">2020-10-28T08:34:00Z</dcterms:modified>
</cp:coreProperties>
</file>