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Default="00C92518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3"/>
        <w:gridCol w:w="8375"/>
      </w:tblGrid>
      <w:tr w:rsidR="00DC63B5" w:rsidRPr="00AA7353" w:rsidTr="0013754F">
        <w:tc>
          <w:tcPr>
            <w:tcW w:w="655" w:type="pct"/>
          </w:tcPr>
          <w:p w:rsidR="00DC63B5" w:rsidRPr="00AA7353" w:rsidRDefault="00DC63B5" w:rsidP="00DC63B5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</w:tcPr>
          <w:p w:rsidR="00DC63B5" w:rsidRPr="009E16C7" w:rsidRDefault="00D94F94" w:rsidP="00DC63B5">
            <w:pPr>
              <w:widowControl w:val="0"/>
              <w:spacing w:before="20"/>
              <w:ind w:left="1416"/>
              <w:rPr>
                <w:b/>
                <w:i/>
                <w:sz w:val="16"/>
                <w:szCs w:val="16"/>
              </w:rPr>
            </w:pPr>
            <w:r w:rsidRPr="00D94F94">
              <w:rPr>
                <w:b/>
                <w:i/>
                <w:sz w:val="20"/>
              </w:rPr>
              <w:t>22/</w:t>
            </w:r>
            <w:r w:rsidR="00787F6E">
              <w:rPr>
                <w:b/>
                <w:i/>
                <w:sz w:val="20"/>
                <w:szCs w:val="16"/>
              </w:rPr>
              <w:t>0</w:t>
            </w:r>
            <w:r w:rsidR="00787F6E" w:rsidRPr="00636F54">
              <w:rPr>
                <w:b/>
                <w:i/>
                <w:sz w:val="20"/>
                <w:szCs w:val="16"/>
              </w:rPr>
              <w:t>315212</w:t>
            </w:r>
          </w:p>
          <w:p w:rsidR="00DC63B5" w:rsidRPr="00313758" w:rsidRDefault="00DC63B5" w:rsidP="00DC63B5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A96BE7" w:rsidRDefault="00A96BE7">
      <w:pPr>
        <w:rPr>
          <w:sz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273C2E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4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273C2E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5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1802"/>
        <w:gridCol w:w="6380"/>
      </w:tblGrid>
      <w:tr w:rsidR="00937FB8" w:rsidRPr="00197C80" w:rsidTr="004C17B1">
        <w:trPr>
          <w:trHeight w:val="290"/>
        </w:trPr>
        <w:tc>
          <w:tcPr>
            <w:tcW w:w="755" w:type="pct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4245" w:type="pct"/>
            <w:gridSpan w:val="2"/>
          </w:tcPr>
          <w:p w:rsidR="00937FB8" w:rsidRPr="00937FB8" w:rsidRDefault="00937FB8" w:rsidP="00AC7A5D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</w:t>
            </w:r>
            <w:r w:rsidR="00B53B0B">
              <w:rPr>
                <w:b/>
                <w:sz w:val="22"/>
                <w:szCs w:val="20"/>
              </w:rPr>
              <w:t xml:space="preserve">a </w:t>
            </w:r>
            <w:r w:rsidR="00AC7A5D">
              <w:rPr>
                <w:b/>
                <w:sz w:val="22"/>
                <w:szCs w:val="20"/>
              </w:rPr>
              <w:t>seconda</w:t>
            </w:r>
            <w:r w:rsidR="00DC63B5">
              <w:rPr>
                <w:b/>
                <w:sz w:val="22"/>
                <w:szCs w:val="20"/>
              </w:rPr>
              <w:t xml:space="preserve"> riunione della CDS </w:t>
            </w:r>
            <w:r w:rsidR="00DC63B5" w:rsidRPr="00937FB8">
              <w:rPr>
                <w:b/>
                <w:sz w:val="22"/>
                <w:szCs w:val="20"/>
              </w:rPr>
              <w:t xml:space="preserve">in </w:t>
            </w:r>
            <w:r w:rsidR="00DC63B5">
              <w:rPr>
                <w:b/>
                <w:sz w:val="22"/>
                <w:szCs w:val="20"/>
              </w:rPr>
              <w:t xml:space="preserve">videoconferenza per il giorno </w:t>
            </w:r>
            <w:r w:rsidR="00D94F94">
              <w:rPr>
                <w:b/>
                <w:sz w:val="22"/>
                <w:szCs w:val="20"/>
              </w:rPr>
              <w:t>1</w:t>
            </w:r>
            <w:r w:rsidR="00AC7A5D">
              <w:rPr>
                <w:b/>
                <w:sz w:val="22"/>
                <w:szCs w:val="20"/>
              </w:rPr>
              <w:t>8</w:t>
            </w:r>
            <w:r w:rsidR="00D94F94">
              <w:rPr>
                <w:b/>
                <w:sz w:val="22"/>
                <w:szCs w:val="20"/>
              </w:rPr>
              <w:t>/</w:t>
            </w:r>
            <w:r w:rsidR="00AC7A5D">
              <w:rPr>
                <w:b/>
                <w:sz w:val="22"/>
                <w:szCs w:val="20"/>
              </w:rPr>
              <w:t>12</w:t>
            </w:r>
            <w:r w:rsidR="009E16C7">
              <w:rPr>
                <w:b/>
                <w:sz w:val="22"/>
                <w:szCs w:val="20"/>
              </w:rPr>
              <w:t>/2023</w:t>
            </w:r>
            <w:r w:rsidR="00DC63B5">
              <w:rPr>
                <w:b/>
                <w:sz w:val="22"/>
                <w:szCs w:val="20"/>
              </w:rPr>
              <w:t xml:space="preserve">, alle ore </w:t>
            </w:r>
            <w:r w:rsidR="00D94F94">
              <w:rPr>
                <w:b/>
                <w:sz w:val="22"/>
                <w:szCs w:val="20"/>
              </w:rPr>
              <w:t>10.00</w:t>
            </w:r>
            <w:r w:rsidR="009E16C7">
              <w:rPr>
                <w:b/>
                <w:sz w:val="22"/>
                <w:szCs w:val="20"/>
              </w:rPr>
              <w:t xml:space="preserve"> </w:t>
            </w:r>
            <w:r w:rsidR="00DC63B5" w:rsidRPr="00C34876">
              <w:rPr>
                <w:b/>
                <w:sz w:val="22"/>
                <w:szCs w:val="20"/>
              </w:rPr>
              <w:t>(Art. 27 bis c</w:t>
            </w:r>
            <w:r w:rsidR="00DC63B5">
              <w:rPr>
                <w:b/>
                <w:sz w:val="22"/>
                <w:szCs w:val="20"/>
              </w:rPr>
              <w:t>omma</w:t>
            </w:r>
            <w:r w:rsidR="00DC63B5" w:rsidRPr="00C34876">
              <w:rPr>
                <w:b/>
                <w:sz w:val="22"/>
                <w:szCs w:val="20"/>
              </w:rPr>
              <w:t xml:space="preserve"> </w:t>
            </w:r>
            <w:r w:rsidR="004C17B1">
              <w:rPr>
                <w:b/>
                <w:sz w:val="22"/>
                <w:szCs w:val="20"/>
              </w:rPr>
              <w:t>7</w:t>
            </w:r>
            <w:r w:rsidR="00DC63B5" w:rsidRPr="00C34876">
              <w:rPr>
                <w:b/>
                <w:sz w:val="22"/>
                <w:szCs w:val="20"/>
              </w:rPr>
              <w:t xml:space="preserve"> del D.</w:t>
            </w:r>
            <w:r w:rsidR="00DC63B5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Lgs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 xml:space="preserve">. 152/06 e </w:t>
            </w:r>
            <w:proofErr w:type="spellStart"/>
            <w:r w:rsidR="00DC63B5" w:rsidRPr="00C34876">
              <w:rPr>
                <w:b/>
                <w:sz w:val="22"/>
                <w:szCs w:val="20"/>
              </w:rPr>
              <w:t>ss.mm.ii</w:t>
            </w:r>
            <w:proofErr w:type="spellEnd"/>
            <w:r w:rsidR="00DC63B5" w:rsidRPr="00C34876">
              <w:rPr>
                <w:b/>
                <w:sz w:val="22"/>
                <w:szCs w:val="20"/>
              </w:rPr>
              <w:t>.)</w:t>
            </w:r>
          </w:p>
        </w:tc>
      </w:tr>
      <w:tr w:rsidR="00937FB8" w:rsidRPr="003008F1" w:rsidTr="004C17B1">
        <w:trPr>
          <w:trHeight w:val="290"/>
        </w:trPr>
        <w:tc>
          <w:tcPr>
            <w:tcW w:w="755" w:type="pct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45" w:type="pct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B7441" w:rsidRPr="003008F1" w:rsidTr="009E16C7">
        <w:trPr>
          <w:trHeight w:val="220"/>
        </w:trPr>
        <w:tc>
          <w:tcPr>
            <w:tcW w:w="755" w:type="pct"/>
            <w:vMerge/>
          </w:tcPr>
          <w:p w:rsidR="00BB7441" w:rsidRPr="00C34876" w:rsidRDefault="00BB7441" w:rsidP="00BB744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BB7441" w:rsidRPr="00B16B1B" w:rsidRDefault="00BB7441" w:rsidP="00BB7441">
            <w:pPr>
              <w:keepNext/>
              <w:jc w:val="both"/>
              <w:outlineLvl w:val="6"/>
              <w:rPr>
                <w:b/>
              </w:rPr>
            </w:pPr>
            <w:r>
              <w:rPr>
                <w:b/>
              </w:rPr>
              <w:t xml:space="preserve">Codice </w:t>
            </w:r>
            <w:r w:rsidRPr="00B16B1B">
              <w:rPr>
                <w:b/>
              </w:rPr>
              <w:t>Pratica</w:t>
            </w:r>
          </w:p>
        </w:tc>
        <w:tc>
          <w:tcPr>
            <w:tcW w:w="3310" w:type="pct"/>
          </w:tcPr>
          <w:p w:rsidR="00BB7441" w:rsidRPr="006715CC" w:rsidRDefault="009E16C7" w:rsidP="00D94F94">
            <w:pPr>
              <w:keepNext/>
              <w:jc w:val="both"/>
              <w:outlineLvl w:val="6"/>
              <w:rPr>
                <w:b/>
              </w:rPr>
            </w:pPr>
            <w:r w:rsidRPr="009E16C7">
              <w:rPr>
                <w:b/>
              </w:rPr>
              <w:t>22</w:t>
            </w:r>
            <w:r w:rsidR="00D94F94">
              <w:rPr>
                <w:b/>
              </w:rPr>
              <w:t>/</w:t>
            </w:r>
            <w:r w:rsidR="00787F6E" w:rsidRPr="00787F6E">
              <w:rPr>
                <w:b/>
              </w:rPr>
              <w:t>0315212</w:t>
            </w:r>
          </w:p>
        </w:tc>
      </w:tr>
      <w:tr w:rsidR="00787F6E" w:rsidRPr="003008F1" w:rsidTr="009E16C7">
        <w:trPr>
          <w:trHeight w:val="22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Progetto: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jc w:val="both"/>
              <w:rPr>
                <w:b/>
                <w:bCs/>
              </w:rPr>
            </w:pPr>
            <w:r w:rsidRPr="00AE48D5">
              <w:rPr>
                <w:b/>
              </w:rPr>
              <w:t xml:space="preserve">Impianto </w:t>
            </w:r>
            <w:r>
              <w:rPr>
                <w:b/>
              </w:rPr>
              <w:t xml:space="preserve">di recupero di rifiuti non pericolosi </w:t>
            </w:r>
            <w:proofErr w:type="spellStart"/>
            <w:r>
              <w:rPr>
                <w:b/>
              </w:rPr>
              <w:t>Pavimental</w:t>
            </w:r>
            <w:proofErr w:type="spellEnd"/>
            <w:r>
              <w:rPr>
                <w:b/>
              </w:rPr>
              <w:t xml:space="preserve"> S.P.A. contrada </w:t>
            </w:r>
            <w:proofErr w:type="spellStart"/>
            <w:r>
              <w:rPr>
                <w:b/>
              </w:rPr>
              <w:t>Tamarete</w:t>
            </w:r>
            <w:proofErr w:type="spellEnd"/>
            <w:r>
              <w:rPr>
                <w:b/>
              </w:rPr>
              <w:t xml:space="preserve"> - Zona Industriale nel Comune di Ortona (CH)</w:t>
            </w:r>
          </w:p>
        </w:tc>
      </w:tr>
      <w:tr w:rsidR="00787F6E" w:rsidRPr="003008F1" w:rsidTr="009E16C7">
        <w:trPr>
          <w:trHeight w:val="28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>Comune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proofErr w:type="spellStart"/>
            <w:r w:rsidRPr="00FB3F10">
              <w:rPr>
                <w:b/>
              </w:rPr>
              <w:t>Pavimental</w:t>
            </w:r>
            <w:proofErr w:type="spellEnd"/>
            <w:r w:rsidRPr="00FB3F10">
              <w:rPr>
                <w:b/>
              </w:rPr>
              <w:t xml:space="preserve"> S.P.A. ora AMPLIA INFRASTRUCTURES S.P.A </w:t>
            </w:r>
          </w:p>
        </w:tc>
      </w:tr>
      <w:tr w:rsidR="00787F6E" w:rsidRPr="003008F1" w:rsidTr="009E16C7">
        <w:trPr>
          <w:trHeight w:val="280"/>
        </w:trPr>
        <w:tc>
          <w:tcPr>
            <w:tcW w:w="755" w:type="pct"/>
            <w:vMerge/>
          </w:tcPr>
          <w:p w:rsidR="00787F6E" w:rsidRPr="00C34876" w:rsidRDefault="00787F6E" w:rsidP="00787F6E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5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 w:rsidRPr="00553605">
              <w:rPr>
                <w:b/>
                <w:bCs/>
              </w:rPr>
              <w:t xml:space="preserve">Ditta: </w:t>
            </w:r>
          </w:p>
        </w:tc>
        <w:tc>
          <w:tcPr>
            <w:tcW w:w="3310" w:type="pct"/>
          </w:tcPr>
          <w:p w:rsidR="00787F6E" w:rsidRPr="00553605" w:rsidRDefault="00787F6E" w:rsidP="00787F6E">
            <w:pPr>
              <w:keepNext/>
              <w:jc w:val="both"/>
              <w:outlineLvl w:val="6"/>
              <w:rPr>
                <w:b/>
                <w:bCs/>
              </w:rPr>
            </w:pPr>
            <w:r>
              <w:rPr>
                <w:b/>
              </w:rPr>
              <w:t>Ortona (CH)</w:t>
            </w:r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 </w:t>
      </w:r>
    </w:p>
    <w:p w:rsidR="00CE1C63" w:rsidRDefault="002C4C90" w:rsidP="00CE1C63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p w:rsidR="00F02CE6" w:rsidRDefault="00584A00" w:rsidP="00CE1C63">
      <w:pPr>
        <w:ind w:left="567"/>
        <w:rPr>
          <w:sz w:val="22"/>
          <w:szCs w:val="20"/>
        </w:rPr>
      </w:pPr>
      <w:r w:rsidRPr="00937FB8">
        <w:rPr>
          <w:sz w:val="22"/>
          <w:szCs w:val="20"/>
        </w:rPr>
        <w:t xml:space="preserve">in </w:t>
      </w:r>
      <w:r w:rsidR="001164FD" w:rsidRPr="00937FB8">
        <w:rPr>
          <w:sz w:val="22"/>
          <w:szCs w:val="20"/>
        </w:rPr>
        <w:t>relazione all</w:t>
      </w:r>
      <w:r w:rsidR="00937FB8">
        <w:rPr>
          <w:sz w:val="22"/>
          <w:szCs w:val="20"/>
        </w:rPr>
        <w:t xml:space="preserve">a </w:t>
      </w:r>
      <w:r w:rsidR="00CE1C63">
        <w:rPr>
          <w:sz w:val="22"/>
          <w:szCs w:val="20"/>
        </w:rPr>
        <w:t xml:space="preserve">Convocazione della </w:t>
      </w:r>
      <w:r w:rsidR="00AC7A5D">
        <w:rPr>
          <w:sz w:val="22"/>
          <w:szCs w:val="20"/>
        </w:rPr>
        <w:t>seconda</w:t>
      </w:r>
      <w:r w:rsidR="00CE1C63">
        <w:rPr>
          <w:sz w:val="22"/>
          <w:szCs w:val="20"/>
        </w:rPr>
        <w:t xml:space="preserve"> riunione della Conferenza dei Servizi </w:t>
      </w:r>
      <w:r w:rsidR="00937FB8" w:rsidRPr="00937FB8">
        <w:rPr>
          <w:sz w:val="22"/>
          <w:szCs w:val="20"/>
        </w:rPr>
        <w:t xml:space="preserve">in videoconferenza </w:t>
      </w:r>
      <w:r w:rsidR="00675AA0">
        <w:rPr>
          <w:sz w:val="22"/>
          <w:szCs w:val="20"/>
        </w:rPr>
        <w:t>del</w:t>
      </w:r>
      <w:r w:rsidR="00937FB8" w:rsidRPr="00937FB8">
        <w:rPr>
          <w:sz w:val="22"/>
          <w:szCs w:val="20"/>
        </w:rPr>
        <w:t xml:space="preserve"> </w:t>
      </w:r>
      <w:r w:rsidR="00D94F94">
        <w:rPr>
          <w:b/>
          <w:sz w:val="22"/>
          <w:szCs w:val="20"/>
        </w:rPr>
        <w:t>1</w:t>
      </w:r>
      <w:r w:rsidR="00AC7A5D">
        <w:rPr>
          <w:b/>
          <w:sz w:val="22"/>
          <w:szCs w:val="20"/>
        </w:rPr>
        <w:t>8</w:t>
      </w:r>
      <w:r w:rsidR="00D94F94">
        <w:rPr>
          <w:b/>
          <w:sz w:val="22"/>
          <w:szCs w:val="20"/>
        </w:rPr>
        <w:t>/</w:t>
      </w:r>
      <w:r w:rsidR="00AC7A5D">
        <w:rPr>
          <w:b/>
          <w:sz w:val="22"/>
          <w:szCs w:val="20"/>
        </w:rPr>
        <w:t>12</w:t>
      </w:r>
      <w:r w:rsidR="00D94F94">
        <w:rPr>
          <w:b/>
          <w:sz w:val="22"/>
          <w:szCs w:val="20"/>
        </w:rPr>
        <w:t>/</w:t>
      </w:r>
      <w:r w:rsidR="004C17B1">
        <w:rPr>
          <w:b/>
          <w:sz w:val="22"/>
          <w:szCs w:val="20"/>
        </w:rPr>
        <w:t>2023</w:t>
      </w:r>
      <w:r w:rsidR="00937FB8" w:rsidRPr="00937FB8">
        <w:rPr>
          <w:sz w:val="22"/>
          <w:szCs w:val="20"/>
        </w:rPr>
        <w:t xml:space="preserve">, alle ore </w:t>
      </w:r>
      <w:r w:rsidR="00D94F94">
        <w:rPr>
          <w:b/>
          <w:sz w:val="22"/>
          <w:szCs w:val="20"/>
        </w:rPr>
        <w:t xml:space="preserve">10.00 </w:t>
      </w:r>
      <w:r w:rsidR="00DA3FF9" w:rsidRPr="00937FB8">
        <w:rPr>
          <w:sz w:val="22"/>
          <w:szCs w:val="20"/>
        </w:rPr>
        <w:t>di cui in oggetto</w:t>
      </w:r>
      <w:r w:rsidR="00063FCD" w:rsidRPr="00937FB8">
        <w:rPr>
          <w:sz w:val="22"/>
          <w:szCs w:val="20"/>
        </w:rPr>
        <w:t>, per la discus</w:t>
      </w:r>
      <w:bookmarkStart w:id="0" w:name="_GoBack"/>
      <w:bookmarkEnd w:id="0"/>
      <w:r w:rsidR="00063FCD" w:rsidRPr="00937FB8">
        <w:rPr>
          <w:sz w:val="22"/>
          <w:szCs w:val="20"/>
        </w:rPr>
        <w:t xml:space="preserve">sione </w:t>
      </w:r>
      <w:r w:rsidR="00675AA0">
        <w:rPr>
          <w:sz w:val="22"/>
          <w:szCs w:val="20"/>
        </w:rPr>
        <w:t>della seguente procedimento</w:t>
      </w:r>
      <w:r w:rsidRPr="00937FB8">
        <w:rPr>
          <w:sz w:val="22"/>
          <w:szCs w:val="20"/>
        </w:rPr>
        <w:t>:</w:t>
      </w:r>
    </w:p>
    <w:p w:rsidR="00CE1C63" w:rsidRPr="00CE1C63" w:rsidRDefault="00CE1C63" w:rsidP="00CE1C63">
      <w:pPr>
        <w:ind w:left="567"/>
        <w:rPr>
          <w:color w:val="A6A6A6" w:themeColor="background1" w:themeShade="A6"/>
          <w:sz w:val="20"/>
          <w:szCs w:val="2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38"/>
      </w:tblGrid>
      <w:tr w:rsidR="00675AA0" w:rsidRPr="00937FB8" w:rsidTr="00E96F0B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 xml:space="preserve">Provvedimento </w:t>
            </w:r>
            <w:proofErr w:type="spellStart"/>
            <w:r w:rsidRPr="00C34876">
              <w:rPr>
                <w:b/>
                <w:sz w:val="22"/>
                <w:szCs w:val="20"/>
              </w:rPr>
              <w:t>Autorizzatorio</w:t>
            </w:r>
            <w:proofErr w:type="spellEnd"/>
            <w:r w:rsidRPr="00C34876">
              <w:rPr>
                <w:b/>
                <w:sz w:val="22"/>
                <w:szCs w:val="20"/>
              </w:rPr>
              <w:t xml:space="preserve"> Unico Regionale (P.A.U.R.)</w:t>
            </w:r>
          </w:p>
        </w:tc>
      </w:tr>
      <w:tr w:rsidR="00787F6E" w:rsidRPr="00937FB8" w:rsidTr="00E96F0B">
        <w:trPr>
          <w:trHeight w:val="22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Codice Pratica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22/0315212</w:t>
            </w:r>
          </w:p>
        </w:tc>
      </w:tr>
      <w:tr w:rsidR="00787F6E" w:rsidRPr="00937FB8" w:rsidTr="00E96F0B">
        <w:trPr>
          <w:trHeight w:val="22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Progetto: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 xml:space="preserve">Impianto di recupero di rifiuti non pericolosi </w:t>
            </w:r>
            <w:proofErr w:type="spellStart"/>
            <w:r w:rsidRPr="00787F6E">
              <w:rPr>
                <w:b/>
              </w:rPr>
              <w:t>Pavimental</w:t>
            </w:r>
            <w:proofErr w:type="spellEnd"/>
            <w:r w:rsidRPr="00787F6E">
              <w:rPr>
                <w:b/>
              </w:rPr>
              <w:t xml:space="preserve"> S.P.A. contrada </w:t>
            </w:r>
            <w:proofErr w:type="spellStart"/>
            <w:r w:rsidRPr="00787F6E">
              <w:rPr>
                <w:b/>
              </w:rPr>
              <w:t>Tamarete</w:t>
            </w:r>
            <w:proofErr w:type="spellEnd"/>
            <w:r w:rsidRPr="00787F6E">
              <w:rPr>
                <w:b/>
              </w:rPr>
              <w:t xml:space="preserve"> - Zona Industriale nel Comune di Ortona (CH)</w:t>
            </w:r>
          </w:p>
        </w:tc>
      </w:tr>
      <w:tr w:rsidR="00787F6E" w:rsidRPr="00937FB8" w:rsidTr="00E96F0B">
        <w:trPr>
          <w:trHeight w:val="28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Comune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proofErr w:type="spellStart"/>
            <w:r w:rsidRPr="00787F6E">
              <w:rPr>
                <w:b/>
              </w:rPr>
              <w:t>Pavimental</w:t>
            </w:r>
            <w:proofErr w:type="spellEnd"/>
            <w:r w:rsidRPr="00787F6E">
              <w:rPr>
                <w:b/>
              </w:rPr>
              <w:t xml:space="preserve"> S.P.A. ora AMPLIA INFRASTRUCTURES S.P.A </w:t>
            </w:r>
          </w:p>
        </w:tc>
      </w:tr>
      <w:tr w:rsidR="00787F6E" w:rsidRPr="00937FB8" w:rsidTr="00E96F0B">
        <w:trPr>
          <w:trHeight w:val="280"/>
        </w:trPr>
        <w:tc>
          <w:tcPr>
            <w:tcW w:w="1913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 xml:space="preserve">Ditta: </w:t>
            </w:r>
          </w:p>
        </w:tc>
        <w:tc>
          <w:tcPr>
            <w:tcW w:w="7938" w:type="dxa"/>
          </w:tcPr>
          <w:p w:rsidR="00787F6E" w:rsidRPr="00787F6E" w:rsidRDefault="00787F6E" w:rsidP="00787F6E">
            <w:pPr>
              <w:rPr>
                <w:b/>
              </w:rPr>
            </w:pPr>
            <w:r w:rsidRPr="00787F6E">
              <w:rPr>
                <w:b/>
              </w:rPr>
              <w:t>Ortona (CH)</w:t>
            </w:r>
          </w:p>
        </w:tc>
      </w:tr>
    </w:tbl>
    <w:p w:rsidR="00F02CE6" w:rsidRPr="00095AD6" w:rsidRDefault="00F02CE6" w:rsidP="00584A00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b/>
          <w:i/>
          <w:sz w:val="28"/>
        </w:rPr>
      </w:pPr>
      <w:r w:rsidRPr="00095AD6">
        <w:rPr>
          <w:b/>
          <w:i/>
          <w:sz w:val="28"/>
        </w:rPr>
        <w:t>delega</w:t>
      </w:r>
    </w:p>
    <w:p w:rsidR="00675AA0" w:rsidRPr="00095AD6" w:rsidRDefault="00584A00" w:rsidP="003B06E2">
      <w:pPr>
        <w:spacing w:before="180"/>
        <w:rPr>
          <w:szCs w:val="20"/>
        </w:rPr>
      </w:pPr>
      <w:r w:rsidRPr="00095AD6">
        <w:rPr>
          <w:szCs w:val="20"/>
        </w:rPr>
        <w:t xml:space="preserve">alla partecipazione </w:t>
      </w:r>
      <w:r w:rsidR="00675AA0" w:rsidRPr="00095AD6">
        <w:rPr>
          <w:szCs w:val="20"/>
        </w:rPr>
        <w:t>all’Incontro Istruttorio</w:t>
      </w:r>
      <w:r w:rsidRPr="00095AD6">
        <w:rPr>
          <w:szCs w:val="20"/>
        </w:rPr>
        <w:t xml:space="preserve"> </w:t>
      </w:r>
      <w:r w:rsidR="008841D6" w:rsidRPr="00095AD6">
        <w:rPr>
          <w:szCs w:val="20"/>
        </w:rPr>
        <w:t xml:space="preserve">in oggetto </w:t>
      </w:r>
      <w:r w:rsidR="00000105" w:rsidRPr="00095AD6">
        <w:rPr>
          <w:szCs w:val="20"/>
        </w:rPr>
        <w:t>_____________________________________</w:t>
      </w:r>
      <w:r w:rsidR="0045290F">
        <w:rPr>
          <w:szCs w:val="20"/>
        </w:rPr>
        <w:t xml:space="preserve"> email: _________________________</w:t>
      </w:r>
    </w:p>
    <w:p w:rsidR="003B06E2" w:rsidRPr="00095AD6" w:rsidRDefault="003B06E2" w:rsidP="00095AD6">
      <w:pPr>
        <w:ind w:left="6237"/>
        <w:rPr>
          <w:color w:val="A6A6A6" w:themeColor="background1" w:themeShade="A6"/>
          <w:szCs w:val="20"/>
        </w:rPr>
      </w:pPr>
      <w:r w:rsidRPr="00095AD6">
        <w:rPr>
          <w:color w:val="A6A6A6" w:themeColor="background1" w:themeShade="A6"/>
          <w:szCs w:val="20"/>
        </w:rPr>
        <w:t>(indicare il nome e cognome)</w:t>
      </w:r>
    </w:p>
    <w:p w:rsidR="00B75546" w:rsidRDefault="00B75546" w:rsidP="00B75546">
      <w:pPr>
        <w:spacing w:before="240"/>
        <w:rPr>
          <w:sz w:val="22"/>
          <w:szCs w:val="20"/>
        </w:rPr>
      </w:pPr>
      <w:r w:rsidRPr="00937FB8">
        <w:rPr>
          <w:sz w:val="22"/>
          <w:szCs w:val="20"/>
        </w:rPr>
        <w:t xml:space="preserve">in qualità di </w:t>
      </w:r>
      <w:r w:rsidRPr="00937FB8">
        <w:rPr>
          <w:sz w:val="22"/>
          <w:szCs w:val="20"/>
          <w:u w:val="single"/>
        </w:rPr>
        <w:t xml:space="preserve">            </w:t>
      </w:r>
      <w:r w:rsidR="008F5A95">
        <w:rPr>
          <w:sz w:val="22"/>
          <w:szCs w:val="20"/>
          <w:u w:val="single"/>
        </w:rPr>
        <w:t xml:space="preserve">                         </w:t>
      </w:r>
      <w:proofErr w:type="gramStart"/>
      <w:r w:rsidR="008F5A95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Pr="00B75546">
        <w:rPr>
          <w:i/>
          <w:sz w:val="20"/>
          <w:szCs w:val="20"/>
          <w:u w:val="single"/>
        </w:rPr>
        <w:t xml:space="preserve">                                </w:t>
      </w:r>
      <w:r>
        <w:rPr>
          <w:i/>
          <w:sz w:val="20"/>
          <w:szCs w:val="20"/>
          <w:u w:val="single"/>
        </w:rPr>
        <w:t xml:space="preserve">    </w:t>
      </w:r>
      <w:r w:rsidRPr="00B75546">
        <w:rPr>
          <w:i/>
          <w:sz w:val="20"/>
          <w:szCs w:val="20"/>
          <w:u w:val="single"/>
        </w:rPr>
        <w:t xml:space="preserve">                                                                               </w:t>
      </w:r>
      <w:r>
        <w:rPr>
          <w:i/>
          <w:sz w:val="20"/>
          <w:szCs w:val="20"/>
          <w:u w:val="single"/>
        </w:rPr>
        <w:t xml:space="preserve">  </w:t>
      </w:r>
    </w:p>
    <w:p w:rsidR="00B75546" w:rsidRPr="000D6B3A" w:rsidRDefault="00B75546" w:rsidP="00B75546"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proofErr w:type="gramStart"/>
      <w:r w:rsidR="0013754F">
        <w:rPr>
          <w:color w:val="A6A6A6" w:themeColor="background1" w:themeShade="A6"/>
          <w:sz w:val="20"/>
          <w:szCs w:val="20"/>
        </w:rPr>
        <w:t>funzione</w:t>
      </w:r>
      <w:r w:rsidR="0013754F" w:rsidRPr="000D6B3A">
        <w:rPr>
          <w:color w:val="A6A6A6" w:themeColor="background1" w:themeShade="A6"/>
          <w:sz w:val="20"/>
          <w:szCs w:val="20"/>
        </w:rPr>
        <w:t>)</w:t>
      </w:r>
      <w:r w:rsidR="0013754F">
        <w:rPr>
          <w:color w:val="A6A6A6" w:themeColor="background1" w:themeShade="A6"/>
          <w:sz w:val="20"/>
          <w:szCs w:val="20"/>
        </w:rPr>
        <w:t xml:space="preserve">  </w:t>
      </w:r>
      <w:r>
        <w:rPr>
          <w:color w:val="A6A6A6" w:themeColor="background1" w:themeShade="A6"/>
          <w:sz w:val="20"/>
          <w:szCs w:val="20"/>
        </w:rPr>
        <w:t xml:space="preserve">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</w:t>
      </w:r>
      <w:r w:rsidRPr="00B75546">
        <w:rPr>
          <w:color w:val="A6A6A6" w:themeColor="background1" w:themeShade="A6"/>
          <w:sz w:val="20"/>
          <w:szCs w:val="20"/>
        </w:rPr>
        <w:t xml:space="preserve">                                       (indicare l’ente e il servizio del delegat</w:t>
      </w:r>
      <w:r>
        <w:rPr>
          <w:color w:val="A6A6A6" w:themeColor="background1" w:themeShade="A6"/>
          <w:sz w:val="20"/>
          <w:szCs w:val="20"/>
        </w:rPr>
        <w:t>o</w:t>
      </w:r>
      <w:r w:rsidRPr="00B75546">
        <w:rPr>
          <w:color w:val="A6A6A6" w:themeColor="background1" w:themeShade="A6"/>
          <w:sz w:val="20"/>
          <w:szCs w:val="20"/>
        </w:rPr>
        <w:t>)</w:t>
      </w:r>
    </w:p>
    <w:p w:rsidR="00C25D57" w:rsidRPr="00095AD6" w:rsidRDefault="001164FD" w:rsidP="00B75546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095AD6" w:rsidRPr="00095AD6" w:rsidRDefault="00095AD6" w:rsidP="0090703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oppure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0E0C93" w:rsidRDefault="000E0C93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</w:p>
    <w:sectPr w:rsidR="000E0C93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C2E" w:rsidRDefault="00273C2E">
      <w:r>
        <w:separator/>
      </w:r>
    </w:p>
  </w:endnote>
  <w:endnote w:type="continuationSeparator" w:id="0">
    <w:p w:rsidR="00273C2E" w:rsidRDefault="0027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C2E" w:rsidRDefault="00273C2E">
      <w:r>
        <w:separator/>
      </w:r>
    </w:p>
  </w:footnote>
  <w:footnote w:type="continuationSeparator" w:id="0">
    <w:p w:rsidR="00273C2E" w:rsidRDefault="00273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109" w:rsidRDefault="005F3109" w:rsidP="005F3109">
    <w:pPr>
      <w:pStyle w:val="Intestazione"/>
      <w:jc w:val="center"/>
    </w:pPr>
  </w:p>
  <w:p w:rsidR="005F3109" w:rsidRPr="00126723" w:rsidRDefault="005F3109" w:rsidP="005F3109">
    <w:pPr>
      <w:pStyle w:val="Intestazione"/>
      <w:tabs>
        <w:tab w:val="clear" w:pos="9638"/>
      </w:tabs>
      <w:jc w:val="center"/>
      <w:rPr>
        <w:rFonts w:ascii="Calibri" w:hAnsi="Calibri" w:cs="Calibri"/>
        <w:sz w:val="48"/>
        <w:szCs w:val="48"/>
      </w:rPr>
    </w:pPr>
    <w:r w:rsidRPr="00126723">
      <w:rPr>
        <w:rFonts w:ascii="Calibri" w:hAnsi="Calibri" w:cs="Calibri"/>
        <w:sz w:val="48"/>
        <w:szCs w:val="48"/>
      </w:rPr>
      <w:t>Carta intestata dell’</w:t>
    </w:r>
    <w:r>
      <w:rPr>
        <w:rFonts w:ascii="Calibri" w:hAnsi="Calibri" w:cs="Calibri"/>
        <w:sz w:val="48"/>
        <w:szCs w:val="48"/>
      </w:rPr>
      <w:t>E</w:t>
    </w:r>
    <w:r w:rsidRPr="00126723">
      <w:rPr>
        <w:rFonts w:ascii="Calibri" w:hAnsi="Calibri" w:cs="Calibri"/>
        <w:sz w:val="48"/>
        <w:szCs w:val="48"/>
      </w:rPr>
      <w:t>nte / Azienda</w:t>
    </w:r>
  </w:p>
  <w:p w:rsidR="005F3109" w:rsidRDefault="005F3109" w:rsidP="005F3109">
    <w:pPr>
      <w:pStyle w:val="Intestazione"/>
      <w:jc w:val="center"/>
    </w:pPr>
  </w:p>
  <w:p w:rsidR="00CA6B65" w:rsidRPr="00AB332C" w:rsidRDefault="00CA6B65" w:rsidP="004719CE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7D7645" w:rsidRDefault="0085315B" w:rsidP="006849D6">
    <w:pPr>
      <w:spacing w:before="60"/>
      <w:jc w:val="center"/>
      <w:rPr>
        <w:sz w:val="10"/>
        <w:szCs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6CE"/>
    <w:multiLevelType w:val="hybridMultilevel"/>
    <w:tmpl w:val="80BE998C"/>
    <w:lvl w:ilvl="0" w:tplc="6F428EF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556"/>
    <w:multiLevelType w:val="hybridMultilevel"/>
    <w:tmpl w:val="2FFE94B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103B6123"/>
    <w:multiLevelType w:val="hybridMultilevel"/>
    <w:tmpl w:val="84F67B5E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A68EE"/>
    <w:multiLevelType w:val="hybridMultilevel"/>
    <w:tmpl w:val="77AC95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D5F"/>
    <w:multiLevelType w:val="hybridMultilevel"/>
    <w:tmpl w:val="9AC4D5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55A52"/>
    <w:multiLevelType w:val="hybridMultilevel"/>
    <w:tmpl w:val="90DA88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D6BBA"/>
    <w:multiLevelType w:val="hybridMultilevel"/>
    <w:tmpl w:val="C3345AD2"/>
    <w:lvl w:ilvl="0" w:tplc="1700B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6F94"/>
    <w:multiLevelType w:val="hybridMultilevel"/>
    <w:tmpl w:val="B2BC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D0666"/>
    <w:multiLevelType w:val="hybridMultilevel"/>
    <w:tmpl w:val="29C4D0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88328508">
      <w:numFmt w:val="bullet"/>
      <w:lvlText w:val="-"/>
      <w:lvlJc w:val="left"/>
      <w:pPr>
        <w:ind w:left="108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CE414D"/>
    <w:multiLevelType w:val="hybridMultilevel"/>
    <w:tmpl w:val="F36C41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C2150"/>
    <w:multiLevelType w:val="hybridMultilevel"/>
    <w:tmpl w:val="C130C3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F00CC"/>
    <w:multiLevelType w:val="hybridMultilevel"/>
    <w:tmpl w:val="70004244"/>
    <w:lvl w:ilvl="0" w:tplc="091002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583555E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4005E"/>
    <w:multiLevelType w:val="hybridMultilevel"/>
    <w:tmpl w:val="EB3E51CE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9600EB5"/>
    <w:multiLevelType w:val="hybridMultilevel"/>
    <w:tmpl w:val="BC42ADA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DA840A0"/>
    <w:multiLevelType w:val="hybridMultilevel"/>
    <w:tmpl w:val="B3B49992"/>
    <w:lvl w:ilvl="0" w:tplc="1CC88B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312C1F50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643D8"/>
    <w:multiLevelType w:val="hybridMultilevel"/>
    <w:tmpl w:val="D89098A4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FD498D"/>
    <w:multiLevelType w:val="hybridMultilevel"/>
    <w:tmpl w:val="D69A7FAC"/>
    <w:lvl w:ilvl="0" w:tplc="9DB6E4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E6992"/>
    <w:multiLevelType w:val="hybridMultilevel"/>
    <w:tmpl w:val="04A0D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15D9D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00094B"/>
    <w:multiLevelType w:val="hybridMultilevel"/>
    <w:tmpl w:val="0F163ACC"/>
    <w:lvl w:ilvl="0" w:tplc="661C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2347B"/>
    <w:multiLevelType w:val="hybridMultilevel"/>
    <w:tmpl w:val="CB5AAE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65C72"/>
    <w:multiLevelType w:val="multilevel"/>
    <w:tmpl w:val="D80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BF04A5"/>
    <w:multiLevelType w:val="hybridMultilevel"/>
    <w:tmpl w:val="9FD4EF70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67B53"/>
    <w:multiLevelType w:val="hybridMultilevel"/>
    <w:tmpl w:val="C0423162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A4E5B"/>
    <w:multiLevelType w:val="hybridMultilevel"/>
    <w:tmpl w:val="A24832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72A"/>
    <w:multiLevelType w:val="hybridMultilevel"/>
    <w:tmpl w:val="41F4941E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E00"/>
    <w:multiLevelType w:val="hybridMultilevel"/>
    <w:tmpl w:val="11B83BDC"/>
    <w:lvl w:ilvl="0" w:tplc="E4589F26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F35571"/>
    <w:multiLevelType w:val="hybridMultilevel"/>
    <w:tmpl w:val="24A2A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BCF61E7"/>
    <w:multiLevelType w:val="hybridMultilevel"/>
    <w:tmpl w:val="616C01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 w15:restartNumberingAfterBreak="0">
    <w:nsid w:val="5BEA77BA"/>
    <w:multiLevelType w:val="hybridMultilevel"/>
    <w:tmpl w:val="B6A8F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46751"/>
    <w:multiLevelType w:val="hybridMultilevel"/>
    <w:tmpl w:val="919A471C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66D5F"/>
    <w:multiLevelType w:val="hybridMultilevel"/>
    <w:tmpl w:val="3034B0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290CF7"/>
    <w:multiLevelType w:val="hybridMultilevel"/>
    <w:tmpl w:val="23FAA6CA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5" w15:restartNumberingAfterBreak="0">
    <w:nsid w:val="6A593971"/>
    <w:multiLevelType w:val="hybridMultilevel"/>
    <w:tmpl w:val="748453C2"/>
    <w:lvl w:ilvl="0" w:tplc="15524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71F2"/>
    <w:multiLevelType w:val="hybridMultilevel"/>
    <w:tmpl w:val="4662AF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85362"/>
    <w:multiLevelType w:val="hybridMultilevel"/>
    <w:tmpl w:val="5D4A5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787C"/>
    <w:multiLevelType w:val="hybridMultilevel"/>
    <w:tmpl w:val="1F84580E"/>
    <w:lvl w:ilvl="0" w:tplc="88328508"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sz w:val="22"/>
      </w:rPr>
    </w:lvl>
    <w:lvl w:ilvl="1" w:tplc="88328508">
      <w:numFmt w:val="bullet"/>
      <w:lvlText w:val="-"/>
      <w:lvlJc w:val="left"/>
      <w:pPr>
        <w:ind w:left="144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734"/>
    <w:multiLevelType w:val="hybridMultilevel"/>
    <w:tmpl w:val="299A7E9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3F1FB4"/>
    <w:multiLevelType w:val="hybridMultilevel"/>
    <w:tmpl w:val="7C2AFC12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962CDD"/>
    <w:multiLevelType w:val="hybridMultilevel"/>
    <w:tmpl w:val="D80CC3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101C73"/>
    <w:multiLevelType w:val="hybridMultilevel"/>
    <w:tmpl w:val="21C281E4"/>
    <w:lvl w:ilvl="0" w:tplc="F3FA65F6">
      <w:numFmt w:val="bullet"/>
      <w:lvlText w:val="-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2C59B9"/>
    <w:multiLevelType w:val="hybridMultilevel"/>
    <w:tmpl w:val="22AEEC5A"/>
    <w:lvl w:ilvl="0" w:tplc="65FABC1C">
      <w:start w:val="1"/>
      <w:numFmt w:val="lowerLetter"/>
      <w:lvlText w:val="%1)"/>
      <w:lvlJc w:val="left"/>
      <w:pPr>
        <w:tabs>
          <w:tab w:val="num" w:pos="283"/>
        </w:tabs>
        <w:ind w:left="1063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5" w15:restartNumberingAfterBreak="0">
    <w:nsid w:val="7B1C2381"/>
    <w:multiLevelType w:val="hybridMultilevel"/>
    <w:tmpl w:val="9BDA6026"/>
    <w:lvl w:ilvl="0" w:tplc="58DC422C">
      <w:start w:val="1"/>
      <w:numFmt w:val="decimal"/>
      <w:lvlText w:val="%1)"/>
      <w:lvlJc w:val="left"/>
      <w:pPr>
        <w:ind w:left="142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D6185C"/>
    <w:multiLevelType w:val="hybridMultilevel"/>
    <w:tmpl w:val="17FC81A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7" w15:restartNumberingAfterBreak="0">
    <w:nsid w:val="7D212BE1"/>
    <w:multiLevelType w:val="hybridMultilevel"/>
    <w:tmpl w:val="33BABE40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3F365B"/>
    <w:multiLevelType w:val="hybridMultilevel"/>
    <w:tmpl w:val="022E0158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0776F"/>
    <w:multiLevelType w:val="hybridMultilevel"/>
    <w:tmpl w:val="0C4C213A"/>
    <w:lvl w:ilvl="0" w:tplc="58DC42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6"/>
  </w:num>
  <w:num w:numId="3">
    <w:abstractNumId w:val="42"/>
  </w:num>
  <w:num w:numId="4">
    <w:abstractNumId w:val="15"/>
  </w:num>
  <w:num w:numId="5">
    <w:abstractNumId w:val="23"/>
  </w:num>
  <w:num w:numId="6">
    <w:abstractNumId w:val="19"/>
  </w:num>
  <w:num w:numId="7">
    <w:abstractNumId w:val="1"/>
  </w:num>
  <w:num w:numId="8">
    <w:abstractNumId w:val="33"/>
  </w:num>
  <w:num w:numId="9">
    <w:abstractNumId w:val="20"/>
  </w:num>
  <w:num w:numId="10">
    <w:abstractNumId w:val="9"/>
  </w:num>
  <w:num w:numId="11">
    <w:abstractNumId w:val="12"/>
  </w:num>
  <w:num w:numId="12">
    <w:abstractNumId w:val="26"/>
  </w:num>
  <w:num w:numId="13">
    <w:abstractNumId w:val="16"/>
  </w:num>
  <w:num w:numId="14">
    <w:abstractNumId w:val="36"/>
  </w:num>
  <w:num w:numId="15">
    <w:abstractNumId w:val="18"/>
  </w:num>
  <w:num w:numId="16">
    <w:abstractNumId w:val="49"/>
  </w:num>
  <w:num w:numId="17">
    <w:abstractNumId w:val="29"/>
  </w:num>
  <w:num w:numId="18">
    <w:abstractNumId w:val="13"/>
  </w:num>
  <w:num w:numId="19">
    <w:abstractNumId w:val="45"/>
  </w:num>
  <w:num w:numId="20">
    <w:abstractNumId w:val="32"/>
  </w:num>
  <w:num w:numId="21">
    <w:abstractNumId w:val="22"/>
  </w:num>
  <w:num w:numId="22">
    <w:abstractNumId w:val="27"/>
  </w:num>
  <w:num w:numId="23">
    <w:abstractNumId w:val="41"/>
  </w:num>
  <w:num w:numId="24">
    <w:abstractNumId w:val="24"/>
  </w:num>
  <w:num w:numId="25">
    <w:abstractNumId w:val="17"/>
  </w:num>
  <w:num w:numId="26">
    <w:abstractNumId w:val="21"/>
  </w:num>
  <w:num w:numId="27">
    <w:abstractNumId w:val="2"/>
  </w:num>
  <w:num w:numId="28">
    <w:abstractNumId w:val="5"/>
  </w:num>
  <w:num w:numId="29">
    <w:abstractNumId w:val="48"/>
  </w:num>
  <w:num w:numId="30">
    <w:abstractNumId w:val="43"/>
  </w:num>
  <w:num w:numId="31">
    <w:abstractNumId w:val="28"/>
  </w:num>
  <w:num w:numId="32">
    <w:abstractNumId w:val="37"/>
  </w:num>
  <w:num w:numId="33">
    <w:abstractNumId w:val="31"/>
  </w:num>
  <w:num w:numId="34">
    <w:abstractNumId w:val="0"/>
  </w:num>
  <w:num w:numId="35">
    <w:abstractNumId w:val="4"/>
  </w:num>
  <w:num w:numId="36">
    <w:abstractNumId w:val="7"/>
  </w:num>
  <w:num w:numId="37">
    <w:abstractNumId w:val="30"/>
  </w:num>
  <w:num w:numId="38">
    <w:abstractNumId w:val="34"/>
  </w:num>
  <w:num w:numId="39">
    <w:abstractNumId w:val="14"/>
  </w:num>
  <w:num w:numId="40">
    <w:abstractNumId w:val="6"/>
  </w:num>
  <w:num w:numId="41">
    <w:abstractNumId w:val="38"/>
  </w:num>
  <w:num w:numId="42">
    <w:abstractNumId w:val="8"/>
  </w:num>
  <w:num w:numId="43">
    <w:abstractNumId w:val="10"/>
  </w:num>
  <w:num w:numId="44">
    <w:abstractNumId w:val="3"/>
  </w:num>
  <w:num w:numId="45">
    <w:abstractNumId w:val="35"/>
  </w:num>
  <w:num w:numId="46">
    <w:abstractNumId w:val="11"/>
  </w:num>
  <w:num w:numId="47">
    <w:abstractNumId w:val="47"/>
  </w:num>
  <w:num w:numId="48">
    <w:abstractNumId w:val="25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0869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611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0C93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3AEB"/>
    <w:rsid w:val="001145C0"/>
    <w:rsid w:val="00115624"/>
    <w:rsid w:val="001164FD"/>
    <w:rsid w:val="00127F8D"/>
    <w:rsid w:val="00130FAF"/>
    <w:rsid w:val="001340F7"/>
    <w:rsid w:val="001358A6"/>
    <w:rsid w:val="0013754F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1BCD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03EE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73C2E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55B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01AA"/>
    <w:rsid w:val="00323451"/>
    <w:rsid w:val="00326796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84912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3F0E"/>
    <w:rsid w:val="003D496C"/>
    <w:rsid w:val="003D6089"/>
    <w:rsid w:val="003D65C2"/>
    <w:rsid w:val="003D7132"/>
    <w:rsid w:val="003E4197"/>
    <w:rsid w:val="003E5FCA"/>
    <w:rsid w:val="003E5FF8"/>
    <w:rsid w:val="003E7072"/>
    <w:rsid w:val="003E74D1"/>
    <w:rsid w:val="003E7FA3"/>
    <w:rsid w:val="003F0167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290F"/>
    <w:rsid w:val="0045397D"/>
    <w:rsid w:val="00453FF4"/>
    <w:rsid w:val="00463204"/>
    <w:rsid w:val="00463FA8"/>
    <w:rsid w:val="00470921"/>
    <w:rsid w:val="004719CE"/>
    <w:rsid w:val="00472305"/>
    <w:rsid w:val="004749F3"/>
    <w:rsid w:val="00475D1F"/>
    <w:rsid w:val="004778A7"/>
    <w:rsid w:val="00477AE5"/>
    <w:rsid w:val="00481D5B"/>
    <w:rsid w:val="0048423C"/>
    <w:rsid w:val="004853D3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17B1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4037"/>
    <w:rsid w:val="00517C29"/>
    <w:rsid w:val="005225EA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109"/>
    <w:rsid w:val="005F3C48"/>
    <w:rsid w:val="005F4DAE"/>
    <w:rsid w:val="005F7677"/>
    <w:rsid w:val="00601CEC"/>
    <w:rsid w:val="006040BA"/>
    <w:rsid w:val="00607B0F"/>
    <w:rsid w:val="00611DFA"/>
    <w:rsid w:val="00614FC1"/>
    <w:rsid w:val="00615014"/>
    <w:rsid w:val="00622A97"/>
    <w:rsid w:val="006239F5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49D6"/>
    <w:rsid w:val="00685D29"/>
    <w:rsid w:val="00685E8A"/>
    <w:rsid w:val="00697DE3"/>
    <w:rsid w:val="006A1B0E"/>
    <w:rsid w:val="006A2539"/>
    <w:rsid w:val="006A5C1A"/>
    <w:rsid w:val="006B2D3B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66BE2"/>
    <w:rsid w:val="007723A0"/>
    <w:rsid w:val="007754F5"/>
    <w:rsid w:val="007759F9"/>
    <w:rsid w:val="00777375"/>
    <w:rsid w:val="007809A7"/>
    <w:rsid w:val="00781D7D"/>
    <w:rsid w:val="00784B06"/>
    <w:rsid w:val="00784D26"/>
    <w:rsid w:val="00787F6E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E2D94"/>
    <w:rsid w:val="007E5771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008B"/>
    <w:rsid w:val="0085315B"/>
    <w:rsid w:val="008540EF"/>
    <w:rsid w:val="00857C69"/>
    <w:rsid w:val="00861C07"/>
    <w:rsid w:val="00862147"/>
    <w:rsid w:val="008717CD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1C21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5A8"/>
    <w:rsid w:val="008D6D65"/>
    <w:rsid w:val="008E1D71"/>
    <w:rsid w:val="008F2B3F"/>
    <w:rsid w:val="008F5537"/>
    <w:rsid w:val="008F5A95"/>
    <w:rsid w:val="00907035"/>
    <w:rsid w:val="0091067C"/>
    <w:rsid w:val="00913EDA"/>
    <w:rsid w:val="00916A19"/>
    <w:rsid w:val="00922956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57676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16C7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4114E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96BE7"/>
    <w:rsid w:val="00AB332C"/>
    <w:rsid w:val="00AB3BF2"/>
    <w:rsid w:val="00AB404B"/>
    <w:rsid w:val="00AB4E2F"/>
    <w:rsid w:val="00AC0DEC"/>
    <w:rsid w:val="00AC7A5D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27A04"/>
    <w:rsid w:val="00B366D8"/>
    <w:rsid w:val="00B377CC"/>
    <w:rsid w:val="00B43DDC"/>
    <w:rsid w:val="00B53415"/>
    <w:rsid w:val="00B53B0B"/>
    <w:rsid w:val="00B55E44"/>
    <w:rsid w:val="00B60D8A"/>
    <w:rsid w:val="00B65F4F"/>
    <w:rsid w:val="00B723ED"/>
    <w:rsid w:val="00B7269C"/>
    <w:rsid w:val="00B75546"/>
    <w:rsid w:val="00B77C0A"/>
    <w:rsid w:val="00B935E7"/>
    <w:rsid w:val="00B93999"/>
    <w:rsid w:val="00B939DA"/>
    <w:rsid w:val="00B955EB"/>
    <w:rsid w:val="00BA0F4D"/>
    <w:rsid w:val="00BA4828"/>
    <w:rsid w:val="00BB6CB4"/>
    <w:rsid w:val="00BB7441"/>
    <w:rsid w:val="00BC102D"/>
    <w:rsid w:val="00BC62F6"/>
    <w:rsid w:val="00BD0590"/>
    <w:rsid w:val="00BD0853"/>
    <w:rsid w:val="00BD143E"/>
    <w:rsid w:val="00BD181E"/>
    <w:rsid w:val="00BE463A"/>
    <w:rsid w:val="00BE48B2"/>
    <w:rsid w:val="00BF127B"/>
    <w:rsid w:val="00BF3F77"/>
    <w:rsid w:val="00BF6D65"/>
    <w:rsid w:val="00BF735E"/>
    <w:rsid w:val="00C007CF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36CD9"/>
    <w:rsid w:val="00C41415"/>
    <w:rsid w:val="00C41C11"/>
    <w:rsid w:val="00C42832"/>
    <w:rsid w:val="00C47734"/>
    <w:rsid w:val="00C50683"/>
    <w:rsid w:val="00C51CDC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945D1"/>
    <w:rsid w:val="00CA2CE4"/>
    <w:rsid w:val="00CA3201"/>
    <w:rsid w:val="00CA5ED8"/>
    <w:rsid w:val="00CA6B65"/>
    <w:rsid w:val="00CB0E19"/>
    <w:rsid w:val="00CB351E"/>
    <w:rsid w:val="00CC5215"/>
    <w:rsid w:val="00CD337B"/>
    <w:rsid w:val="00CD4175"/>
    <w:rsid w:val="00CD4405"/>
    <w:rsid w:val="00CD7A82"/>
    <w:rsid w:val="00CE0318"/>
    <w:rsid w:val="00CE088E"/>
    <w:rsid w:val="00CE1C63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5DA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94F94"/>
    <w:rsid w:val="00DA351D"/>
    <w:rsid w:val="00DA3FF9"/>
    <w:rsid w:val="00DA42EE"/>
    <w:rsid w:val="00DA717F"/>
    <w:rsid w:val="00DB1957"/>
    <w:rsid w:val="00DB1A3F"/>
    <w:rsid w:val="00DB3DDC"/>
    <w:rsid w:val="00DB5235"/>
    <w:rsid w:val="00DC143D"/>
    <w:rsid w:val="00DC1923"/>
    <w:rsid w:val="00DC36DE"/>
    <w:rsid w:val="00DC421D"/>
    <w:rsid w:val="00DC423B"/>
    <w:rsid w:val="00DC63B5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0D73"/>
    <w:rsid w:val="00E14A68"/>
    <w:rsid w:val="00E16AFE"/>
    <w:rsid w:val="00E233DE"/>
    <w:rsid w:val="00E2766F"/>
    <w:rsid w:val="00E3017D"/>
    <w:rsid w:val="00E33B5D"/>
    <w:rsid w:val="00E3676A"/>
    <w:rsid w:val="00E3767B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6F0B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EF4D27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0A2B"/>
    <w:rsid w:val="00FF3B62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C1A6C9"/>
  <w15:docId w15:val="{D842564D-7231-4505-A55F-51245812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pc002@pec.regione.abruzzo.it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c002@regione.abruzzo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DCDAD-D61D-45EC-A6F6-D6A21C3B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</Template>
  <TotalTime>3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Chiara Forcella</cp:lastModifiedBy>
  <cp:revision>4</cp:revision>
  <cp:lastPrinted>2019-09-05T16:41:00Z</cp:lastPrinted>
  <dcterms:created xsi:type="dcterms:W3CDTF">2023-07-25T12:48:00Z</dcterms:created>
  <dcterms:modified xsi:type="dcterms:W3CDTF">2023-12-05T08:03:00Z</dcterms:modified>
</cp:coreProperties>
</file>